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2CA" w:rsidRDefault="006352CA" w:rsidP="00DD7C8F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Ермаковского района</w:t>
      </w:r>
    </w:p>
    <w:p w:rsidR="006352CA" w:rsidRDefault="006352CA" w:rsidP="00DD7C8F">
      <w:pPr>
        <w:pStyle w:val="NoSpacing"/>
        <w:jc w:val="center"/>
        <w:rPr>
          <w:rFonts w:ascii="Times New Roman" w:hAnsi="Times New Roman"/>
        </w:rPr>
      </w:pPr>
    </w:p>
    <w:p w:rsidR="006352CA" w:rsidRDefault="006352CA" w:rsidP="00DD7C8F">
      <w:pPr>
        <w:pStyle w:val="NoSpacing"/>
        <w:rPr>
          <w:rFonts w:ascii="Times New Roman" w:hAnsi="Times New Roman"/>
        </w:rPr>
      </w:pPr>
    </w:p>
    <w:p w:rsidR="006352CA" w:rsidRDefault="006352CA" w:rsidP="00DD7C8F">
      <w:pPr>
        <w:pStyle w:val="NoSpacing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pacing w:val="40"/>
          <w:sz w:val="40"/>
          <w:szCs w:val="40"/>
        </w:rPr>
        <w:t>ПОСТАНОВЛЕНИЕ</w:t>
      </w:r>
    </w:p>
    <w:p w:rsidR="006352CA" w:rsidRDefault="006352CA" w:rsidP="00DD7C8F">
      <w:pPr>
        <w:pStyle w:val="NoSpacing"/>
        <w:rPr>
          <w:rFonts w:ascii="Times New Roman" w:hAnsi="Times New Roman"/>
          <w:b/>
          <w:sz w:val="40"/>
          <w:szCs w:val="40"/>
        </w:rPr>
      </w:pPr>
    </w:p>
    <w:p w:rsidR="006352CA" w:rsidRDefault="006352CA" w:rsidP="00DD7C8F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«19</w:t>
      </w:r>
      <w:r>
        <w:rPr>
          <w:rFonts w:ascii="Times New Roman" w:hAnsi="Times New Roman"/>
          <w:sz w:val="28"/>
          <w:szCs w:val="28"/>
        </w:rPr>
        <w:t xml:space="preserve">» декабря 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/>
            <w:sz w:val="28"/>
            <w:szCs w:val="28"/>
          </w:rPr>
          <w:t>2016 г</w:t>
        </w:r>
      </w:smartTag>
      <w:r>
        <w:rPr>
          <w:rFonts w:ascii="Times New Roman" w:hAnsi="Times New Roman"/>
          <w:sz w:val="28"/>
          <w:szCs w:val="28"/>
        </w:rPr>
        <w:t>.                                                                № 811-п</w:t>
      </w:r>
    </w:p>
    <w:p w:rsidR="006352CA" w:rsidRDefault="006352CA" w:rsidP="00DD7C8F"/>
    <w:p w:rsidR="006352CA" w:rsidRDefault="006352CA" w:rsidP="00DD7C8F">
      <w:pPr>
        <w:pStyle w:val="ConsPlusTitle"/>
        <w:ind w:right="3544"/>
        <w:jc w:val="both"/>
        <w:outlineLvl w:val="0"/>
        <w:rPr>
          <w:b w:val="0"/>
          <w:sz w:val="28"/>
          <w:szCs w:val="28"/>
        </w:rPr>
      </w:pPr>
    </w:p>
    <w:p w:rsidR="006352CA" w:rsidRDefault="006352CA" w:rsidP="00DD7C8F">
      <w:pPr>
        <w:pStyle w:val="ConsPlusTitle"/>
        <w:ind w:right="1557"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О внесении изменений в постановление  администрации Ермаковского района   от  31 октября 2013 года №724-п «Об утверждении муниципальной программы «Развитие образования Ермаковского района» (в редакции от 04.04.2014г. №225-п, от 17.04.2014г.  №274-п, от 27.06.2014г.  № 468-п, от 14.08.2014 г. №607-п, от 01.10.2014 г. №762-п, от 30.10.2014 г.  №869-п, от 04.12.2014 г. №989-п, от 09.12.2014 г. №995-п, от 26.02.2015 г №89-п, от 03.04.2015г. № 182-п, от 18.05.2015 г. №285-п, от 23.07.2015г. №468-п, от 29.09.2015 г. № 628-п, от 30.10.2015 г. № 738-п, от 20.02.2016 №105-п, от 25.03.2016 г. №157-п, от 17.05.2016 г. № 270-п, 29.06.2016 года № 404-п, от 10.08.2016 года № 502-п, от 21.10.2016г. № 659 -п).</w:t>
      </w:r>
    </w:p>
    <w:p w:rsidR="006352CA" w:rsidRDefault="006352CA" w:rsidP="00DD7C8F">
      <w:pPr>
        <w:pStyle w:val="ConsPlusTitle"/>
        <w:ind w:right="3544"/>
        <w:jc w:val="both"/>
        <w:outlineLvl w:val="0"/>
        <w:rPr>
          <w:sz w:val="28"/>
          <w:szCs w:val="28"/>
        </w:rPr>
      </w:pPr>
    </w:p>
    <w:p w:rsidR="006352CA" w:rsidRDefault="006352CA" w:rsidP="00DD7C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>В соответствии со статьей 179 Бюджетного кодекса Российской Федерации, постановлением администрации Ермаковского района от 05.08.2013 № 516-п «Об утверждении Порядка принятия решений о разработке муниципальных программ Ермаковского района, их формировании и реализации» (в редакции от 10.12.2014 г. № 1001-п), решением Ермаковского районного Совета депутатов от 12.02.2016 г. № 06-31р «</w:t>
      </w:r>
      <w:r w:rsidRPr="007B0E59">
        <w:rPr>
          <w:sz w:val="28"/>
          <w:szCs w:val="28"/>
        </w:rPr>
        <w:t xml:space="preserve">О внесении изменений и дополнений в решение районного Совета депутатов от </w:t>
      </w:r>
      <w:r>
        <w:rPr>
          <w:sz w:val="28"/>
          <w:szCs w:val="28"/>
        </w:rPr>
        <w:t>23</w:t>
      </w:r>
      <w:r w:rsidRPr="007B0E59">
        <w:rPr>
          <w:sz w:val="28"/>
          <w:szCs w:val="28"/>
        </w:rPr>
        <w:t>.12.201</w:t>
      </w:r>
      <w:r>
        <w:rPr>
          <w:sz w:val="28"/>
          <w:szCs w:val="28"/>
        </w:rPr>
        <w:t>5</w:t>
      </w:r>
      <w:r w:rsidRPr="007B0E59">
        <w:rPr>
          <w:sz w:val="28"/>
          <w:szCs w:val="28"/>
        </w:rPr>
        <w:t>г.  №</w:t>
      </w:r>
      <w:r>
        <w:rPr>
          <w:sz w:val="28"/>
          <w:szCs w:val="28"/>
        </w:rPr>
        <w:t>05-18</w:t>
      </w:r>
      <w:r w:rsidRPr="007B0E59">
        <w:rPr>
          <w:sz w:val="28"/>
          <w:szCs w:val="28"/>
        </w:rPr>
        <w:t>р «О районном бюджете на 201</w:t>
      </w:r>
      <w:r>
        <w:rPr>
          <w:sz w:val="28"/>
          <w:szCs w:val="28"/>
        </w:rPr>
        <w:t>6</w:t>
      </w:r>
      <w:r w:rsidRPr="007B0E59">
        <w:rPr>
          <w:sz w:val="28"/>
          <w:szCs w:val="28"/>
        </w:rPr>
        <w:t xml:space="preserve"> год плановый период 201</w:t>
      </w:r>
      <w:r>
        <w:rPr>
          <w:sz w:val="28"/>
          <w:szCs w:val="28"/>
        </w:rPr>
        <w:t>7</w:t>
      </w:r>
      <w:r w:rsidRPr="007B0E59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7B0E59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>,  руководствуясь статьей 34,18 Устава Ермаковского района,   ПОСТАНОВЛЯЮ:</w:t>
      </w:r>
    </w:p>
    <w:p w:rsidR="006352CA" w:rsidRDefault="006352CA" w:rsidP="00B82CA5">
      <w:pPr>
        <w:pStyle w:val="ConsPlusTitle"/>
        <w:tabs>
          <w:tab w:val="left" w:pos="567"/>
        </w:tabs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</w:t>
      </w:r>
      <w:r w:rsidRPr="007730EE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Внести в постановление администрации  Ермаковского района  от  31 октября 2013 года №724-п «Об утверждении муниципальной программы  «Развитие образования Ермаковского района» следующие изменения:</w:t>
      </w:r>
    </w:p>
    <w:p w:rsidR="006352CA" w:rsidRDefault="006352CA" w:rsidP="00B82CA5">
      <w:pPr>
        <w:pStyle w:val="ConsPlusTitle"/>
        <w:tabs>
          <w:tab w:val="left" w:pos="567"/>
        </w:tabs>
        <w:jc w:val="both"/>
        <w:outlineLvl w:val="0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473BF">
        <w:rPr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В приложении №1 к постановлению администрации Ермаковского района муниципальной Программы  «Развитие образования Ермаковского района» позицию «Ресурсное обеспечение муниципальной программы» раздела 1  изложить в следующей редакции:</w:t>
      </w:r>
    </w:p>
    <w:p w:rsidR="006352CA" w:rsidRDefault="006352CA" w:rsidP="00DD7C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44F84">
        <w:rPr>
          <w:sz w:val="28"/>
          <w:szCs w:val="28"/>
        </w:rPr>
        <w:t>«</w:t>
      </w:r>
      <w:r>
        <w:rPr>
          <w:sz w:val="28"/>
          <w:szCs w:val="28"/>
        </w:rPr>
        <w:t>Программа финансируется за счет средств федерального, краевого и местного бюджетов.</w:t>
      </w:r>
    </w:p>
    <w:p w:rsidR="006352CA" w:rsidRDefault="006352CA" w:rsidP="00B82CA5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Объем финансирования подпрограммы составит  2 404 739,0 тыс. рублей, в том числе:</w:t>
      </w:r>
    </w:p>
    <w:p w:rsidR="006352CA" w:rsidRDefault="006352CA" w:rsidP="004E6245">
      <w:pPr>
        <w:jc w:val="both"/>
        <w:rPr>
          <w:sz w:val="28"/>
          <w:szCs w:val="28"/>
        </w:rPr>
      </w:pPr>
      <w:r>
        <w:rPr>
          <w:sz w:val="28"/>
          <w:szCs w:val="28"/>
        </w:rPr>
        <w:t>2014 год – 423 157,3 тыс. рублей;</w:t>
      </w:r>
    </w:p>
    <w:p w:rsidR="006352CA" w:rsidRDefault="006352CA" w:rsidP="004E6245">
      <w:pPr>
        <w:jc w:val="both"/>
        <w:rPr>
          <w:sz w:val="28"/>
          <w:szCs w:val="28"/>
        </w:rPr>
      </w:pPr>
      <w:r>
        <w:rPr>
          <w:sz w:val="28"/>
          <w:szCs w:val="28"/>
        </w:rPr>
        <w:t>2015 год – 491 277,3 тыс. рублей;</w:t>
      </w:r>
    </w:p>
    <w:p w:rsidR="006352CA" w:rsidRDefault="006352CA" w:rsidP="004E6245">
      <w:pPr>
        <w:jc w:val="both"/>
        <w:rPr>
          <w:sz w:val="28"/>
          <w:szCs w:val="28"/>
        </w:rPr>
      </w:pPr>
      <w:r>
        <w:rPr>
          <w:sz w:val="28"/>
          <w:szCs w:val="28"/>
        </w:rPr>
        <w:t>2016 год – 528 240,7 тыс. рублей.</w:t>
      </w:r>
    </w:p>
    <w:p w:rsidR="006352CA" w:rsidRDefault="006352CA" w:rsidP="004E6245">
      <w:pPr>
        <w:jc w:val="both"/>
        <w:rPr>
          <w:sz w:val="28"/>
          <w:szCs w:val="28"/>
        </w:rPr>
      </w:pPr>
      <w:r>
        <w:rPr>
          <w:sz w:val="28"/>
          <w:szCs w:val="28"/>
        </w:rPr>
        <w:t>2017 год – 486 404,1 тыс. рублей;</w:t>
      </w:r>
    </w:p>
    <w:p w:rsidR="006352CA" w:rsidRDefault="006352CA" w:rsidP="004E6245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2018 год – 475 659,6 тыс. рублей</w:t>
      </w:r>
    </w:p>
    <w:p w:rsidR="006352CA" w:rsidRPr="00103E35" w:rsidRDefault="006352CA" w:rsidP="004E6245">
      <w:pPr>
        <w:jc w:val="both"/>
        <w:rPr>
          <w:sz w:val="16"/>
          <w:szCs w:val="28"/>
        </w:rPr>
      </w:pPr>
    </w:p>
    <w:p w:rsidR="006352CA" w:rsidRDefault="006352CA" w:rsidP="004E6245">
      <w:pPr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  федерального бюджета 11 516,4 тыс. рублей, в т. ч. по годам:</w:t>
      </w:r>
    </w:p>
    <w:p w:rsidR="006352CA" w:rsidRDefault="006352CA" w:rsidP="004E6245">
      <w:pPr>
        <w:jc w:val="both"/>
        <w:rPr>
          <w:sz w:val="28"/>
          <w:szCs w:val="28"/>
        </w:rPr>
      </w:pPr>
      <w:r>
        <w:rPr>
          <w:sz w:val="28"/>
          <w:szCs w:val="28"/>
        </w:rPr>
        <w:t>2014 год – 4 252,2 тыс. рублей;</w:t>
      </w:r>
    </w:p>
    <w:p w:rsidR="006352CA" w:rsidRDefault="006352CA" w:rsidP="004E6245">
      <w:pPr>
        <w:jc w:val="both"/>
        <w:rPr>
          <w:sz w:val="28"/>
          <w:szCs w:val="28"/>
        </w:rPr>
      </w:pPr>
      <w:r>
        <w:rPr>
          <w:sz w:val="28"/>
          <w:szCs w:val="28"/>
        </w:rPr>
        <w:t>2015 год – 2 639,7 тыс. рублей;</w:t>
      </w:r>
    </w:p>
    <w:p w:rsidR="006352CA" w:rsidRDefault="006352CA" w:rsidP="004E6245">
      <w:pPr>
        <w:jc w:val="both"/>
        <w:rPr>
          <w:sz w:val="28"/>
          <w:szCs w:val="28"/>
        </w:rPr>
      </w:pPr>
      <w:r>
        <w:rPr>
          <w:sz w:val="28"/>
          <w:szCs w:val="28"/>
        </w:rPr>
        <w:t>2016 год – 1 686,7 тыс. рублей;</w:t>
      </w:r>
    </w:p>
    <w:p w:rsidR="006352CA" w:rsidRDefault="006352CA" w:rsidP="004E6245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2017 год – 1 468,9  тыс. рублей;</w:t>
      </w:r>
    </w:p>
    <w:p w:rsidR="006352CA" w:rsidRDefault="006352CA" w:rsidP="004E6245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2018 год – 1 468,9 0 тыс. рублей</w:t>
      </w:r>
    </w:p>
    <w:p w:rsidR="006352CA" w:rsidRPr="00103E35" w:rsidRDefault="006352CA" w:rsidP="004E6245">
      <w:pPr>
        <w:jc w:val="both"/>
        <w:rPr>
          <w:sz w:val="14"/>
          <w:szCs w:val="28"/>
        </w:rPr>
      </w:pPr>
    </w:p>
    <w:p w:rsidR="006352CA" w:rsidRDefault="006352CA" w:rsidP="004E6245">
      <w:pPr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краевого бюджета составит 1 617 496,3 тыс. рублей, в т. ч. по годам:</w:t>
      </w:r>
    </w:p>
    <w:p w:rsidR="006352CA" w:rsidRDefault="006352CA" w:rsidP="004E6245">
      <w:pPr>
        <w:jc w:val="both"/>
        <w:rPr>
          <w:sz w:val="28"/>
          <w:szCs w:val="28"/>
        </w:rPr>
      </w:pPr>
      <w:r>
        <w:rPr>
          <w:sz w:val="28"/>
          <w:szCs w:val="28"/>
        </w:rPr>
        <w:t>2014 год – 262 007,6 тыс. рублей;</w:t>
      </w:r>
    </w:p>
    <w:p w:rsidR="006352CA" w:rsidRDefault="006352CA" w:rsidP="004E6245">
      <w:pPr>
        <w:jc w:val="both"/>
        <w:rPr>
          <w:sz w:val="28"/>
          <w:szCs w:val="28"/>
        </w:rPr>
      </w:pPr>
      <w:r>
        <w:rPr>
          <w:sz w:val="28"/>
          <w:szCs w:val="28"/>
        </w:rPr>
        <w:t>2015 год – 310 809,1   тыс. рублей;</w:t>
      </w:r>
    </w:p>
    <w:p w:rsidR="006352CA" w:rsidRDefault="006352CA" w:rsidP="004E6245">
      <w:pPr>
        <w:jc w:val="both"/>
        <w:rPr>
          <w:sz w:val="28"/>
          <w:szCs w:val="28"/>
        </w:rPr>
      </w:pPr>
      <w:r>
        <w:rPr>
          <w:sz w:val="28"/>
          <w:szCs w:val="28"/>
        </w:rPr>
        <w:t>2016 год – 368 768,4  тыс. рублей;</w:t>
      </w:r>
    </w:p>
    <w:p w:rsidR="006352CA" w:rsidRDefault="006352CA" w:rsidP="004E6245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2017 год – 342 343, 6 тыс. рублей;</w:t>
      </w:r>
    </w:p>
    <w:p w:rsidR="006352CA" w:rsidRDefault="006352CA" w:rsidP="004E6245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2018 год – 333 567,6  тыс. рублей</w:t>
      </w:r>
    </w:p>
    <w:p w:rsidR="006352CA" w:rsidRPr="00103E35" w:rsidRDefault="006352CA" w:rsidP="004E6245">
      <w:pPr>
        <w:shd w:val="clear" w:color="auto" w:fill="FFFFFF"/>
        <w:spacing w:line="276" w:lineRule="auto"/>
        <w:jc w:val="both"/>
        <w:rPr>
          <w:sz w:val="14"/>
          <w:szCs w:val="28"/>
        </w:rPr>
      </w:pPr>
    </w:p>
    <w:p w:rsidR="006352CA" w:rsidRDefault="006352CA" w:rsidP="004E6245">
      <w:pPr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 районного бюджета составит 775 726,3  тыс. рублей, в т. ч. по годам:</w:t>
      </w:r>
    </w:p>
    <w:p w:rsidR="006352CA" w:rsidRDefault="006352CA" w:rsidP="004E62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2014 год </w:t>
      </w:r>
      <w:r w:rsidRPr="00F62EE5">
        <w:rPr>
          <w:sz w:val="28"/>
          <w:szCs w:val="28"/>
        </w:rPr>
        <w:t>–  156 897,5</w:t>
      </w:r>
      <w:r>
        <w:rPr>
          <w:sz w:val="28"/>
          <w:szCs w:val="28"/>
        </w:rPr>
        <w:t xml:space="preserve"> тыс. рублей;</w:t>
      </w:r>
    </w:p>
    <w:p w:rsidR="006352CA" w:rsidRDefault="006352CA" w:rsidP="004E6245">
      <w:pPr>
        <w:jc w:val="both"/>
        <w:rPr>
          <w:sz w:val="28"/>
          <w:szCs w:val="28"/>
        </w:rPr>
      </w:pPr>
      <w:r>
        <w:rPr>
          <w:sz w:val="28"/>
          <w:szCs w:val="28"/>
        </w:rPr>
        <w:t>2015 год –  177 828, 5 тыс. рублей;</w:t>
      </w:r>
    </w:p>
    <w:p w:rsidR="006352CA" w:rsidRDefault="006352CA" w:rsidP="004E6245">
      <w:pPr>
        <w:jc w:val="both"/>
        <w:rPr>
          <w:sz w:val="28"/>
          <w:szCs w:val="28"/>
        </w:rPr>
      </w:pPr>
      <w:r>
        <w:rPr>
          <w:sz w:val="28"/>
          <w:szCs w:val="28"/>
        </w:rPr>
        <w:t>2016 год –  157 785,6 тыс. рублей;</w:t>
      </w:r>
    </w:p>
    <w:p w:rsidR="006352CA" w:rsidRDefault="006352CA" w:rsidP="004E6245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2017 год –  142 591,6 тыс. рублей;</w:t>
      </w:r>
    </w:p>
    <w:p w:rsidR="006352CA" w:rsidRDefault="006352CA" w:rsidP="004E6245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2018 год –  140 623,1 тыс. рублей».</w:t>
      </w:r>
    </w:p>
    <w:p w:rsidR="006352CA" w:rsidRDefault="006352CA" w:rsidP="00B82CA5">
      <w:pPr>
        <w:pStyle w:val="NoSpacing"/>
        <w:tabs>
          <w:tab w:val="left" w:pos="567"/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1</w:t>
      </w:r>
      <w:r w:rsidRPr="00A473BF">
        <w:rPr>
          <w:rFonts w:ascii="Times New Roman" w:hAnsi="Times New Roman"/>
          <w:b/>
          <w:sz w:val="28"/>
          <w:szCs w:val="28"/>
        </w:rPr>
        <w:t>.2.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210E4">
        <w:rPr>
          <w:rFonts w:ascii="Times New Roman" w:hAnsi="Times New Roman"/>
          <w:sz w:val="28"/>
          <w:szCs w:val="28"/>
        </w:rPr>
        <w:t>В разделе 8</w:t>
      </w:r>
      <w:r>
        <w:rPr>
          <w:rFonts w:ascii="Times New Roman" w:hAnsi="Times New Roman"/>
          <w:sz w:val="28"/>
          <w:szCs w:val="28"/>
        </w:rPr>
        <w:t xml:space="preserve"> </w:t>
      </w:r>
      <w:r w:rsidRPr="00F44F84">
        <w:rPr>
          <w:rFonts w:ascii="Times New Roman" w:hAnsi="Times New Roman"/>
          <w:sz w:val="28"/>
          <w:szCs w:val="28"/>
        </w:rPr>
        <w:t xml:space="preserve">«Информация о ресурсном обеспечении» </w:t>
      </w:r>
      <w:r>
        <w:rPr>
          <w:rFonts w:ascii="Times New Roman" w:hAnsi="Times New Roman"/>
          <w:sz w:val="28"/>
          <w:szCs w:val="28"/>
        </w:rPr>
        <w:t>позицию «</w:t>
      </w:r>
      <w:r w:rsidRPr="00F44F84">
        <w:rPr>
          <w:rFonts w:ascii="Times New Roman" w:hAnsi="Times New Roman"/>
          <w:sz w:val="28"/>
          <w:szCs w:val="28"/>
        </w:rPr>
        <w:t xml:space="preserve">Объем финансирования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44F84">
        <w:rPr>
          <w:rFonts w:ascii="Times New Roman" w:hAnsi="Times New Roman"/>
          <w:sz w:val="28"/>
          <w:szCs w:val="28"/>
        </w:rPr>
        <w:t>программы составит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F44F84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6352CA" w:rsidRDefault="006352CA" w:rsidP="00DD7C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«Объем финансирования программы составит </w:t>
      </w:r>
      <w:r w:rsidRPr="001175E1">
        <w:rPr>
          <w:sz w:val="28"/>
          <w:szCs w:val="28"/>
        </w:rPr>
        <w:t xml:space="preserve">2 404 739,0 </w:t>
      </w:r>
      <w:r>
        <w:rPr>
          <w:sz w:val="28"/>
          <w:szCs w:val="28"/>
        </w:rPr>
        <w:t>тыс. рублей, в том числе:</w:t>
      </w:r>
    </w:p>
    <w:p w:rsidR="006352CA" w:rsidRPr="001175E1" w:rsidRDefault="006352CA" w:rsidP="004E62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175E1">
        <w:rPr>
          <w:sz w:val="28"/>
          <w:szCs w:val="28"/>
        </w:rPr>
        <w:t>2014 год – 423 157,3 тыс. рублей;</w:t>
      </w:r>
    </w:p>
    <w:p w:rsidR="006352CA" w:rsidRPr="001175E1" w:rsidRDefault="006352CA" w:rsidP="004E62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175E1">
        <w:rPr>
          <w:sz w:val="28"/>
          <w:szCs w:val="28"/>
        </w:rPr>
        <w:t>2015 год – 491 277,3 тыс. рублей;</w:t>
      </w:r>
    </w:p>
    <w:p w:rsidR="006352CA" w:rsidRPr="001175E1" w:rsidRDefault="006352CA" w:rsidP="004E62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175E1">
        <w:rPr>
          <w:sz w:val="28"/>
          <w:szCs w:val="28"/>
        </w:rPr>
        <w:t>2016 год – 528 240,7 тыс. рублей.</w:t>
      </w:r>
    </w:p>
    <w:p w:rsidR="006352CA" w:rsidRPr="001175E1" w:rsidRDefault="006352CA" w:rsidP="004E62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175E1">
        <w:rPr>
          <w:sz w:val="28"/>
          <w:szCs w:val="28"/>
        </w:rPr>
        <w:t>2017 год – 486 404,1 тыс. рублей;</w:t>
      </w:r>
    </w:p>
    <w:p w:rsidR="006352CA" w:rsidRPr="001175E1" w:rsidRDefault="006352CA" w:rsidP="004E62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175E1">
        <w:rPr>
          <w:sz w:val="28"/>
          <w:szCs w:val="28"/>
        </w:rPr>
        <w:t>2018 год – 475 659,6 тыс. рублей</w:t>
      </w:r>
    </w:p>
    <w:p w:rsidR="006352CA" w:rsidRPr="001175E1" w:rsidRDefault="006352CA" w:rsidP="004E62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52CA" w:rsidRPr="001175E1" w:rsidRDefault="006352CA" w:rsidP="004E62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175E1">
        <w:rPr>
          <w:sz w:val="28"/>
          <w:szCs w:val="28"/>
        </w:rPr>
        <w:t>за счет средств   федерального бюджета 11 516,4 тыс. рублей, в т.</w:t>
      </w:r>
      <w:r>
        <w:rPr>
          <w:sz w:val="28"/>
          <w:szCs w:val="28"/>
        </w:rPr>
        <w:t xml:space="preserve"> </w:t>
      </w:r>
      <w:r w:rsidRPr="001175E1">
        <w:rPr>
          <w:sz w:val="28"/>
          <w:szCs w:val="28"/>
        </w:rPr>
        <w:t>ч. по годам:</w:t>
      </w:r>
    </w:p>
    <w:p w:rsidR="006352CA" w:rsidRPr="001175E1" w:rsidRDefault="006352CA" w:rsidP="004E62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175E1">
        <w:rPr>
          <w:sz w:val="28"/>
          <w:szCs w:val="28"/>
        </w:rPr>
        <w:t>2014 год – 4 252,2 тыс. рублей;</w:t>
      </w:r>
    </w:p>
    <w:p w:rsidR="006352CA" w:rsidRPr="001175E1" w:rsidRDefault="006352CA" w:rsidP="004E62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175E1">
        <w:rPr>
          <w:sz w:val="28"/>
          <w:szCs w:val="28"/>
        </w:rPr>
        <w:t>2015 год – 2 639,7 тыс. рублей;</w:t>
      </w:r>
    </w:p>
    <w:p w:rsidR="006352CA" w:rsidRPr="001175E1" w:rsidRDefault="006352CA" w:rsidP="004E62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175E1">
        <w:rPr>
          <w:sz w:val="28"/>
          <w:szCs w:val="28"/>
        </w:rPr>
        <w:t>2016 год – 1 686,7 тыс. рублей;</w:t>
      </w:r>
    </w:p>
    <w:p w:rsidR="006352CA" w:rsidRPr="001175E1" w:rsidRDefault="006352CA" w:rsidP="004E62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175E1">
        <w:rPr>
          <w:sz w:val="28"/>
          <w:szCs w:val="28"/>
        </w:rPr>
        <w:t>2017 год – 1 468,9  тыс. рублей;</w:t>
      </w:r>
    </w:p>
    <w:p w:rsidR="006352CA" w:rsidRPr="001175E1" w:rsidRDefault="006352CA" w:rsidP="004E62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175E1">
        <w:rPr>
          <w:sz w:val="28"/>
          <w:szCs w:val="28"/>
        </w:rPr>
        <w:t>2018 год – 1 468,9 0 тыс. рублей</w:t>
      </w:r>
    </w:p>
    <w:p w:rsidR="006352CA" w:rsidRPr="001175E1" w:rsidRDefault="006352CA" w:rsidP="004E62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52CA" w:rsidRPr="001175E1" w:rsidRDefault="006352CA" w:rsidP="004E62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175E1">
        <w:rPr>
          <w:sz w:val="28"/>
          <w:szCs w:val="28"/>
        </w:rPr>
        <w:t>за счет средств краевого бюджета составит 1 617 496,3 тыс. рублей, в т. ч. по годам:</w:t>
      </w:r>
    </w:p>
    <w:p w:rsidR="006352CA" w:rsidRPr="001175E1" w:rsidRDefault="006352CA" w:rsidP="004E62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175E1">
        <w:rPr>
          <w:sz w:val="28"/>
          <w:szCs w:val="28"/>
        </w:rPr>
        <w:t>2014 год – 262 007,6 тыс. рублей;</w:t>
      </w:r>
    </w:p>
    <w:p w:rsidR="006352CA" w:rsidRPr="001175E1" w:rsidRDefault="006352CA" w:rsidP="004E6245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  <w:r w:rsidRPr="001175E1">
        <w:rPr>
          <w:sz w:val="28"/>
          <w:szCs w:val="28"/>
        </w:rPr>
        <w:t>2015 год – 310 809,1   тыс. рублей;</w:t>
      </w:r>
    </w:p>
    <w:p w:rsidR="006352CA" w:rsidRPr="001175E1" w:rsidRDefault="006352CA" w:rsidP="004E62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175E1">
        <w:rPr>
          <w:sz w:val="28"/>
          <w:szCs w:val="28"/>
        </w:rPr>
        <w:t>2016 год – 368 768,4  тыс. рублей;</w:t>
      </w:r>
    </w:p>
    <w:p w:rsidR="006352CA" w:rsidRPr="001175E1" w:rsidRDefault="006352CA" w:rsidP="004E62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175E1">
        <w:rPr>
          <w:sz w:val="28"/>
          <w:szCs w:val="28"/>
        </w:rPr>
        <w:t>2017 год – 342 343, 6 тыс. рублей;</w:t>
      </w:r>
    </w:p>
    <w:p w:rsidR="006352CA" w:rsidRPr="001175E1" w:rsidRDefault="006352CA" w:rsidP="004E62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175E1">
        <w:rPr>
          <w:sz w:val="28"/>
          <w:szCs w:val="28"/>
        </w:rPr>
        <w:t>2018 год – 333 567,6  тыс. рублей</w:t>
      </w:r>
    </w:p>
    <w:p w:rsidR="006352CA" w:rsidRPr="001175E1" w:rsidRDefault="006352CA" w:rsidP="004E624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52CA" w:rsidRPr="001175E1" w:rsidRDefault="006352CA" w:rsidP="004E62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175E1">
        <w:rPr>
          <w:sz w:val="28"/>
          <w:szCs w:val="28"/>
        </w:rPr>
        <w:t>за счет средств  районного бюджета составит 775 726,3  тыс. рублей, в т. ч. по годам:</w:t>
      </w:r>
    </w:p>
    <w:p w:rsidR="006352CA" w:rsidRPr="001175E1" w:rsidRDefault="006352CA" w:rsidP="004E62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175E1">
        <w:rPr>
          <w:sz w:val="28"/>
          <w:szCs w:val="28"/>
        </w:rPr>
        <w:t>2014 год –  156 897,5 тыс. рублей;</w:t>
      </w:r>
    </w:p>
    <w:p w:rsidR="006352CA" w:rsidRPr="001175E1" w:rsidRDefault="006352CA" w:rsidP="004E62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175E1">
        <w:rPr>
          <w:sz w:val="28"/>
          <w:szCs w:val="28"/>
        </w:rPr>
        <w:t>2015 год –  177 828, 5 тыс. рублей;</w:t>
      </w:r>
    </w:p>
    <w:p w:rsidR="006352CA" w:rsidRPr="001175E1" w:rsidRDefault="006352CA" w:rsidP="004E62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175E1">
        <w:rPr>
          <w:sz w:val="28"/>
          <w:szCs w:val="28"/>
        </w:rPr>
        <w:t>2016 год –  157 785,6 тыс. рублей;</w:t>
      </w:r>
    </w:p>
    <w:p w:rsidR="006352CA" w:rsidRPr="001175E1" w:rsidRDefault="006352CA" w:rsidP="004E62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175E1">
        <w:rPr>
          <w:sz w:val="28"/>
          <w:szCs w:val="28"/>
        </w:rPr>
        <w:t>2017 год –  142 591,6 тыс. рублей;</w:t>
      </w:r>
    </w:p>
    <w:p w:rsidR="006352CA" w:rsidRDefault="006352CA" w:rsidP="004E6245">
      <w:pPr>
        <w:autoSpaceDE w:val="0"/>
        <w:autoSpaceDN w:val="0"/>
        <w:adjustRightInd w:val="0"/>
        <w:spacing w:line="480" w:lineRule="auto"/>
        <w:jc w:val="both"/>
        <w:rPr>
          <w:sz w:val="28"/>
          <w:szCs w:val="28"/>
        </w:rPr>
      </w:pPr>
      <w:r w:rsidRPr="001175E1">
        <w:rPr>
          <w:sz w:val="28"/>
          <w:szCs w:val="28"/>
        </w:rPr>
        <w:t>2018 год –  140 623</w:t>
      </w:r>
      <w:r>
        <w:rPr>
          <w:sz w:val="28"/>
          <w:szCs w:val="28"/>
        </w:rPr>
        <w:t>,1 тыс. рублей».</w:t>
      </w:r>
    </w:p>
    <w:p w:rsidR="006352CA" w:rsidRPr="00B210E4" w:rsidRDefault="006352CA" w:rsidP="00B82CA5">
      <w:pPr>
        <w:shd w:val="clear" w:color="auto" w:fill="FFFFFF"/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A473BF">
        <w:rPr>
          <w:b/>
          <w:sz w:val="28"/>
          <w:szCs w:val="28"/>
        </w:rPr>
        <w:t>1.3.</w:t>
      </w:r>
      <w:r>
        <w:rPr>
          <w:b/>
          <w:sz w:val="28"/>
          <w:szCs w:val="28"/>
        </w:rPr>
        <w:t xml:space="preserve"> </w:t>
      </w:r>
      <w:r w:rsidRPr="00B210E4">
        <w:rPr>
          <w:sz w:val="28"/>
          <w:szCs w:val="28"/>
        </w:rPr>
        <w:t>Приложение № 1 к Паспорту муниципальной программы «Развитие образования Ермаковского района» изложить в новой редакции согласно приложению №1.</w:t>
      </w:r>
    </w:p>
    <w:p w:rsidR="006352CA" w:rsidRPr="00B92684" w:rsidRDefault="006352CA" w:rsidP="00DD7C8F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Pr="00A473BF">
        <w:rPr>
          <w:rFonts w:ascii="Times New Roman" w:hAnsi="Times New Roman"/>
          <w:b/>
          <w:sz w:val="28"/>
          <w:szCs w:val="28"/>
        </w:rPr>
        <w:t>1.4.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</w:t>
      </w:r>
      <w:r w:rsidRPr="00B92684">
        <w:rPr>
          <w:rFonts w:ascii="Times New Roman" w:hAnsi="Times New Roman"/>
          <w:sz w:val="28"/>
          <w:szCs w:val="28"/>
        </w:rPr>
        <w:t xml:space="preserve"> №3 к  муниципальной программе «Развитие образования Ермаковского района» Подпрограммы 1 «Развитие дошкольного, общего и дополнительного образования детей» позицию «Объемы и источники финансирования подпрограммы» изложить в следующей редакции:  </w:t>
      </w:r>
    </w:p>
    <w:p w:rsidR="006352CA" w:rsidRPr="00F552D4" w:rsidRDefault="006352CA" w:rsidP="00DD7C8F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B92684">
        <w:rPr>
          <w:rFonts w:ascii="Times New Roman" w:hAnsi="Times New Roman"/>
          <w:sz w:val="28"/>
          <w:szCs w:val="28"/>
        </w:rPr>
        <w:t xml:space="preserve">«Подпрограмма финансируется за счет </w:t>
      </w:r>
      <w:r w:rsidRPr="00513FA4">
        <w:rPr>
          <w:rFonts w:ascii="Times New Roman" w:hAnsi="Times New Roman"/>
          <w:sz w:val="28"/>
          <w:szCs w:val="28"/>
        </w:rPr>
        <w:t>средств федерального</w:t>
      </w:r>
      <w:r>
        <w:rPr>
          <w:rFonts w:ascii="Times New Roman" w:hAnsi="Times New Roman"/>
          <w:sz w:val="28"/>
          <w:szCs w:val="28"/>
        </w:rPr>
        <w:t>,</w:t>
      </w:r>
      <w:r w:rsidRPr="00513FA4">
        <w:rPr>
          <w:rFonts w:ascii="Times New Roman" w:hAnsi="Times New Roman"/>
          <w:sz w:val="28"/>
          <w:szCs w:val="28"/>
        </w:rPr>
        <w:t xml:space="preserve"> краевого</w:t>
      </w:r>
      <w:r>
        <w:rPr>
          <w:rFonts w:ascii="Times New Roman" w:hAnsi="Times New Roman"/>
          <w:sz w:val="28"/>
          <w:szCs w:val="28"/>
        </w:rPr>
        <w:t xml:space="preserve"> и местного </w:t>
      </w:r>
      <w:r w:rsidRPr="00F552D4">
        <w:rPr>
          <w:rFonts w:ascii="Times New Roman" w:hAnsi="Times New Roman"/>
          <w:sz w:val="28"/>
          <w:szCs w:val="28"/>
        </w:rPr>
        <w:t>бюджетов.</w:t>
      </w:r>
    </w:p>
    <w:p w:rsidR="006352CA" w:rsidRPr="002851A5" w:rsidRDefault="006352CA" w:rsidP="00DD7C8F">
      <w:pPr>
        <w:ind w:left="34" w:right="260"/>
        <w:jc w:val="both"/>
        <w:rPr>
          <w:sz w:val="28"/>
          <w:szCs w:val="28"/>
        </w:rPr>
      </w:pPr>
      <w:r w:rsidRPr="0016353C">
        <w:rPr>
          <w:sz w:val="28"/>
          <w:szCs w:val="28"/>
        </w:rPr>
        <w:t>Объем финанси</w:t>
      </w:r>
      <w:r>
        <w:rPr>
          <w:sz w:val="28"/>
          <w:szCs w:val="28"/>
        </w:rPr>
        <w:t>рования подпрограммы составит  2 253 551,2</w:t>
      </w:r>
      <w:r w:rsidRPr="0016353C">
        <w:rPr>
          <w:sz w:val="28"/>
          <w:szCs w:val="28"/>
        </w:rPr>
        <w:t xml:space="preserve"> </w:t>
      </w:r>
      <w:r w:rsidRPr="002851A5">
        <w:rPr>
          <w:sz w:val="28"/>
          <w:szCs w:val="28"/>
        </w:rPr>
        <w:t>тыс. рублей, в том числе:</w:t>
      </w:r>
    </w:p>
    <w:p w:rsidR="006352CA" w:rsidRPr="002851A5" w:rsidRDefault="006352CA" w:rsidP="00171DDD">
      <w:pPr>
        <w:ind w:left="34" w:right="260"/>
        <w:jc w:val="both"/>
        <w:rPr>
          <w:sz w:val="28"/>
          <w:szCs w:val="28"/>
        </w:rPr>
      </w:pPr>
      <w:r w:rsidRPr="002851A5">
        <w:rPr>
          <w:sz w:val="28"/>
          <w:szCs w:val="28"/>
        </w:rPr>
        <w:t>2014 год – 389</w:t>
      </w:r>
      <w:r>
        <w:rPr>
          <w:sz w:val="28"/>
          <w:szCs w:val="28"/>
        </w:rPr>
        <w:t xml:space="preserve"> </w:t>
      </w:r>
      <w:r w:rsidRPr="002851A5">
        <w:rPr>
          <w:sz w:val="28"/>
          <w:szCs w:val="28"/>
        </w:rPr>
        <w:t>182,8 тыс. рублей;</w:t>
      </w:r>
    </w:p>
    <w:p w:rsidR="006352CA" w:rsidRPr="0016353C" w:rsidRDefault="006352CA" w:rsidP="00171DDD">
      <w:pPr>
        <w:ind w:left="34" w:right="260"/>
        <w:jc w:val="both"/>
        <w:rPr>
          <w:sz w:val="28"/>
          <w:szCs w:val="28"/>
        </w:rPr>
      </w:pPr>
      <w:r w:rsidRPr="002851A5">
        <w:rPr>
          <w:sz w:val="28"/>
          <w:szCs w:val="28"/>
        </w:rPr>
        <w:t>2015 год</w:t>
      </w:r>
      <w:r w:rsidRPr="0016353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460 359,5 </w:t>
      </w:r>
      <w:r w:rsidRPr="0016353C">
        <w:rPr>
          <w:sz w:val="28"/>
          <w:szCs w:val="28"/>
        </w:rPr>
        <w:t>тыс. рублей;</w:t>
      </w:r>
    </w:p>
    <w:p w:rsidR="006352CA" w:rsidRPr="0016353C" w:rsidRDefault="006352CA" w:rsidP="00171DDD">
      <w:pPr>
        <w:ind w:left="34" w:right="260"/>
        <w:jc w:val="both"/>
        <w:rPr>
          <w:sz w:val="28"/>
          <w:szCs w:val="28"/>
        </w:rPr>
      </w:pPr>
      <w:r w:rsidRPr="0016353C">
        <w:rPr>
          <w:sz w:val="28"/>
          <w:szCs w:val="28"/>
        </w:rPr>
        <w:t>2016 год –</w:t>
      </w:r>
      <w:r>
        <w:rPr>
          <w:sz w:val="28"/>
          <w:szCs w:val="28"/>
        </w:rPr>
        <w:t xml:space="preserve"> 493 498,8 </w:t>
      </w:r>
      <w:r w:rsidRPr="0016353C">
        <w:rPr>
          <w:sz w:val="28"/>
          <w:szCs w:val="28"/>
        </w:rPr>
        <w:t xml:space="preserve"> тыс. рублей;</w:t>
      </w:r>
    </w:p>
    <w:p w:rsidR="006352CA" w:rsidRDefault="006352CA" w:rsidP="00171DDD">
      <w:pPr>
        <w:ind w:left="34" w:right="260"/>
        <w:jc w:val="both"/>
        <w:rPr>
          <w:sz w:val="28"/>
          <w:szCs w:val="28"/>
        </w:rPr>
      </w:pPr>
      <w:r w:rsidRPr="0016353C">
        <w:rPr>
          <w:sz w:val="28"/>
          <w:szCs w:val="28"/>
        </w:rPr>
        <w:t>2017 год –</w:t>
      </w:r>
      <w:r>
        <w:rPr>
          <w:sz w:val="28"/>
          <w:szCs w:val="28"/>
        </w:rPr>
        <w:t xml:space="preserve"> 460 500,6 тыс. рублей;</w:t>
      </w:r>
    </w:p>
    <w:p w:rsidR="006352CA" w:rsidRDefault="006352CA" w:rsidP="00171DDD">
      <w:pPr>
        <w:ind w:left="34" w:right="260"/>
        <w:jc w:val="both"/>
        <w:rPr>
          <w:sz w:val="28"/>
          <w:szCs w:val="28"/>
        </w:rPr>
      </w:pPr>
      <w:r>
        <w:rPr>
          <w:sz w:val="28"/>
          <w:szCs w:val="28"/>
        </w:rPr>
        <w:t>2018 год – 450 009,5 тыс. рублей.</w:t>
      </w:r>
    </w:p>
    <w:p w:rsidR="006352CA" w:rsidRPr="0016353C" w:rsidRDefault="006352CA" w:rsidP="00171DDD">
      <w:pPr>
        <w:ind w:left="34" w:right="260"/>
        <w:jc w:val="both"/>
        <w:rPr>
          <w:sz w:val="28"/>
          <w:szCs w:val="28"/>
        </w:rPr>
      </w:pPr>
    </w:p>
    <w:p w:rsidR="006352CA" w:rsidRPr="006A2B45" w:rsidRDefault="006352CA" w:rsidP="00171DDD">
      <w:pPr>
        <w:ind w:left="34" w:right="260"/>
        <w:jc w:val="both"/>
        <w:rPr>
          <w:sz w:val="28"/>
          <w:szCs w:val="28"/>
        </w:rPr>
      </w:pPr>
      <w:r w:rsidRPr="006A2B45">
        <w:rPr>
          <w:sz w:val="28"/>
          <w:szCs w:val="28"/>
        </w:rPr>
        <w:t>за счет средств  федерального бюджета составит 2380,7 тыс. рублей, в том числе по годам:</w:t>
      </w:r>
    </w:p>
    <w:p w:rsidR="006352CA" w:rsidRPr="006A2B45" w:rsidRDefault="006352CA" w:rsidP="00171DDD">
      <w:pPr>
        <w:ind w:left="34" w:right="260"/>
        <w:jc w:val="both"/>
        <w:rPr>
          <w:sz w:val="28"/>
          <w:szCs w:val="28"/>
        </w:rPr>
      </w:pPr>
      <w:r w:rsidRPr="006A2B45">
        <w:rPr>
          <w:sz w:val="28"/>
          <w:szCs w:val="28"/>
        </w:rPr>
        <w:t>2015 год –694,0 тыс. рублей;</w:t>
      </w:r>
    </w:p>
    <w:p w:rsidR="006352CA" w:rsidRPr="0016353C" w:rsidRDefault="006352CA" w:rsidP="00171DDD">
      <w:pPr>
        <w:ind w:left="34" w:right="260"/>
        <w:jc w:val="both"/>
        <w:rPr>
          <w:sz w:val="28"/>
          <w:szCs w:val="28"/>
        </w:rPr>
      </w:pPr>
      <w:r w:rsidRPr="006A2B45">
        <w:rPr>
          <w:sz w:val="28"/>
          <w:szCs w:val="28"/>
        </w:rPr>
        <w:t>2016 год - 1686,7 тыс. рублей.</w:t>
      </w:r>
    </w:p>
    <w:p w:rsidR="006352CA" w:rsidRPr="0016353C" w:rsidRDefault="006352CA" w:rsidP="00171DDD">
      <w:pPr>
        <w:ind w:left="34" w:right="260"/>
        <w:jc w:val="both"/>
        <w:rPr>
          <w:sz w:val="28"/>
          <w:szCs w:val="28"/>
        </w:rPr>
      </w:pPr>
    </w:p>
    <w:p w:rsidR="006352CA" w:rsidRPr="0016353C" w:rsidRDefault="006352CA" w:rsidP="00171DDD">
      <w:pPr>
        <w:ind w:left="34" w:right="2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счет средств </w:t>
      </w:r>
      <w:r w:rsidRPr="0016353C">
        <w:rPr>
          <w:sz w:val="28"/>
          <w:szCs w:val="28"/>
        </w:rPr>
        <w:t xml:space="preserve">краевого бюджета составит </w:t>
      </w:r>
      <w:r>
        <w:rPr>
          <w:sz w:val="28"/>
          <w:szCs w:val="28"/>
        </w:rPr>
        <w:t xml:space="preserve">1 576 360,0 </w:t>
      </w:r>
      <w:r w:rsidRPr="0016353C">
        <w:rPr>
          <w:sz w:val="28"/>
          <w:szCs w:val="28"/>
        </w:rPr>
        <w:t xml:space="preserve"> тыс. рублей, в том числе по годам:</w:t>
      </w:r>
    </w:p>
    <w:p w:rsidR="006352CA" w:rsidRPr="0016353C" w:rsidRDefault="006352CA" w:rsidP="00171DDD">
      <w:pPr>
        <w:ind w:left="34" w:right="2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2014 год – 252 280,9 </w:t>
      </w:r>
      <w:r w:rsidRPr="0016353C">
        <w:rPr>
          <w:sz w:val="28"/>
          <w:szCs w:val="28"/>
        </w:rPr>
        <w:t>тыс. рублей;</w:t>
      </w:r>
    </w:p>
    <w:p w:rsidR="006352CA" w:rsidRPr="0016353C" w:rsidRDefault="006352CA" w:rsidP="00171DDD">
      <w:pPr>
        <w:ind w:left="34" w:right="260"/>
        <w:jc w:val="both"/>
        <w:rPr>
          <w:sz w:val="28"/>
          <w:szCs w:val="28"/>
        </w:rPr>
      </w:pPr>
      <w:r>
        <w:rPr>
          <w:sz w:val="28"/>
          <w:szCs w:val="28"/>
        </w:rPr>
        <w:t>2015 год – 302 105, 7</w:t>
      </w:r>
      <w:r w:rsidRPr="0016353C">
        <w:rPr>
          <w:sz w:val="28"/>
          <w:szCs w:val="28"/>
        </w:rPr>
        <w:t xml:space="preserve"> тыс. рублей;</w:t>
      </w:r>
    </w:p>
    <w:p w:rsidR="006352CA" w:rsidRPr="0016353C" w:rsidRDefault="006352CA" w:rsidP="00171DDD">
      <w:pPr>
        <w:ind w:left="34" w:right="260"/>
        <w:jc w:val="both"/>
        <w:rPr>
          <w:sz w:val="28"/>
          <w:szCs w:val="28"/>
        </w:rPr>
      </w:pPr>
      <w:r w:rsidRPr="0016353C">
        <w:rPr>
          <w:sz w:val="28"/>
          <w:szCs w:val="28"/>
        </w:rPr>
        <w:t xml:space="preserve">2016 год – </w:t>
      </w:r>
      <w:r>
        <w:rPr>
          <w:sz w:val="28"/>
          <w:szCs w:val="28"/>
        </w:rPr>
        <w:t xml:space="preserve">356 002,2 </w:t>
      </w:r>
      <w:r w:rsidRPr="0016353C">
        <w:rPr>
          <w:sz w:val="28"/>
          <w:szCs w:val="28"/>
        </w:rPr>
        <w:t>тыс. рублей;</w:t>
      </w:r>
    </w:p>
    <w:p w:rsidR="006352CA" w:rsidRDefault="006352CA" w:rsidP="00171DDD">
      <w:pPr>
        <w:shd w:val="clear" w:color="auto" w:fill="FFFFFF"/>
        <w:ind w:left="34" w:right="260"/>
        <w:jc w:val="both"/>
        <w:rPr>
          <w:sz w:val="28"/>
          <w:szCs w:val="28"/>
        </w:rPr>
      </w:pPr>
      <w:r w:rsidRPr="0016353C">
        <w:rPr>
          <w:sz w:val="28"/>
          <w:szCs w:val="28"/>
        </w:rPr>
        <w:t xml:space="preserve">2017 год – </w:t>
      </w:r>
      <w:r>
        <w:rPr>
          <w:sz w:val="28"/>
          <w:szCs w:val="28"/>
        </w:rPr>
        <w:t>337 373,6</w:t>
      </w:r>
      <w:r w:rsidRPr="0016353C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6352CA" w:rsidRDefault="006352CA" w:rsidP="00171DDD">
      <w:pPr>
        <w:shd w:val="clear" w:color="auto" w:fill="FFFFFF"/>
        <w:spacing w:line="276" w:lineRule="auto"/>
        <w:ind w:left="34"/>
        <w:jc w:val="both"/>
        <w:rPr>
          <w:sz w:val="28"/>
          <w:szCs w:val="28"/>
        </w:rPr>
      </w:pPr>
      <w:r>
        <w:rPr>
          <w:sz w:val="28"/>
          <w:szCs w:val="28"/>
        </w:rPr>
        <w:t>2018 год – 328 597,6 тыс. рублей.</w:t>
      </w:r>
    </w:p>
    <w:p w:rsidR="006352CA" w:rsidRPr="0016353C" w:rsidRDefault="006352CA" w:rsidP="00171DDD">
      <w:pPr>
        <w:shd w:val="clear" w:color="auto" w:fill="FFFFFF"/>
        <w:ind w:left="34" w:right="260"/>
        <w:jc w:val="both"/>
        <w:rPr>
          <w:sz w:val="28"/>
          <w:szCs w:val="28"/>
        </w:rPr>
      </w:pPr>
    </w:p>
    <w:p w:rsidR="006352CA" w:rsidRPr="0016353C" w:rsidRDefault="006352CA" w:rsidP="00B82CA5">
      <w:pPr>
        <w:ind w:right="260"/>
        <w:jc w:val="both"/>
        <w:rPr>
          <w:sz w:val="28"/>
          <w:szCs w:val="28"/>
        </w:rPr>
      </w:pPr>
      <w:r w:rsidRPr="0016353C">
        <w:rPr>
          <w:sz w:val="28"/>
          <w:szCs w:val="28"/>
        </w:rPr>
        <w:t>за счет средств  районного бюджета составит</w:t>
      </w:r>
      <w:r>
        <w:rPr>
          <w:sz w:val="28"/>
          <w:szCs w:val="28"/>
        </w:rPr>
        <w:t xml:space="preserve"> 674 810,5</w:t>
      </w:r>
      <w:r w:rsidRPr="0016353C">
        <w:rPr>
          <w:sz w:val="28"/>
          <w:szCs w:val="28"/>
        </w:rPr>
        <w:t xml:space="preserve"> тыс. рублей, в том числе по годам:</w:t>
      </w:r>
    </w:p>
    <w:p w:rsidR="006352CA" w:rsidRPr="0016353C" w:rsidRDefault="006352CA" w:rsidP="00171DDD">
      <w:pPr>
        <w:ind w:left="34" w:right="2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2014 год </w:t>
      </w:r>
      <w:r w:rsidRPr="002851A5">
        <w:rPr>
          <w:sz w:val="28"/>
          <w:szCs w:val="28"/>
        </w:rPr>
        <w:t>– 136 901</w:t>
      </w:r>
      <w:r>
        <w:rPr>
          <w:sz w:val="28"/>
          <w:szCs w:val="28"/>
        </w:rPr>
        <w:t>,9 тыс. рублей;</w:t>
      </w:r>
    </w:p>
    <w:p w:rsidR="006352CA" w:rsidRPr="0016353C" w:rsidRDefault="006352CA" w:rsidP="00171DDD">
      <w:pPr>
        <w:ind w:left="34" w:right="260"/>
        <w:jc w:val="both"/>
        <w:rPr>
          <w:sz w:val="28"/>
          <w:szCs w:val="28"/>
        </w:rPr>
      </w:pPr>
      <w:r w:rsidRPr="0016353C">
        <w:rPr>
          <w:sz w:val="28"/>
          <w:szCs w:val="28"/>
        </w:rPr>
        <w:t>2015 год –</w:t>
      </w:r>
      <w:r>
        <w:rPr>
          <w:sz w:val="28"/>
          <w:szCs w:val="28"/>
        </w:rPr>
        <w:t xml:space="preserve"> </w:t>
      </w:r>
      <w:r w:rsidRPr="0016353C">
        <w:rPr>
          <w:sz w:val="28"/>
          <w:szCs w:val="28"/>
        </w:rPr>
        <w:t>1</w:t>
      </w:r>
      <w:r>
        <w:rPr>
          <w:sz w:val="28"/>
          <w:szCs w:val="28"/>
        </w:rPr>
        <w:t>57 559, 8</w:t>
      </w:r>
      <w:r w:rsidRPr="0016353C">
        <w:rPr>
          <w:sz w:val="28"/>
          <w:szCs w:val="28"/>
        </w:rPr>
        <w:t xml:space="preserve"> тыс. рублей;</w:t>
      </w:r>
    </w:p>
    <w:p w:rsidR="006352CA" w:rsidRDefault="006352CA" w:rsidP="00171DDD">
      <w:pPr>
        <w:ind w:left="34" w:right="260"/>
        <w:jc w:val="both"/>
        <w:rPr>
          <w:sz w:val="28"/>
          <w:szCs w:val="28"/>
        </w:rPr>
      </w:pPr>
      <w:r w:rsidRPr="0016353C">
        <w:rPr>
          <w:sz w:val="28"/>
          <w:szCs w:val="28"/>
        </w:rPr>
        <w:t xml:space="preserve">2016 год – </w:t>
      </w:r>
      <w:r>
        <w:rPr>
          <w:sz w:val="28"/>
          <w:szCs w:val="28"/>
        </w:rPr>
        <w:t>135 809,9  тыс. рублей</w:t>
      </w:r>
    </w:p>
    <w:p w:rsidR="006352CA" w:rsidRDefault="006352CA" w:rsidP="00171DDD">
      <w:pPr>
        <w:ind w:left="34" w:right="260"/>
        <w:jc w:val="both"/>
        <w:rPr>
          <w:sz w:val="28"/>
          <w:szCs w:val="28"/>
        </w:rPr>
      </w:pPr>
      <w:r w:rsidRPr="0016353C">
        <w:rPr>
          <w:sz w:val="28"/>
          <w:szCs w:val="28"/>
        </w:rPr>
        <w:t>2017 год – 12</w:t>
      </w:r>
      <w:r>
        <w:rPr>
          <w:sz w:val="28"/>
          <w:szCs w:val="28"/>
        </w:rPr>
        <w:t>3 127,0 тыс. рублей;</w:t>
      </w:r>
      <w:r w:rsidRPr="0016353C">
        <w:rPr>
          <w:sz w:val="28"/>
          <w:szCs w:val="28"/>
        </w:rPr>
        <w:t xml:space="preserve"> </w:t>
      </w:r>
    </w:p>
    <w:p w:rsidR="006352CA" w:rsidRDefault="006352CA" w:rsidP="00171DDD">
      <w:pPr>
        <w:shd w:val="clear" w:color="auto" w:fill="FFFFFF"/>
        <w:spacing w:line="480" w:lineRule="auto"/>
        <w:jc w:val="both"/>
        <w:rPr>
          <w:sz w:val="28"/>
          <w:szCs w:val="28"/>
        </w:rPr>
      </w:pPr>
      <w:r>
        <w:rPr>
          <w:sz w:val="28"/>
          <w:szCs w:val="28"/>
        </w:rPr>
        <w:t>2018 год – 121 411,9 тыс. рублей».</w:t>
      </w:r>
    </w:p>
    <w:p w:rsidR="006352CA" w:rsidRDefault="006352CA" w:rsidP="00B47446">
      <w:pPr>
        <w:pStyle w:val="NoSpacing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  </w:t>
      </w:r>
      <w:r w:rsidRPr="004675BD">
        <w:rPr>
          <w:rFonts w:ascii="Times New Roman" w:hAnsi="Times New Roman"/>
          <w:b/>
          <w:sz w:val="28"/>
          <w:szCs w:val="28"/>
        </w:rPr>
        <w:t xml:space="preserve">1.5. </w:t>
      </w:r>
      <w:r>
        <w:rPr>
          <w:rFonts w:ascii="Times New Roman" w:hAnsi="Times New Roman"/>
          <w:sz w:val="28"/>
          <w:szCs w:val="28"/>
        </w:rPr>
        <w:t>Раздел 2.7. Обоснование финансовых, материальных и трудовых затрат (ресурсное обеспечение подпрограммы) изложить в следующей редакции:</w:t>
      </w:r>
    </w:p>
    <w:p w:rsidR="006352CA" w:rsidRPr="00F44F84" w:rsidRDefault="006352CA" w:rsidP="00DD7C8F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44F84">
        <w:rPr>
          <w:rFonts w:ascii="Times New Roman" w:hAnsi="Times New Roman"/>
          <w:sz w:val="28"/>
          <w:szCs w:val="28"/>
        </w:rPr>
        <w:t>«2.7. Обоснование финансовых, материальных и трудовых затрат  (ресурсное обеспечение подпрограммы) с указанием источников финансирования.</w:t>
      </w:r>
    </w:p>
    <w:p w:rsidR="006352CA" w:rsidRPr="00FF3AF6" w:rsidRDefault="006352CA" w:rsidP="00DD7C8F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FF3AF6">
        <w:rPr>
          <w:rFonts w:ascii="Times New Roman" w:hAnsi="Times New Roman"/>
          <w:sz w:val="28"/>
          <w:szCs w:val="28"/>
        </w:rPr>
        <w:t xml:space="preserve">Подпрограмма финансируется за счет средств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3FA4">
        <w:rPr>
          <w:rFonts w:ascii="Times New Roman" w:eastAsia="BatangChe" w:hAnsi="Times New Roman"/>
          <w:sz w:val="28"/>
          <w:szCs w:val="28"/>
        </w:rPr>
        <w:t>федерального,</w:t>
      </w:r>
      <w:r w:rsidRPr="00FF3AF6">
        <w:rPr>
          <w:rFonts w:ascii="Times New Roman" w:hAnsi="Times New Roman"/>
          <w:sz w:val="28"/>
          <w:szCs w:val="28"/>
        </w:rPr>
        <w:t xml:space="preserve"> краевого и местного бюджетов.</w:t>
      </w:r>
    </w:p>
    <w:p w:rsidR="006352CA" w:rsidRPr="002851A5" w:rsidRDefault="006352CA" w:rsidP="00DD7C8F">
      <w:pPr>
        <w:ind w:left="34" w:right="260"/>
        <w:jc w:val="both"/>
        <w:rPr>
          <w:sz w:val="28"/>
          <w:szCs w:val="28"/>
        </w:rPr>
      </w:pPr>
      <w:r w:rsidRPr="0016353C">
        <w:rPr>
          <w:sz w:val="28"/>
          <w:szCs w:val="28"/>
        </w:rPr>
        <w:t xml:space="preserve">Объем финансирования подпрограммы составит   </w:t>
      </w:r>
      <w:r w:rsidRPr="00374E73">
        <w:rPr>
          <w:sz w:val="28"/>
          <w:szCs w:val="28"/>
        </w:rPr>
        <w:t xml:space="preserve">2 253 551,2 </w:t>
      </w:r>
      <w:r w:rsidRPr="002851A5">
        <w:rPr>
          <w:sz w:val="28"/>
          <w:szCs w:val="28"/>
        </w:rPr>
        <w:t>тыс. рублей, в том числе:</w:t>
      </w:r>
    </w:p>
    <w:p w:rsidR="006352CA" w:rsidRPr="00374E73" w:rsidRDefault="006352CA" w:rsidP="00B82CA5">
      <w:pPr>
        <w:ind w:left="851" w:right="260" w:hanging="851"/>
        <w:jc w:val="both"/>
        <w:rPr>
          <w:sz w:val="28"/>
          <w:szCs w:val="28"/>
        </w:rPr>
      </w:pPr>
      <w:r w:rsidRPr="00374E73">
        <w:rPr>
          <w:sz w:val="28"/>
          <w:szCs w:val="28"/>
        </w:rPr>
        <w:t>2014 год – 389</w:t>
      </w:r>
      <w:r>
        <w:rPr>
          <w:sz w:val="28"/>
          <w:szCs w:val="28"/>
        </w:rPr>
        <w:t xml:space="preserve"> </w:t>
      </w:r>
      <w:r w:rsidRPr="00374E73">
        <w:rPr>
          <w:sz w:val="28"/>
          <w:szCs w:val="28"/>
        </w:rPr>
        <w:t>182,8 тыс. рублей;</w:t>
      </w:r>
    </w:p>
    <w:p w:rsidR="006352CA" w:rsidRPr="00374E73" w:rsidRDefault="006352CA" w:rsidP="00B82CA5">
      <w:pPr>
        <w:ind w:left="851" w:right="260" w:hanging="851"/>
        <w:jc w:val="both"/>
        <w:rPr>
          <w:sz w:val="28"/>
          <w:szCs w:val="28"/>
        </w:rPr>
      </w:pPr>
      <w:r w:rsidRPr="00374E73">
        <w:rPr>
          <w:sz w:val="28"/>
          <w:szCs w:val="28"/>
        </w:rPr>
        <w:t>2015 год –</w:t>
      </w:r>
      <w:r>
        <w:rPr>
          <w:sz w:val="28"/>
          <w:szCs w:val="28"/>
        </w:rPr>
        <w:t xml:space="preserve"> </w:t>
      </w:r>
      <w:r w:rsidRPr="00374E73">
        <w:rPr>
          <w:sz w:val="28"/>
          <w:szCs w:val="28"/>
        </w:rPr>
        <w:t>460 359,5 тыс. рублей;</w:t>
      </w:r>
    </w:p>
    <w:p w:rsidR="006352CA" w:rsidRPr="00374E73" w:rsidRDefault="006352CA" w:rsidP="00B82CA5">
      <w:pPr>
        <w:ind w:left="851" w:right="260" w:hanging="851"/>
        <w:jc w:val="both"/>
        <w:rPr>
          <w:sz w:val="28"/>
          <w:szCs w:val="28"/>
        </w:rPr>
      </w:pPr>
      <w:r w:rsidRPr="00374E73">
        <w:rPr>
          <w:sz w:val="28"/>
          <w:szCs w:val="28"/>
        </w:rPr>
        <w:t>2016 год – 493 498,8  тыс. рублей;</w:t>
      </w:r>
    </w:p>
    <w:p w:rsidR="006352CA" w:rsidRPr="00374E73" w:rsidRDefault="006352CA" w:rsidP="00B82CA5">
      <w:pPr>
        <w:ind w:left="851" w:right="260" w:hanging="851"/>
        <w:jc w:val="both"/>
        <w:rPr>
          <w:sz w:val="28"/>
          <w:szCs w:val="28"/>
        </w:rPr>
      </w:pPr>
      <w:r w:rsidRPr="00374E73">
        <w:rPr>
          <w:sz w:val="28"/>
          <w:szCs w:val="28"/>
        </w:rPr>
        <w:t>2017 год – 460 500,6 тыс. рублей;</w:t>
      </w:r>
    </w:p>
    <w:p w:rsidR="006352CA" w:rsidRPr="00374E73" w:rsidRDefault="006352CA" w:rsidP="00B82CA5">
      <w:pPr>
        <w:ind w:left="851" w:right="260" w:hanging="851"/>
        <w:jc w:val="both"/>
        <w:rPr>
          <w:sz w:val="28"/>
          <w:szCs w:val="28"/>
        </w:rPr>
      </w:pPr>
      <w:r w:rsidRPr="00374E73">
        <w:rPr>
          <w:sz w:val="28"/>
          <w:szCs w:val="28"/>
        </w:rPr>
        <w:t>2018 год – 450 009,5 тыс. рублей.</w:t>
      </w:r>
    </w:p>
    <w:p w:rsidR="006352CA" w:rsidRPr="00374E73" w:rsidRDefault="006352CA" w:rsidP="00B82CA5">
      <w:pPr>
        <w:ind w:left="851" w:right="260" w:hanging="851"/>
        <w:jc w:val="both"/>
        <w:rPr>
          <w:sz w:val="28"/>
          <w:szCs w:val="28"/>
        </w:rPr>
      </w:pPr>
    </w:p>
    <w:p w:rsidR="006352CA" w:rsidRPr="00374E73" w:rsidRDefault="006352CA" w:rsidP="00B82CA5">
      <w:pPr>
        <w:ind w:right="260"/>
        <w:jc w:val="both"/>
        <w:rPr>
          <w:sz w:val="28"/>
          <w:szCs w:val="28"/>
        </w:rPr>
      </w:pPr>
      <w:r w:rsidRPr="00374E73">
        <w:rPr>
          <w:sz w:val="28"/>
          <w:szCs w:val="28"/>
        </w:rPr>
        <w:t>за счет средств  федерального бюджета составит 2380,7 тыс. рублей, в том числе по годам:</w:t>
      </w:r>
    </w:p>
    <w:p w:rsidR="006352CA" w:rsidRPr="00374E73" w:rsidRDefault="006352CA" w:rsidP="00B82CA5">
      <w:pPr>
        <w:ind w:left="851" w:right="260" w:hanging="851"/>
        <w:jc w:val="both"/>
        <w:rPr>
          <w:sz w:val="28"/>
          <w:szCs w:val="28"/>
        </w:rPr>
      </w:pPr>
      <w:r w:rsidRPr="00374E73">
        <w:rPr>
          <w:sz w:val="28"/>
          <w:szCs w:val="28"/>
        </w:rPr>
        <w:t>2015 год –694,0 тыс. рублей;</w:t>
      </w:r>
    </w:p>
    <w:p w:rsidR="006352CA" w:rsidRPr="00374E73" w:rsidRDefault="006352CA" w:rsidP="00B82CA5">
      <w:pPr>
        <w:ind w:left="851" w:right="260" w:hanging="851"/>
        <w:jc w:val="both"/>
        <w:rPr>
          <w:sz w:val="28"/>
          <w:szCs w:val="28"/>
        </w:rPr>
      </w:pPr>
      <w:r w:rsidRPr="00374E73">
        <w:rPr>
          <w:sz w:val="28"/>
          <w:szCs w:val="28"/>
        </w:rPr>
        <w:t>2016 год - 1686,7 тыс. рублей.</w:t>
      </w:r>
    </w:p>
    <w:p w:rsidR="006352CA" w:rsidRPr="00374E73" w:rsidRDefault="006352CA" w:rsidP="00B82CA5">
      <w:pPr>
        <w:ind w:left="851" w:right="260" w:hanging="851"/>
        <w:jc w:val="both"/>
        <w:rPr>
          <w:sz w:val="28"/>
          <w:szCs w:val="28"/>
        </w:rPr>
      </w:pPr>
    </w:p>
    <w:p w:rsidR="006352CA" w:rsidRPr="00374E73" w:rsidRDefault="006352CA" w:rsidP="00B82CA5">
      <w:pPr>
        <w:ind w:right="260"/>
        <w:jc w:val="both"/>
        <w:rPr>
          <w:sz w:val="28"/>
          <w:szCs w:val="28"/>
        </w:rPr>
      </w:pPr>
      <w:r w:rsidRPr="00374E73">
        <w:rPr>
          <w:sz w:val="28"/>
          <w:szCs w:val="28"/>
        </w:rPr>
        <w:t>за счет средств  краевого бюджета составит 1 576 360,0  тыс. рублей, в том числе по годам:</w:t>
      </w:r>
    </w:p>
    <w:p w:rsidR="006352CA" w:rsidRPr="00374E73" w:rsidRDefault="006352CA" w:rsidP="00B82CA5">
      <w:pPr>
        <w:ind w:left="851" w:right="260" w:hanging="851"/>
        <w:jc w:val="both"/>
        <w:rPr>
          <w:sz w:val="28"/>
          <w:szCs w:val="28"/>
        </w:rPr>
      </w:pPr>
      <w:r w:rsidRPr="00374E73">
        <w:rPr>
          <w:sz w:val="28"/>
          <w:szCs w:val="28"/>
        </w:rPr>
        <w:t>2014 год – 252 280,9 тыс. рублей;</w:t>
      </w:r>
    </w:p>
    <w:p w:rsidR="006352CA" w:rsidRPr="00374E73" w:rsidRDefault="006352CA" w:rsidP="00B82CA5">
      <w:pPr>
        <w:ind w:left="851" w:right="260" w:hanging="851"/>
        <w:jc w:val="both"/>
        <w:rPr>
          <w:sz w:val="28"/>
          <w:szCs w:val="28"/>
        </w:rPr>
      </w:pPr>
      <w:r w:rsidRPr="00374E73">
        <w:rPr>
          <w:sz w:val="28"/>
          <w:szCs w:val="28"/>
        </w:rPr>
        <w:t>2015 год – 302 105, 7 тыс. рублей;</w:t>
      </w:r>
    </w:p>
    <w:p w:rsidR="006352CA" w:rsidRPr="00374E73" w:rsidRDefault="006352CA" w:rsidP="00B82CA5">
      <w:pPr>
        <w:ind w:left="851" w:right="260" w:hanging="851"/>
        <w:jc w:val="both"/>
        <w:rPr>
          <w:sz w:val="28"/>
          <w:szCs w:val="28"/>
        </w:rPr>
      </w:pPr>
      <w:r w:rsidRPr="00374E73">
        <w:rPr>
          <w:sz w:val="28"/>
          <w:szCs w:val="28"/>
        </w:rPr>
        <w:t>2016 год – 356 002,2 тыс. рублей;</w:t>
      </w:r>
    </w:p>
    <w:p w:rsidR="006352CA" w:rsidRPr="00374E73" w:rsidRDefault="006352CA" w:rsidP="00B82CA5">
      <w:pPr>
        <w:ind w:left="851" w:right="260" w:hanging="851"/>
        <w:jc w:val="both"/>
        <w:rPr>
          <w:sz w:val="28"/>
          <w:szCs w:val="28"/>
        </w:rPr>
      </w:pPr>
      <w:r w:rsidRPr="00374E73">
        <w:rPr>
          <w:sz w:val="28"/>
          <w:szCs w:val="28"/>
        </w:rPr>
        <w:t>2017 год – 337 373,6 тыс. рублей;</w:t>
      </w:r>
    </w:p>
    <w:p w:rsidR="006352CA" w:rsidRPr="00374E73" w:rsidRDefault="006352CA" w:rsidP="00B82CA5">
      <w:pPr>
        <w:ind w:left="851" w:right="260" w:hanging="851"/>
        <w:jc w:val="both"/>
        <w:rPr>
          <w:sz w:val="28"/>
          <w:szCs w:val="28"/>
        </w:rPr>
      </w:pPr>
      <w:r w:rsidRPr="00374E73">
        <w:rPr>
          <w:sz w:val="28"/>
          <w:szCs w:val="28"/>
        </w:rPr>
        <w:t>2018 год – 328 597,6 тыс. рублей.</w:t>
      </w:r>
    </w:p>
    <w:p w:rsidR="006352CA" w:rsidRPr="00374E73" w:rsidRDefault="006352CA" w:rsidP="00B82CA5">
      <w:pPr>
        <w:ind w:left="851" w:right="260" w:hanging="851"/>
        <w:jc w:val="both"/>
        <w:rPr>
          <w:sz w:val="28"/>
          <w:szCs w:val="28"/>
        </w:rPr>
      </w:pPr>
    </w:p>
    <w:p w:rsidR="006352CA" w:rsidRPr="00374E73" w:rsidRDefault="006352CA" w:rsidP="00B82CA5">
      <w:pPr>
        <w:ind w:right="260"/>
        <w:jc w:val="both"/>
        <w:rPr>
          <w:sz w:val="28"/>
          <w:szCs w:val="28"/>
        </w:rPr>
      </w:pPr>
      <w:r w:rsidRPr="00374E73">
        <w:rPr>
          <w:sz w:val="28"/>
          <w:szCs w:val="28"/>
        </w:rPr>
        <w:t>за счет средств  районного бюджета составит</w:t>
      </w:r>
      <w:r>
        <w:rPr>
          <w:sz w:val="28"/>
          <w:szCs w:val="28"/>
        </w:rPr>
        <w:t xml:space="preserve"> </w:t>
      </w:r>
      <w:r w:rsidRPr="00374E73">
        <w:rPr>
          <w:sz w:val="28"/>
          <w:szCs w:val="28"/>
        </w:rPr>
        <w:t>674 810,5 тыс. рублей, в том числе по годам:</w:t>
      </w:r>
    </w:p>
    <w:p w:rsidR="006352CA" w:rsidRPr="00374E73" w:rsidRDefault="006352CA" w:rsidP="00B82CA5">
      <w:pPr>
        <w:ind w:left="851" w:right="260" w:hanging="851"/>
        <w:jc w:val="both"/>
        <w:rPr>
          <w:sz w:val="28"/>
          <w:szCs w:val="28"/>
        </w:rPr>
      </w:pPr>
      <w:r w:rsidRPr="00374E73">
        <w:rPr>
          <w:sz w:val="28"/>
          <w:szCs w:val="28"/>
        </w:rPr>
        <w:t>2014 год – 136 901,9 тыс. рублей;</w:t>
      </w:r>
    </w:p>
    <w:p w:rsidR="006352CA" w:rsidRPr="00374E73" w:rsidRDefault="006352CA" w:rsidP="00B82CA5">
      <w:pPr>
        <w:ind w:left="851" w:right="260" w:hanging="851"/>
        <w:jc w:val="both"/>
        <w:rPr>
          <w:sz w:val="28"/>
          <w:szCs w:val="28"/>
        </w:rPr>
      </w:pPr>
      <w:r w:rsidRPr="00374E73">
        <w:rPr>
          <w:sz w:val="28"/>
          <w:szCs w:val="28"/>
        </w:rPr>
        <w:t>2015 год – 157 559, 8 тыс. рублей;</w:t>
      </w:r>
    </w:p>
    <w:p w:rsidR="006352CA" w:rsidRPr="00374E73" w:rsidRDefault="006352CA" w:rsidP="00B82CA5">
      <w:pPr>
        <w:ind w:left="851" w:right="260" w:hanging="851"/>
        <w:jc w:val="both"/>
        <w:rPr>
          <w:sz w:val="28"/>
          <w:szCs w:val="28"/>
        </w:rPr>
      </w:pPr>
      <w:r w:rsidRPr="00374E73">
        <w:rPr>
          <w:sz w:val="28"/>
          <w:szCs w:val="28"/>
        </w:rPr>
        <w:t>2016 год – 135 809,9  тыс. рублей</w:t>
      </w:r>
    </w:p>
    <w:p w:rsidR="006352CA" w:rsidRPr="00374E73" w:rsidRDefault="006352CA" w:rsidP="00B82CA5">
      <w:pPr>
        <w:ind w:left="851" w:right="260" w:hanging="851"/>
        <w:jc w:val="both"/>
        <w:rPr>
          <w:sz w:val="28"/>
          <w:szCs w:val="28"/>
        </w:rPr>
      </w:pPr>
      <w:r w:rsidRPr="00374E73">
        <w:rPr>
          <w:sz w:val="28"/>
          <w:szCs w:val="28"/>
        </w:rPr>
        <w:t xml:space="preserve">2017 год – 123 127,0 тыс. рублей; </w:t>
      </w:r>
    </w:p>
    <w:p w:rsidR="006352CA" w:rsidRPr="0016353C" w:rsidRDefault="006352CA" w:rsidP="00B82CA5">
      <w:pPr>
        <w:ind w:left="851" w:right="260" w:hanging="851"/>
        <w:jc w:val="both"/>
        <w:rPr>
          <w:sz w:val="28"/>
          <w:szCs w:val="28"/>
        </w:rPr>
      </w:pPr>
      <w:r w:rsidRPr="00374E73">
        <w:rPr>
          <w:sz w:val="28"/>
          <w:szCs w:val="28"/>
        </w:rPr>
        <w:t>2</w:t>
      </w:r>
      <w:r>
        <w:rPr>
          <w:sz w:val="28"/>
          <w:szCs w:val="28"/>
        </w:rPr>
        <w:t>018 год – 121 411,9 тыс. рублей».</w:t>
      </w:r>
    </w:p>
    <w:p w:rsidR="006352CA" w:rsidRPr="0016353C" w:rsidRDefault="006352CA" w:rsidP="00171DDD">
      <w:pPr>
        <w:adjustRightInd w:val="0"/>
        <w:ind w:left="851" w:right="260"/>
        <w:rPr>
          <w:bCs/>
          <w:sz w:val="28"/>
          <w:szCs w:val="28"/>
        </w:rPr>
      </w:pPr>
    </w:p>
    <w:p w:rsidR="006352CA" w:rsidRDefault="006352CA" w:rsidP="00B82CA5">
      <w:pPr>
        <w:pStyle w:val="NoSpacing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A473BF">
        <w:rPr>
          <w:rFonts w:ascii="Times New Roman" w:hAnsi="Times New Roman"/>
          <w:b/>
          <w:sz w:val="28"/>
          <w:szCs w:val="28"/>
        </w:rPr>
        <w:t>1.6.</w:t>
      </w:r>
      <w:r w:rsidRPr="00852D78">
        <w:rPr>
          <w:rFonts w:ascii="Times New Roman" w:hAnsi="Times New Roman"/>
          <w:sz w:val="28"/>
          <w:szCs w:val="28"/>
        </w:rPr>
        <w:t xml:space="preserve"> Приложение</w:t>
      </w:r>
      <w:r w:rsidRPr="006D20E1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1</w:t>
      </w:r>
      <w:r w:rsidRPr="006D20E1">
        <w:rPr>
          <w:rFonts w:ascii="Times New Roman" w:hAnsi="Times New Roman"/>
          <w:sz w:val="28"/>
          <w:szCs w:val="28"/>
        </w:rPr>
        <w:t xml:space="preserve"> к постановлению администрации Ермаковского района к Паспорту подпрограммы 1 «Развитие дошкольного, общего и дополнительного образования детей» изложить в новой редакции согласно приложению №</w:t>
      </w:r>
      <w:r>
        <w:rPr>
          <w:rFonts w:ascii="Times New Roman" w:hAnsi="Times New Roman"/>
          <w:sz w:val="28"/>
          <w:szCs w:val="28"/>
        </w:rPr>
        <w:t>2</w:t>
      </w:r>
      <w:r w:rsidRPr="006D20E1">
        <w:rPr>
          <w:rFonts w:ascii="Times New Roman" w:hAnsi="Times New Roman"/>
          <w:sz w:val="28"/>
          <w:szCs w:val="28"/>
        </w:rPr>
        <w:t>.</w:t>
      </w:r>
    </w:p>
    <w:p w:rsidR="006352CA" w:rsidRDefault="006352CA" w:rsidP="00B82CA5">
      <w:pPr>
        <w:pStyle w:val="NoSpacing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301A65">
        <w:rPr>
          <w:b/>
          <w:sz w:val="28"/>
          <w:szCs w:val="28"/>
        </w:rPr>
        <w:t>1</w:t>
      </w:r>
      <w:r w:rsidRPr="008D6023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7</w:t>
      </w:r>
      <w:r w:rsidRPr="008D6023">
        <w:rPr>
          <w:rFonts w:ascii="Times New Roman" w:hAnsi="Times New Roman"/>
          <w:sz w:val="28"/>
          <w:szCs w:val="28"/>
        </w:rPr>
        <w:t xml:space="preserve">. </w:t>
      </w:r>
      <w:r w:rsidRPr="00852D78">
        <w:rPr>
          <w:rFonts w:ascii="Times New Roman" w:hAnsi="Times New Roman"/>
          <w:sz w:val="28"/>
          <w:szCs w:val="28"/>
        </w:rPr>
        <w:t xml:space="preserve"> Приложение</w:t>
      </w:r>
      <w:r w:rsidRPr="006D20E1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2</w:t>
      </w:r>
      <w:r w:rsidRPr="006D20E1">
        <w:rPr>
          <w:rFonts w:ascii="Times New Roman" w:hAnsi="Times New Roman"/>
          <w:sz w:val="28"/>
          <w:szCs w:val="28"/>
        </w:rPr>
        <w:t xml:space="preserve"> к постановлению администрации Ермаковского </w:t>
      </w:r>
      <w:r>
        <w:rPr>
          <w:rFonts w:ascii="Times New Roman" w:hAnsi="Times New Roman"/>
          <w:sz w:val="28"/>
          <w:szCs w:val="28"/>
        </w:rPr>
        <w:t>района к Паспорту подпрограммы 5</w:t>
      </w:r>
      <w:r w:rsidRPr="006D20E1">
        <w:rPr>
          <w:rFonts w:ascii="Times New Roman" w:hAnsi="Times New Roman"/>
          <w:sz w:val="28"/>
          <w:szCs w:val="28"/>
        </w:rPr>
        <w:t xml:space="preserve"> «Развитие дошкольного, общего и дополнительного образования детей» изложить в новой редакции согласно приложению №</w:t>
      </w:r>
      <w:r>
        <w:rPr>
          <w:rFonts w:ascii="Times New Roman" w:hAnsi="Times New Roman"/>
          <w:sz w:val="28"/>
          <w:szCs w:val="28"/>
        </w:rPr>
        <w:t>3</w:t>
      </w:r>
      <w:r w:rsidRPr="006D20E1">
        <w:rPr>
          <w:rFonts w:ascii="Times New Roman" w:hAnsi="Times New Roman"/>
          <w:sz w:val="28"/>
          <w:szCs w:val="28"/>
        </w:rPr>
        <w:t>.</w:t>
      </w:r>
    </w:p>
    <w:p w:rsidR="006352CA" w:rsidRPr="002E5290" w:rsidRDefault="006352CA" w:rsidP="00B82CA5">
      <w:pPr>
        <w:pStyle w:val="NoSpacing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5A2143">
        <w:rPr>
          <w:rFonts w:ascii="Times New Roman" w:hAnsi="Times New Roman"/>
          <w:b/>
          <w:sz w:val="28"/>
          <w:szCs w:val="28"/>
        </w:rPr>
        <w:t>1.8.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D6023">
        <w:rPr>
          <w:rFonts w:ascii="Times New Roman" w:hAnsi="Times New Roman"/>
          <w:sz w:val="28"/>
          <w:szCs w:val="28"/>
        </w:rPr>
        <w:t>В  Приложении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8D6023">
        <w:rPr>
          <w:rFonts w:ascii="Times New Roman" w:hAnsi="Times New Roman"/>
          <w:sz w:val="28"/>
          <w:szCs w:val="28"/>
        </w:rPr>
        <w:t>6 к  муниципальной программе «Развитие образования Ермаковского района» Подпрограммы 5 «Обеспечение реализации муниципальной программы и прочие мероприятия» позицию   «Объемы и источники финансирования подпрограммы»  изложить в следующей</w:t>
      </w:r>
      <w:r w:rsidRPr="002E5290">
        <w:rPr>
          <w:rFonts w:ascii="Times New Roman" w:hAnsi="Times New Roman"/>
          <w:sz w:val="28"/>
          <w:szCs w:val="28"/>
        </w:rPr>
        <w:t xml:space="preserve"> редакции:</w:t>
      </w:r>
    </w:p>
    <w:p w:rsidR="006352CA" w:rsidRPr="00E635D8" w:rsidRDefault="006352CA" w:rsidP="00B82CA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635D8">
        <w:rPr>
          <w:sz w:val="28"/>
          <w:szCs w:val="28"/>
        </w:rPr>
        <w:t>Подпрограмма финансируется за счет средств районного  и краевого бюджет</w:t>
      </w:r>
      <w:r>
        <w:rPr>
          <w:sz w:val="28"/>
          <w:szCs w:val="28"/>
        </w:rPr>
        <w:t>ов</w:t>
      </w:r>
      <w:r w:rsidRPr="00E635D8">
        <w:rPr>
          <w:sz w:val="28"/>
          <w:szCs w:val="28"/>
        </w:rPr>
        <w:t>.</w:t>
      </w:r>
    </w:p>
    <w:p w:rsidR="006352CA" w:rsidRDefault="006352CA" w:rsidP="00DD7C8F">
      <w:pPr>
        <w:jc w:val="both"/>
        <w:rPr>
          <w:sz w:val="28"/>
          <w:szCs w:val="28"/>
        </w:rPr>
      </w:pPr>
      <w:r>
        <w:rPr>
          <w:sz w:val="28"/>
          <w:szCs w:val="28"/>
        </w:rPr>
        <w:t>Объем финансирования подпрограммы составит 100 961,7 тыс. рублей, в том числе:</w:t>
      </w:r>
    </w:p>
    <w:p w:rsidR="006352CA" w:rsidRDefault="006352CA" w:rsidP="00DA296A">
      <w:pPr>
        <w:jc w:val="both"/>
        <w:rPr>
          <w:sz w:val="28"/>
          <w:szCs w:val="28"/>
        </w:rPr>
      </w:pPr>
      <w:r>
        <w:rPr>
          <w:sz w:val="28"/>
          <w:szCs w:val="28"/>
        </w:rPr>
        <w:t>2014 год –  20 311,8 тыс. рублей;</w:t>
      </w:r>
    </w:p>
    <w:p w:rsidR="006352CA" w:rsidRDefault="006352CA" w:rsidP="00DA296A">
      <w:pPr>
        <w:jc w:val="both"/>
        <w:rPr>
          <w:sz w:val="28"/>
          <w:szCs w:val="28"/>
        </w:rPr>
      </w:pPr>
      <w:r>
        <w:rPr>
          <w:sz w:val="28"/>
          <w:szCs w:val="28"/>
        </w:rPr>
        <w:t>2015 год –  20 635, 5 тыс. рублей;</w:t>
      </w:r>
    </w:p>
    <w:p w:rsidR="006352CA" w:rsidRDefault="006352CA" w:rsidP="00DA296A">
      <w:pPr>
        <w:jc w:val="both"/>
        <w:rPr>
          <w:sz w:val="28"/>
          <w:szCs w:val="28"/>
        </w:rPr>
      </w:pPr>
      <w:r>
        <w:rPr>
          <w:sz w:val="28"/>
          <w:szCs w:val="28"/>
        </w:rPr>
        <w:t>2016 год –  21 307,0 тыс. рублей;</w:t>
      </w:r>
    </w:p>
    <w:p w:rsidR="006352CA" w:rsidRDefault="006352CA" w:rsidP="00DA296A">
      <w:pPr>
        <w:jc w:val="both"/>
        <w:rPr>
          <w:sz w:val="28"/>
          <w:szCs w:val="28"/>
        </w:rPr>
      </w:pPr>
      <w:r>
        <w:rPr>
          <w:sz w:val="28"/>
          <w:szCs w:val="28"/>
        </w:rPr>
        <w:t>2017 год –  19 480,400 тыс. рублей;</w:t>
      </w:r>
    </w:p>
    <w:p w:rsidR="006352CA" w:rsidRDefault="006352CA" w:rsidP="00DA296A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2018 год –  19 227,000 тыс. рублей.</w:t>
      </w:r>
    </w:p>
    <w:p w:rsidR="006352CA" w:rsidRDefault="006352CA" w:rsidP="00DA296A">
      <w:pPr>
        <w:jc w:val="both"/>
        <w:rPr>
          <w:sz w:val="28"/>
          <w:szCs w:val="28"/>
        </w:rPr>
      </w:pPr>
    </w:p>
    <w:p w:rsidR="006352CA" w:rsidRDefault="006352CA" w:rsidP="00DA29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 счет средств краевого бюджета составит 6 963, 3тыс. рублей, в т. ч. по годам:</w:t>
      </w:r>
    </w:p>
    <w:p w:rsidR="006352CA" w:rsidRDefault="006352CA" w:rsidP="00DA296A">
      <w:pPr>
        <w:jc w:val="both"/>
        <w:rPr>
          <w:sz w:val="28"/>
          <w:szCs w:val="28"/>
        </w:rPr>
      </w:pPr>
      <w:r>
        <w:rPr>
          <w:sz w:val="28"/>
          <w:szCs w:val="28"/>
        </w:rPr>
        <w:t>2014 год –  1 490,2 тыс. рублей;</w:t>
      </w:r>
    </w:p>
    <w:p w:rsidR="006352CA" w:rsidRDefault="006352CA" w:rsidP="00DA296A">
      <w:pPr>
        <w:jc w:val="both"/>
        <w:rPr>
          <w:sz w:val="28"/>
          <w:szCs w:val="28"/>
        </w:rPr>
      </w:pPr>
      <w:r>
        <w:rPr>
          <w:sz w:val="28"/>
          <w:szCs w:val="28"/>
        </w:rPr>
        <w:t>2015 год –  1 585, 4тыс. рублей;</w:t>
      </w:r>
    </w:p>
    <w:p w:rsidR="006352CA" w:rsidRDefault="006352CA" w:rsidP="00DA296A">
      <w:pPr>
        <w:jc w:val="both"/>
        <w:rPr>
          <w:sz w:val="28"/>
          <w:szCs w:val="28"/>
        </w:rPr>
      </w:pPr>
      <w:r>
        <w:rPr>
          <w:sz w:val="28"/>
          <w:szCs w:val="28"/>
        </w:rPr>
        <w:t>2016 год –  1 327,5 тыс. рублей;</w:t>
      </w:r>
    </w:p>
    <w:p w:rsidR="006352CA" w:rsidRDefault="006352CA" w:rsidP="00DA296A">
      <w:pPr>
        <w:jc w:val="both"/>
        <w:rPr>
          <w:sz w:val="28"/>
          <w:szCs w:val="28"/>
        </w:rPr>
      </w:pPr>
      <w:r>
        <w:rPr>
          <w:sz w:val="28"/>
          <w:szCs w:val="28"/>
        </w:rPr>
        <w:t>2017 год –  1 280,1 тыс. рублей;</w:t>
      </w:r>
    </w:p>
    <w:p w:rsidR="006352CA" w:rsidRDefault="006352CA" w:rsidP="00DA296A">
      <w:pPr>
        <w:jc w:val="both"/>
        <w:rPr>
          <w:sz w:val="28"/>
          <w:szCs w:val="28"/>
        </w:rPr>
      </w:pPr>
      <w:r>
        <w:rPr>
          <w:sz w:val="28"/>
          <w:szCs w:val="28"/>
        </w:rPr>
        <w:t>2018 год –  1 280,1 тыс. рублей.</w:t>
      </w:r>
    </w:p>
    <w:p w:rsidR="006352CA" w:rsidRDefault="006352CA" w:rsidP="00DA296A">
      <w:pPr>
        <w:jc w:val="both"/>
        <w:rPr>
          <w:sz w:val="28"/>
          <w:szCs w:val="28"/>
        </w:rPr>
      </w:pPr>
    </w:p>
    <w:p w:rsidR="006352CA" w:rsidRDefault="006352CA" w:rsidP="00DA29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 счет средств районного бюджета составит  93998,4 тыс. рублей, в т. ч. по годам:</w:t>
      </w:r>
    </w:p>
    <w:p w:rsidR="006352CA" w:rsidRDefault="006352CA" w:rsidP="00DA296A">
      <w:pPr>
        <w:jc w:val="both"/>
        <w:rPr>
          <w:sz w:val="28"/>
          <w:szCs w:val="28"/>
        </w:rPr>
      </w:pPr>
      <w:r>
        <w:rPr>
          <w:sz w:val="28"/>
          <w:szCs w:val="28"/>
        </w:rPr>
        <w:t>2014 год –  18 821,6 тыс. рублей;</w:t>
      </w:r>
    </w:p>
    <w:p w:rsidR="006352CA" w:rsidRDefault="006352CA" w:rsidP="00DA296A">
      <w:pPr>
        <w:jc w:val="both"/>
        <w:rPr>
          <w:sz w:val="28"/>
          <w:szCs w:val="28"/>
        </w:rPr>
      </w:pPr>
      <w:r>
        <w:rPr>
          <w:sz w:val="28"/>
          <w:szCs w:val="28"/>
        </w:rPr>
        <w:t>2015 год –  19 050,1 тыс. рублей;</w:t>
      </w:r>
    </w:p>
    <w:p w:rsidR="006352CA" w:rsidRDefault="006352CA" w:rsidP="00DA296A">
      <w:pPr>
        <w:jc w:val="both"/>
        <w:rPr>
          <w:sz w:val="28"/>
          <w:szCs w:val="28"/>
        </w:rPr>
      </w:pPr>
      <w:r>
        <w:rPr>
          <w:sz w:val="28"/>
          <w:szCs w:val="28"/>
        </w:rPr>
        <w:t>2016 год –  19979,5 тыс. рублей;</w:t>
      </w:r>
    </w:p>
    <w:p w:rsidR="006352CA" w:rsidRDefault="006352CA" w:rsidP="00DA296A">
      <w:pPr>
        <w:jc w:val="both"/>
        <w:rPr>
          <w:sz w:val="28"/>
          <w:szCs w:val="28"/>
        </w:rPr>
      </w:pPr>
      <w:r>
        <w:rPr>
          <w:sz w:val="28"/>
          <w:szCs w:val="28"/>
        </w:rPr>
        <w:t>2017 год –  18 200,3  тыс. рублей;</w:t>
      </w:r>
    </w:p>
    <w:p w:rsidR="006352CA" w:rsidRDefault="006352CA" w:rsidP="00DA296A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2018 год –  17 946,9 тыс. рублей».</w:t>
      </w:r>
    </w:p>
    <w:p w:rsidR="006352CA" w:rsidRPr="00E6658A" w:rsidRDefault="006352CA" w:rsidP="00B82CA5">
      <w:pPr>
        <w:tabs>
          <w:tab w:val="left" w:pos="567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1.9. </w:t>
      </w:r>
      <w:r w:rsidRPr="00E6658A">
        <w:rPr>
          <w:sz w:val="28"/>
          <w:szCs w:val="28"/>
        </w:rPr>
        <w:t>Раздел 2.7. Обоснование финансовых, материальных и трудовых затрат (ресурсное обеспечение подпрограммы) изложить в следующей редакции:</w:t>
      </w:r>
    </w:p>
    <w:p w:rsidR="006352CA" w:rsidRPr="00E6658A" w:rsidRDefault="006352CA" w:rsidP="00B82CA5">
      <w:pPr>
        <w:pStyle w:val="NoSpacing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E6658A">
        <w:rPr>
          <w:rFonts w:ascii="Times New Roman" w:hAnsi="Times New Roman"/>
          <w:sz w:val="28"/>
          <w:szCs w:val="28"/>
        </w:rPr>
        <w:t>«2.7. Обоснование финансовых, материальных и трудовых затрат (ресурсное обеспечение подпрограммы)</w:t>
      </w:r>
    </w:p>
    <w:p w:rsidR="006352CA" w:rsidRPr="00E6658A" w:rsidRDefault="006352CA" w:rsidP="00DD7C8F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E6658A">
        <w:rPr>
          <w:rFonts w:ascii="Times New Roman" w:hAnsi="Times New Roman"/>
          <w:sz w:val="28"/>
          <w:szCs w:val="28"/>
          <w:lang w:eastAsia="en-US"/>
        </w:rPr>
        <w:t xml:space="preserve">Финансовое обеспечение реализации подпрограммы осуществляется </w:t>
      </w:r>
      <w:r w:rsidRPr="00E6658A">
        <w:rPr>
          <w:rFonts w:ascii="Times New Roman" w:hAnsi="Times New Roman"/>
          <w:sz w:val="28"/>
          <w:szCs w:val="28"/>
        </w:rPr>
        <w:t>за счет средств районного  и краевого бюджета.</w:t>
      </w:r>
    </w:p>
    <w:p w:rsidR="006352CA" w:rsidRDefault="006352CA" w:rsidP="00DD7C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финансирования подпрограммы составит </w:t>
      </w:r>
      <w:r w:rsidRPr="004E7754">
        <w:rPr>
          <w:sz w:val="28"/>
          <w:szCs w:val="28"/>
        </w:rPr>
        <w:t xml:space="preserve">100 961,7 </w:t>
      </w:r>
      <w:r>
        <w:rPr>
          <w:sz w:val="28"/>
          <w:szCs w:val="28"/>
        </w:rPr>
        <w:t>тыс. рублей, в том числе:</w:t>
      </w:r>
    </w:p>
    <w:p w:rsidR="006352CA" w:rsidRPr="004E7754" w:rsidRDefault="006352CA" w:rsidP="00DA296A">
      <w:pPr>
        <w:jc w:val="both"/>
        <w:rPr>
          <w:sz w:val="28"/>
          <w:szCs w:val="28"/>
        </w:rPr>
      </w:pPr>
      <w:r w:rsidRPr="004E7754">
        <w:rPr>
          <w:sz w:val="28"/>
          <w:szCs w:val="28"/>
        </w:rPr>
        <w:t>2014 год –  20 311,8 тыс. рублей;</w:t>
      </w:r>
    </w:p>
    <w:p w:rsidR="006352CA" w:rsidRPr="004E7754" w:rsidRDefault="006352CA" w:rsidP="00DA296A">
      <w:pPr>
        <w:jc w:val="both"/>
        <w:rPr>
          <w:sz w:val="28"/>
          <w:szCs w:val="28"/>
        </w:rPr>
      </w:pPr>
      <w:r w:rsidRPr="004E7754">
        <w:rPr>
          <w:sz w:val="28"/>
          <w:szCs w:val="28"/>
        </w:rPr>
        <w:t>2015 год –  20 635, 5 тыс. рублей;</w:t>
      </w:r>
    </w:p>
    <w:p w:rsidR="006352CA" w:rsidRDefault="006352CA" w:rsidP="00DA296A">
      <w:pPr>
        <w:jc w:val="both"/>
        <w:rPr>
          <w:sz w:val="28"/>
          <w:szCs w:val="28"/>
        </w:rPr>
      </w:pPr>
      <w:r w:rsidRPr="004E7754">
        <w:rPr>
          <w:sz w:val="28"/>
          <w:szCs w:val="28"/>
        </w:rPr>
        <w:t>2016 год –  21 307,0 тыс. рублей;</w:t>
      </w:r>
    </w:p>
    <w:p w:rsidR="006352CA" w:rsidRDefault="006352CA" w:rsidP="00DA296A">
      <w:pPr>
        <w:jc w:val="both"/>
        <w:rPr>
          <w:sz w:val="28"/>
          <w:szCs w:val="28"/>
        </w:rPr>
      </w:pPr>
      <w:r>
        <w:rPr>
          <w:sz w:val="28"/>
          <w:szCs w:val="28"/>
        </w:rPr>
        <w:t>2017 год –  19 480,4 тыс. рублей;</w:t>
      </w:r>
    </w:p>
    <w:p w:rsidR="006352CA" w:rsidRDefault="006352CA" w:rsidP="00DA296A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2018 год – 19 227,0 тыс. рублей.</w:t>
      </w:r>
    </w:p>
    <w:p w:rsidR="006352CA" w:rsidRDefault="006352CA" w:rsidP="00DA296A">
      <w:pPr>
        <w:jc w:val="both"/>
        <w:rPr>
          <w:sz w:val="28"/>
          <w:szCs w:val="28"/>
        </w:rPr>
      </w:pPr>
    </w:p>
    <w:p w:rsidR="006352CA" w:rsidRPr="004E7754" w:rsidRDefault="006352CA" w:rsidP="00DA29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 счет средств краевого бюджета составит </w:t>
      </w:r>
      <w:r w:rsidRPr="004E7754">
        <w:rPr>
          <w:sz w:val="28"/>
          <w:szCs w:val="28"/>
        </w:rPr>
        <w:t>6 963, 3</w:t>
      </w:r>
      <w:r>
        <w:rPr>
          <w:sz w:val="28"/>
          <w:szCs w:val="28"/>
        </w:rPr>
        <w:t xml:space="preserve">  </w:t>
      </w:r>
      <w:r w:rsidRPr="004E7754">
        <w:rPr>
          <w:sz w:val="28"/>
          <w:szCs w:val="28"/>
        </w:rPr>
        <w:t>тыс. рублей, в т. ч. по годам:</w:t>
      </w:r>
    </w:p>
    <w:p w:rsidR="006352CA" w:rsidRPr="004E7754" w:rsidRDefault="006352CA" w:rsidP="00DA296A">
      <w:pPr>
        <w:jc w:val="both"/>
        <w:rPr>
          <w:sz w:val="28"/>
          <w:szCs w:val="28"/>
        </w:rPr>
      </w:pPr>
      <w:r w:rsidRPr="004E7754">
        <w:rPr>
          <w:sz w:val="28"/>
          <w:szCs w:val="28"/>
        </w:rPr>
        <w:t>2014 год –  1 490,2 тыс. рублей;</w:t>
      </w:r>
    </w:p>
    <w:p w:rsidR="006352CA" w:rsidRPr="004E7754" w:rsidRDefault="006352CA" w:rsidP="00DA296A">
      <w:pPr>
        <w:jc w:val="both"/>
        <w:rPr>
          <w:sz w:val="28"/>
          <w:szCs w:val="28"/>
        </w:rPr>
      </w:pPr>
      <w:r w:rsidRPr="004E7754">
        <w:rPr>
          <w:sz w:val="28"/>
          <w:szCs w:val="28"/>
        </w:rPr>
        <w:t>2015 год –  1 585, 4тыс. рублей;</w:t>
      </w:r>
    </w:p>
    <w:p w:rsidR="006352CA" w:rsidRDefault="006352CA" w:rsidP="00DA296A">
      <w:pPr>
        <w:jc w:val="both"/>
        <w:rPr>
          <w:sz w:val="28"/>
          <w:szCs w:val="28"/>
        </w:rPr>
      </w:pPr>
      <w:r w:rsidRPr="004E7754">
        <w:rPr>
          <w:sz w:val="28"/>
          <w:szCs w:val="28"/>
        </w:rPr>
        <w:t>2016 год –  1 327,5 тыс. рублей;</w:t>
      </w:r>
    </w:p>
    <w:p w:rsidR="006352CA" w:rsidRDefault="006352CA" w:rsidP="00DA296A">
      <w:pPr>
        <w:jc w:val="both"/>
        <w:rPr>
          <w:sz w:val="28"/>
          <w:szCs w:val="28"/>
        </w:rPr>
      </w:pPr>
      <w:r>
        <w:rPr>
          <w:sz w:val="28"/>
          <w:szCs w:val="28"/>
        </w:rPr>
        <w:t>2017 год –  1 280,1 тыс. рублей;</w:t>
      </w:r>
    </w:p>
    <w:p w:rsidR="006352CA" w:rsidRDefault="006352CA" w:rsidP="00DA296A">
      <w:pPr>
        <w:jc w:val="both"/>
        <w:rPr>
          <w:sz w:val="28"/>
          <w:szCs w:val="28"/>
        </w:rPr>
      </w:pPr>
      <w:r>
        <w:rPr>
          <w:sz w:val="28"/>
          <w:szCs w:val="28"/>
        </w:rPr>
        <w:t>2018 год –  1 280,1 тыс. рублей.</w:t>
      </w:r>
    </w:p>
    <w:p w:rsidR="006352CA" w:rsidRDefault="006352CA" w:rsidP="00DA296A">
      <w:pPr>
        <w:jc w:val="both"/>
        <w:rPr>
          <w:sz w:val="28"/>
          <w:szCs w:val="28"/>
        </w:rPr>
      </w:pPr>
    </w:p>
    <w:p w:rsidR="006352CA" w:rsidRPr="00857E3A" w:rsidRDefault="006352CA" w:rsidP="00DA29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 счет средств районного бюджета составит  </w:t>
      </w:r>
      <w:r w:rsidRPr="00857E3A">
        <w:rPr>
          <w:sz w:val="28"/>
          <w:szCs w:val="28"/>
        </w:rPr>
        <w:t>93998,4 тыс. рублей, в т. ч. по годам:</w:t>
      </w:r>
    </w:p>
    <w:p w:rsidR="006352CA" w:rsidRPr="00857E3A" w:rsidRDefault="006352CA" w:rsidP="00DA296A">
      <w:pPr>
        <w:jc w:val="both"/>
        <w:rPr>
          <w:sz w:val="28"/>
          <w:szCs w:val="28"/>
        </w:rPr>
      </w:pPr>
      <w:r w:rsidRPr="00857E3A">
        <w:rPr>
          <w:sz w:val="28"/>
          <w:szCs w:val="28"/>
        </w:rPr>
        <w:t>2014 год –  18 821,6 тыс. рублей;</w:t>
      </w:r>
    </w:p>
    <w:p w:rsidR="006352CA" w:rsidRPr="00857E3A" w:rsidRDefault="006352CA" w:rsidP="00DA296A">
      <w:pPr>
        <w:jc w:val="both"/>
        <w:rPr>
          <w:sz w:val="28"/>
          <w:szCs w:val="28"/>
        </w:rPr>
      </w:pPr>
      <w:r w:rsidRPr="00857E3A">
        <w:rPr>
          <w:sz w:val="28"/>
          <w:szCs w:val="28"/>
        </w:rPr>
        <w:t>2015 год –  19 050,1 тыс. рублей;</w:t>
      </w:r>
    </w:p>
    <w:p w:rsidR="006352CA" w:rsidRDefault="006352CA" w:rsidP="00DA296A">
      <w:pPr>
        <w:jc w:val="both"/>
        <w:rPr>
          <w:sz w:val="28"/>
          <w:szCs w:val="28"/>
        </w:rPr>
      </w:pPr>
      <w:r w:rsidRPr="00857E3A">
        <w:rPr>
          <w:sz w:val="28"/>
          <w:szCs w:val="28"/>
        </w:rPr>
        <w:t>2016 год –  19979,5 тыс. рублей;</w:t>
      </w:r>
    </w:p>
    <w:p w:rsidR="006352CA" w:rsidRDefault="006352CA" w:rsidP="00DA296A">
      <w:pPr>
        <w:jc w:val="both"/>
        <w:rPr>
          <w:sz w:val="28"/>
          <w:szCs w:val="28"/>
        </w:rPr>
      </w:pPr>
      <w:r>
        <w:rPr>
          <w:sz w:val="28"/>
          <w:szCs w:val="28"/>
        </w:rPr>
        <w:t>2017 год –  18 200,3  тыс. рублей;</w:t>
      </w:r>
    </w:p>
    <w:p w:rsidR="006352CA" w:rsidRDefault="006352CA" w:rsidP="00DA296A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2018 год –  17 946,9 тыс. рублей».</w:t>
      </w:r>
    </w:p>
    <w:p w:rsidR="006352CA" w:rsidRPr="003D252D" w:rsidRDefault="006352CA" w:rsidP="00B82CA5">
      <w:pPr>
        <w:tabs>
          <w:tab w:val="left" w:pos="567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8B1BE5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10</w:t>
      </w:r>
      <w:r w:rsidRPr="008B1BE5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6658A">
        <w:rPr>
          <w:sz w:val="28"/>
          <w:szCs w:val="28"/>
        </w:rPr>
        <w:t xml:space="preserve">Приложение </w:t>
      </w:r>
      <w:r w:rsidRPr="006D20E1">
        <w:rPr>
          <w:sz w:val="28"/>
          <w:szCs w:val="28"/>
        </w:rPr>
        <w:t>№</w:t>
      </w:r>
      <w:r>
        <w:rPr>
          <w:sz w:val="28"/>
          <w:szCs w:val="28"/>
        </w:rPr>
        <w:t>1</w:t>
      </w:r>
      <w:r w:rsidRPr="006D20E1">
        <w:rPr>
          <w:sz w:val="28"/>
          <w:szCs w:val="28"/>
        </w:rPr>
        <w:t xml:space="preserve"> к  муниципальной программе «Развитие образования Ермаковского района» Подпрограммы </w:t>
      </w:r>
      <w:r>
        <w:rPr>
          <w:sz w:val="28"/>
          <w:szCs w:val="28"/>
        </w:rPr>
        <w:t>5</w:t>
      </w:r>
      <w:r w:rsidRPr="006D20E1">
        <w:rPr>
          <w:sz w:val="28"/>
          <w:szCs w:val="28"/>
        </w:rPr>
        <w:t xml:space="preserve"> «</w:t>
      </w:r>
      <w:r>
        <w:rPr>
          <w:sz w:val="28"/>
          <w:szCs w:val="28"/>
        </w:rPr>
        <w:t>Обеспечение развития муниципальной программы и прочие мероприятия в области образования»  изложить в новой редакции согласно приложению</w:t>
      </w:r>
      <w:r w:rsidRPr="00FA2F4E">
        <w:rPr>
          <w:sz w:val="28"/>
          <w:szCs w:val="28"/>
        </w:rPr>
        <w:t xml:space="preserve"> </w:t>
      </w:r>
      <w:r>
        <w:rPr>
          <w:sz w:val="28"/>
          <w:szCs w:val="28"/>
        </w:rPr>
        <w:t>№4.</w:t>
      </w:r>
      <w:r>
        <w:rPr>
          <w:b/>
          <w:sz w:val="28"/>
          <w:szCs w:val="28"/>
        </w:rPr>
        <w:t xml:space="preserve"> </w:t>
      </w:r>
    </w:p>
    <w:p w:rsidR="006352CA" w:rsidRPr="003D252D" w:rsidRDefault="006352CA" w:rsidP="00DD7C8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8B1BE5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11</w:t>
      </w:r>
      <w:r w:rsidRPr="008B1BE5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E6658A">
        <w:rPr>
          <w:sz w:val="28"/>
          <w:szCs w:val="28"/>
        </w:rPr>
        <w:t xml:space="preserve">Приложение </w:t>
      </w:r>
      <w:r w:rsidRPr="006D20E1">
        <w:rPr>
          <w:sz w:val="28"/>
          <w:szCs w:val="28"/>
        </w:rPr>
        <w:t>№</w:t>
      </w:r>
      <w:r>
        <w:rPr>
          <w:sz w:val="28"/>
          <w:szCs w:val="28"/>
        </w:rPr>
        <w:t>2</w:t>
      </w:r>
      <w:r w:rsidRPr="006D20E1">
        <w:rPr>
          <w:sz w:val="28"/>
          <w:szCs w:val="28"/>
        </w:rPr>
        <w:t xml:space="preserve"> к  муниципальной программе «Развитие образования Ермаковского района» Подпрограммы </w:t>
      </w:r>
      <w:r>
        <w:rPr>
          <w:sz w:val="28"/>
          <w:szCs w:val="28"/>
        </w:rPr>
        <w:t>5</w:t>
      </w:r>
      <w:r w:rsidRPr="006D20E1">
        <w:rPr>
          <w:sz w:val="28"/>
          <w:szCs w:val="28"/>
        </w:rPr>
        <w:t xml:space="preserve"> «</w:t>
      </w:r>
      <w:r>
        <w:rPr>
          <w:sz w:val="28"/>
          <w:szCs w:val="28"/>
        </w:rPr>
        <w:t>Обеспечение развития муниципальной программы и прочие мероприятия в области образования»  изложить в новой редакции согласно приложению</w:t>
      </w:r>
      <w:r w:rsidRPr="00FA2F4E">
        <w:rPr>
          <w:sz w:val="28"/>
          <w:szCs w:val="28"/>
        </w:rPr>
        <w:t xml:space="preserve"> </w:t>
      </w:r>
      <w:r>
        <w:rPr>
          <w:sz w:val="28"/>
          <w:szCs w:val="28"/>
        </w:rPr>
        <w:t>№5.</w:t>
      </w:r>
      <w:r>
        <w:rPr>
          <w:b/>
          <w:sz w:val="28"/>
          <w:szCs w:val="28"/>
        </w:rPr>
        <w:t xml:space="preserve"> </w:t>
      </w:r>
    </w:p>
    <w:p w:rsidR="006352CA" w:rsidRDefault="006352CA" w:rsidP="00DA296A">
      <w:pPr>
        <w:pStyle w:val="ConsPlusTitle"/>
        <w:jc w:val="both"/>
        <w:outlineLvl w:val="0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2</w:t>
      </w:r>
      <w:r w:rsidRPr="00DA296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Контроль за исполнением настоящего постановления возложить на заместителя главы администрации Ермаковского района по социальным и общественно-политическим вопросам  Добросоцкую И.П.</w:t>
      </w:r>
    </w:p>
    <w:p w:rsidR="006352CA" w:rsidRDefault="006352CA" w:rsidP="00340C0B">
      <w:pPr>
        <w:pStyle w:val="ConsPlusTitle"/>
        <w:jc w:val="both"/>
        <w:outlineLvl w:val="0"/>
        <w:rPr>
          <w:b w:val="0"/>
          <w:sz w:val="28"/>
          <w:szCs w:val="28"/>
        </w:rPr>
      </w:pPr>
      <w:r w:rsidRPr="00340C0B">
        <w:rPr>
          <w:sz w:val="28"/>
          <w:szCs w:val="28"/>
        </w:rPr>
        <w:t xml:space="preserve">       </w:t>
      </w:r>
      <w:r>
        <w:rPr>
          <w:sz w:val="28"/>
          <w:szCs w:val="28"/>
        </w:rPr>
        <w:t>3</w:t>
      </w:r>
      <w:r w:rsidRPr="00340C0B">
        <w:rPr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Опубликовать постановление на сайте администрации Ермаковского района (</w:t>
      </w:r>
      <w:r w:rsidRPr="000E3D69">
        <w:rPr>
          <w:b w:val="0"/>
          <w:sz w:val="28"/>
          <w:szCs w:val="28"/>
        </w:rPr>
        <w:t xml:space="preserve"> </w:t>
      </w:r>
      <w:hyperlink r:id="rId5" w:history="1">
        <w:r w:rsidRPr="008226BA">
          <w:rPr>
            <w:rStyle w:val="Hyperlink"/>
            <w:b w:val="0"/>
            <w:sz w:val="28"/>
            <w:szCs w:val="28"/>
            <w:lang w:val="en-US"/>
          </w:rPr>
          <w:t>www</w:t>
        </w:r>
        <w:r w:rsidRPr="008226BA">
          <w:rPr>
            <w:rStyle w:val="Hyperlink"/>
            <w:b w:val="0"/>
            <w:sz w:val="28"/>
            <w:szCs w:val="28"/>
          </w:rPr>
          <w:t>.</w:t>
        </w:r>
        <w:r w:rsidRPr="008226BA">
          <w:rPr>
            <w:rStyle w:val="Hyperlink"/>
            <w:b w:val="0"/>
            <w:sz w:val="28"/>
            <w:szCs w:val="28"/>
            <w:lang w:val="en-US"/>
          </w:rPr>
          <w:t>adminerm</w:t>
        </w:r>
        <w:r w:rsidRPr="008226BA">
          <w:rPr>
            <w:rStyle w:val="Hyperlink"/>
            <w:b w:val="0"/>
            <w:sz w:val="28"/>
            <w:szCs w:val="28"/>
          </w:rPr>
          <w:t>.</w:t>
        </w:r>
        <w:r w:rsidRPr="008226BA">
          <w:rPr>
            <w:rStyle w:val="Hyperlink"/>
            <w:b w:val="0"/>
            <w:sz w:val="28"/>
            <w:szCs w:val="28"/>
            <w:lang w:val="en-US"/>
          </w:rPr>
          <w:t>ru</w:t>
        </w:r>
      </w:hyperlink>
      <w:r>
        <w:rPr>
          <w:b w:val="0"/>
          <w:sz w:val="28"/>
          <w:szCs w:val="28"/>
        </w:rPr>
        <w:t>).</w:t>
      </w:r>
    </w:p>
    <w:p w:rsidR="006352CA" w:rsidRPr="009220FC" w:rsidRDefault="006352CA" w:rsidP="00B82CA5">
      <w:pPr>
        <w:pStyle w:val="ConsPlusTitle"/>
        <w:ind w:firstLine="360"/>
        <w:jc w:val="both"/>
        <w:outlineLvl w:val="0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4</w:t>
      </w:r>
      <w:r w:rsidRPr="00340C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220FC">
        <w:rPr>
          <w:b w:val="0"/>
          <w:sz w:val="28"/>
          <w:szCs w:val="28"/>
        </w:rPr>
        <w:t xml:space="preserve">Постановление  вступает в силу </w:t>
      </w:r>
      <w:r>
        <w:rPr>
          <w:b w:val="0"/>
          <w:sz w:val="28"/>
          <w:szCs w:val="28"/>
        </w:rPr>
        <w:t xml:space="preserve">со дня его официального </w:t>
      </w:r>
      <w:r w:rsidRPr="009220FC">
        <w:rPr>
          <w:b w:val="0"/>
          <w:sz w:val="28"/>
          <w:szCs w:val="28"/>
        </w:rPr>
        <w:t>опубликования и применяет</w:t>
      </w:r>
      <w:r>
        <w:rPr>
          <w:b w:val="0"/>
          <w:sz w:val="28"/>
          <w:szCs w:val="28"/>
        </w:rPr>
        <w:t xml:space="preserve">ся к правоотношениям, возникшим </w:t>
      </w:r>
      <w:r w:rsidRPr="009220FC">
        <w:rPr>
          <w:b w:val="0"/>
          <w:sz w:val="28"/>
          <w:szCs w:val="28"/>
        </w:rPr>
        <w:t>с 01.01.201</w:t>
      </w:r>
      <w:r>
        <w:rPr>
          <w:b w:val="0"/>
          <w:sz w:val="28"/>
          <w:szCs w:val="28"/>
        </w:rPr>
        <w:t>6</w:t>
      </w:r>
      <w:r w:rsidRPr="009220FC">
        <w:rPr>
          <w:b w:val="0"/>
          <w:sz w:val="28"/>
          <w:szCs w:val="28"/>
        </w:rPr>
        <w:t xml:space="preserve"> г.</w:t>
      </w:r>
    </w:p>
    <w:p w:rsidR="006352CA" w:rsidRDefault="006352CA" w:rsidP="00DD7C8F">
      <w:pPr>
        <w:tabs>
          <w:tab w:val="left" w:pos="1080"/>
        </w:tabs>
        <w:jc w:val="both"/>
        <w:rPr>
          <w:sz w:val="28"/>
          <w:szCs w:val="28"/>
        </w:rPr>
      </w:pPr>
    </w:p>
    <w:p w:rsidR="006352CA" w:rsidRDefault="006352CA" w:rsidP="00DD7C8F">
      <w:pPr>
        <w:tabs>
          <w:tab w:val="left" w:pos="1080"/>
        </w:tabs>
        <w:jc w:val="both"/>
        <w:rPr>
          <w:sz w:val="28"/>
          <w:szCs w:val="28"/>
        </w:rPr>
      </w:pPr>
    </w:p>
    <w:p w:rsidR="006352CA" w:rsidRDefault="006352CA">
      <w:r>
        <w:rPr>
          <w:sz w:val="28"/>
          <w:szCs w:val="28"/>
        </w:rPr>
        <w:t>Глава района                                                                           М.А. Виговский</w:t>
      </w:r>
    </w:p>
    <w:sectPr w:rsidR="006352CA" w:rsidSect="00966D63">
      <w:pgSz w:w="11906" w:h="16838"/>
      <w:pgMar w:top="1134" w:right="851" w:bottom="851" w:left="15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Che">
    <w:panose1 w:val="00000000000000000000"/>
    <w:charset w:val="81"/>
    <w:family w:val="moder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750BAC"/>
    <w:multiLevelType w:val="hybridMultilevel"/>
    <w:tmpl w:val="9BB636BE"/>
    <w:lvl w:ilvl="0" w:tplc="8594EC0C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2F05"/>
    <w:rsid w:val="000E3D69"/>
    <w:rsid w:val="00103E35"/>
    <w:rsid w:val="001175E1"/>
    <w:rsid w:val="0016353C"/>
    <w:rsid w:val="00171DDD"/>
    <w:rsid w:val="00223FBA"/>
    <w:rsid w:val="002851A5"/>
    <w:rsid w:val="002B784C"/>
    <w:rsid w:val="002E5290"/>
    <w:rsid w:val="00301A65"/>
    <w:rsid w:val="0030487E"/>
    <w:rsid w:val="00331B90"/>
    <w:rsid w:val="003334E8"/>
    <w:rsid w:val="00340C0B"/>
    <w:rsid w:val="00374E73"/>
    <w:rsid w:val="003D252D"/>
    <w:rsid w:val="00443440"/>
    <w:rsid w:val="00447A50"/>
    <w:rsid w:val="004635D3"/>
    <w:rsid w:val="004675BD"/>
    <w:rsid w:val="004E6245"/>
    <w:rsid w:val="004E7754"/>
    <w:rsid w:val="00513FA4"/>
    <w:rsid w:val="005A2143"/>
    <w:rsid w:val="006352CA"/>
    <w:rsid w:val="006A2B45"/>
    <w:rsid w:val="006D20E1"/>
    <w:rsid w:val="00710770"/>
    <w:rsid w:val="007730EE"/>
    <w:rsid w:val="007B0E59"/>
    <w:rsid w:val="008226BA"/>
    <w:rsid w:val="00852D78"/>
    <w:rsid w:val="00857E3A"/>
    <w:rsid w:val="008B1BE5"/>
    <w:rsid w:val="008D6023"/>
    <w:rsid w:val="009220FC"/>
    <w:rsid w:val="00966D63"/>
    <w:rsid w:val="00A473BF"/>
    <w:rsid w:val="00B210E4"/>
    <w:rsid w:val="00B47446"/>
    <w:rsid w:val="00B82CA5"/>
    <w:rsid w:val="00B92684"/>
    <w:rsid w:val="00C72F05"/>
    <w:rsid w:val="00D72E72"/>
    <w:rsid w:val="00D87999"/>
    <w:rsid w:val="00DA296A"/>
    <w:rsid w:val="00DD7C8F"/>
    <w:rsid w:val="00E115DA"/>
    <w:rsid w:val="00E635D8"/>
    <w:rsid w:val="00E6658A"/>
    <w:rsid w:val="00F44F84"/>
    <w:rsid w:val="00F552D4"/>
    <w:rsid w:val="00F62EE5"/>
    <w:rsid w:val="00FA2F4E"/>
    <w:rsid w:val="00FA77DD"/>
    <w:rsid w:val="00FF3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C8F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D7C8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</w:rPr>
  </w:style>
  <w:style w:type="character" w:styleId="Hyperlink">
    <w:name w:val="Hyperlink"/>
    <w:basedOn w:val="DefaultParagraphFont"/>
    <w:uiPriority w:val="99"/>
    <w:rsid w:val="00DD7C8F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DD7C8F"/>
    <w:rPr>
      <w:rFonts w:eastAsia="Times New Roman"/>
    </w:rPr>
  </w:style>
  <w:style w:type="paragraph" w:customStyle="1" w:styleId="a">
    <w:name w:val="Знак Знак Знак Знак Знак Знак Знак Знак"/>
    <w:basedOn w:val="Normal"/>
    <w:uiPriority w:val="99"/>
    <w:rsid w:val="00DA296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FA77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A77DD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dminer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61</TotalTime>
  <Pages>6</Pages>
  <Words>1600</Words>
  <Characters>9125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302-1s</cp:lastModifiedBy>
  <cp:revision>17</cp:revision>
  <cp:lastPrinted>2016-12-19T02:25:00Z</cp:lastPrinted>
  <dcterms:created xsi:type="dcterms:W3CDTF">2016-12-12T08:05:00Z</dcterms:created>
  <dcterms:modified xsi:type="dcterms:W3CDTF">2016-12-19T03:13:00Z</dcterms:modified>
</cp:coreProperties>
</file>