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4E" w:rsidRPr="008C5F27" w:rsidRDefault="0068004E" w:rsidP="008C5F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 xml:space="preserve">Приложение № 4 к муниципальной программе «Молодежь Ермаковского района в </w:t>
      </w:r>
      <w:r w:rsidRPr="008C5F27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 веке» утвержденной постановлением администрации Ермаковского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31.10.2016г. № 698-п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1. Пасп</w:t>
      </w:r>
      <w:r>
        <w:rPr>
          <w:rFonts w:ascii="Times New Roman" w:hAnsi="Times New Roman"/>
          <w:sz w:val="28"/>
          <w:szCs w:val="28"/>
          <w:lang w:eastAsia="ru-RU"/>
        </w:rPr>
        <w:t>орт подпрограммы № 4 «Н</w:t>
      </w:r>
      <w:r w:rsidRPr="008C5F27">
        <w:rPr>
          <w:rFonts w:ascii="Times New Roman" w:hAnsi="Times New Roman"/>
          <w:sz w:val="28"/>
          <w:szCs w:val="28"/>
          <w:lang w:eastAsia="ru-RU"/>
        </w:rPr>
        <w:t>ациональн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 Ермаковском районе»                            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68004E" w:rsidRPr="00847B25" w:rsidTr="00CE7332">
        <w:trPr>
          <w:trHeight w:val="521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60" w:type="dxa"/>
          </w:tcPr>
          <w:p w:rsidR="0068004E" w:rsidRPr="008C5F27" w:rsidRDefault="0068004E" w:rsidP="001E0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ациональн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политик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Ермаковском районе»</w:t>
            </w:r>
          </w:p>
        </w:tc>
      </w:tr>
      <w:tr w:rsidR="0068004E" w:rsidRPr="00847B25" w:rsidTr="00CE7332">
        <w:trPr>
          <w:trHeight w:val="600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960" w:type="dxa"/>
          </w:tcPr>
          <w:p w:rsidR="0068004E" w:rsidRPr="008C5F27" w:rsidRDefault="0068004E" w:rsidP="008C5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«Молодежь Ермаковского района в </w:t>
            </w:r>
            <w:r w:rsidRPr="008C5F27">
              <w:rPr>
                <w:rFonts w:ascii="Times New Roman" w:hAnsi="Times New Roman"/>
                <w:sz w:val="28"/>
                <w:szCs w:val="28"/>
                <w:lang w:val="en-US" w:eastAsia="ru-RU"/>
              </w:rPr>
              <w:t>XXI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веке»</w:t>
            </w:r>
          </w:p>
        </w:tc>
      </w:tr>
      <w:tr w:rsidR="0068004E" w:rsidRPr="00847B25" w:rsidTr="00CE7332">
        <w:trPr>
          <w:trHeight w:val="493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 подпрограммы</w:t>
            </w:r>
          </w:p>
        </w:tc>
        <w:tc>
          <w:tcPr>
            <w:tcW w:w="6960" w:type="dxa"/>
          </w:tcPr>
          <w:p w:rsidR="0068004E" w:rsidRPr="008C5F27" w:rsidRDefault="0068004E" w:rsidP="00E31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администрации Ермаковского района</w:t>
            </w:r>
          </w:p>
        </w:tc>
      </w:tr>
      <w:tr w:rsidR="0068004E" w:rsidRPr="00847B25" w:rsidTr="00CE7332">
        <w:trPr>
          <w:trHeight w:val="493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6960" w:type="dxa"/>
          </w:tcPr>
          <w:p w:rsidR="0068004E" w:rsidRPr="008C5F27" w:rsidRDefault="0068004E" w:rsidP="00E319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администрации Ермаковского района</w:t>
            </w:r>
          </w:p>
        </w:tc>
      </w:tr>
      <w:tr w:rsidR="0068004E" w:rsidRPr="00847B25" w:rsidTr="00CE7332">
        <w:trPr>
          <w:trHeight w:val="459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Цель подпрограммы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960" w:type="dxa"/>
          </w:tcPr>
          <w:p w:rsidR="0068004E" w:rsidRPr="008C5F27" w:rsidRDefault="0068004E" w:rsidP="00A4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реализации стратегии государственной национальной политики Российской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Федерации на период 2015 – 2019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 на территории Ермаковского района</w:t>
            </w:r>
          </w:p>
        </w:tc>
      </w:tr>
      <w:tr w:rsidR="0068004E" w:rsidRPr="00847B25" w:rsidTr="00CE7332">
        <w:trPr>
          <w:trHeight w:val="523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Задачи подпрограммы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96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 w:cs="Arial"/>
                <w:sz w:val="28"/>
                <w:szCs w:val="28"/>
                <w:lang w:eastAsia="ru-RU"/>
              </w:rPr>
              <w:t>Развитие этнокультурного многообразия народов Ермаковского района, гармонизация национальных и межнациональных (межэтнических) отношений, успешная социальная и культурная адаптация и интеграция мигрантов, повышение этнотолерантности в общественном социуме региона</w:t>
            </w:r>
          </w:p>
        </w:tc>
      </w:tr>
      <w:tr w:rsidR="0068004E" w:rsidRPr="00847B25" w:rsidTr="00A42AA1">
        <w:trPr>
          <w:trHeight w:val="1515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Целевые 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индикаторы</w:t>
            </w:r>
          </w:p>
        </w:tc>
        <w:tc>
          <w:tcPr>
            <w:tcW w:w="6960" w:type="dxa"/>
          </w:tcPr>
          <w:p w:rsidR="0068004E" w:rsidRPr="008C5F27" w:rsidRDefault="0068004E" w:rsidP="00A42AA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численность населения Ермаковского района, участвующего в национальных, казачьих и межнациональных мероприятиях </w:t>
            </w:r>
            <w:r w:rsidRPr="008C5F27">
              <w:rPr>
                <w:rFonts w:ascii="Times New Roman" w:hAnsi="Times New Roman"/>
                <w:sz w:val="28"/>
                <w:szCs w:val="28"/>
              </w:rPr>
              <w:t>на конец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8C5F27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 w:rsidRPr="008C5F27">
              <w:rPr>
                <w:rFonts w:ascii="Times New Roman" w:hAnsi="Times New Roman"/>
                <w:sz w:val="28"/>
                <w:szCs w:val="28"/>
                <w:u w:val="single"/>
              </w:rPr>
              <w:t>составит</w:t>
            </w:r>
            <w:r w:rsidRPr="002F61E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2F61EC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900 </w:t>
            </w:r>
            <w:r w:rsidRPr="008C5F27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челове</w:t>
            </w:r>
            <w:r w:rsidRPr="002F61EC">
              <w:rPr>
                <w:rFonts w:ascii="Times New Roman" w:hAnsi="Times New Roman"/>
                <w:bCs/>
                <w:sz w:val="28"/>
                <w:szCs w:val="28"/>
                <w:u w:val="single"/>
                <w:lang w:eastAsia="ru-RU"/>
              </w:rPr>
              <w:t>к.</w:t>
            </w:r>
          </w:p>
        </w:tc>
      </w:tr>
      <w:tr w:rsidR="0068004E" w:rsidRPr="00847B25" w:rsidTr="00CE7332">
        <w:trPr>
          <w:trHeight w:val="600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Сроки 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реализации подпрограммы</w:t>
            </w:r>
          </w:p>
        </w:tc>
        <w:tc>
          <w:tcPr>
            <w:tcW w:w="6960" w:type="dxa"/>
          </w:tcPr>
          <w:p w:rsidR="0068004E" w:rsidRPr="008C5F27" w:rsidRDefault="0068004E" w:rsidP="00A4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2015-2019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68004E" w:rsidRPr="00847B25" w:rsidTr="00CE7332">
        <w:trPr>
          <w:trHeight w:val="132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960" w:type="dxa"/>
          </w:tcPr>
          <w:p w:rsidR="0068004E" w:rsidRPr="0058674F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Объем средств районного бюджета на реализацию мероприятий подпрограммы составляе</w:t>
            </w:r>
            <w:r w:rsidRPr="0058674F">
              <w:rPr>
                <w:rFonts w:ascii="Times New Roman" w:hAnsi="Times New Roman"/>
                <w:sz w:val="28"/>
                <w:szCs w:val="28"/>
                <w:lang w:eastAsia="ru-RU"/>
              </w:rPr>
              <w:t>т 200,0 тыс. руб., в том числе по годам:</w:t>
            </w:r>
          </w:p>
          <w:p w:rsidR="0068004E" w:rsidRPr="0058674F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674F">
              <w:rPr>
                <w:rFonts w:ascii="Times New Roman" w:hAnsi="Times New Roman"/>
                <w:sz w:val="28"/>
                <w:szCs w:val="28"/>
                <w:lang w:eastAsia="ru-RU"/>
              </w:rPr>
              <w:t>2015 год – 0,0  тыс. рублей;</w:t>
            </w:r>
          </w:p>
          <w:p w:rsidR="0068004E" w:rsidRPr="0058674F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674F">
              <w:rPr>
                <w:rFonts w:ascii="Times New Roman" w:hAnsi="Times New Roman"/>
                <w:sz w:val="28"/>
                <w:szCs w:val="28"/>
                <w:lang w:eastAsia="ru-RU"/>
              </w:rPr>
              <w:t>2016 год – 50,0  тыс. рублей;</w:t>
            </w:r>
          </w:p>
          <w:p w:rsidR="0068004E" w:rsidRPr="0058674F" w:rsidRDefault="0068004E" w:rsidP="002C7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674F">
              <w:rPr>
                <w:rFonts w:ascii="Times New Roman" w:hAnsi="Times New Roman"/>
                <w:sz w:val="28"/>
                <w:szCs w:val="28"/>
                <w:lang w:eastAsia="ru-RU"/>
              </w:rPr>
              <w:t>2017 год – 50,0  тыс. рублей;</w:t>
            </w:r>
          </w:p>
          <w:p w:rsidR="0068004E" w:rsidRPr="0058674F" w:rsidRDefault="0068004E" w:rsidP="00A4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674F">
              <w:rPr>
                <w:rFonts w:ascii="Times New Roman" w:hAnsi="Times New Roman"/>
                <w:sz w:val="28"/>
                <w:szCs w:val="28"/>
                <w:lang w:eastAsia="ru-RU"/>
              </w:rPr>
              <w:t>2018 год – 50,0  тыс. рублей;</w:t>
            </w:r>
          </w:p>
          <w:p w:rsidR="0068004E" w:rsidRPr="00A42AA1" w:rsidRDefault="0068004E" w:rsidP="00A4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674F">
              <w:rPr>
                <w:rFonts w:ascii="Times New Roman" w:hAnsi="Times New Roman"/>
                <w:sz w:val="28"/>
                <w:szCs w:val="28"/>
                <w:lang w:eastAsia="ru-RU"/>
              </w:rPr>
              <w:t>2019 год – 50,0 тыс. рублей.</w:t>
            </w:r>
          </w:p>
        </w:tc>
      </w:tr>
      <w:tr w:rsidR="0068004E" w:rsidRPr="00847B25" w:rsidTr="00CE7332">
        <w:trPr>
          <w:trHeight w:val="416"/>
        </w:trPr>
        <w:tc>
          <w:tcPr>
            <w:tcW w:w="2400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>Система организации контроля за исполнением подпрограммы</w:t>
            </w:r>
          </w:p>
        </w:tc>
        <w:tc>
          <w:tcPr>
            <w:tcW w:w="6960" w:type="dxa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 за ходом реализации подпрограммы            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осуществляет Управление образования администрация  Ермаковского района,        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контроль за целевым использованием средств        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районного бюджета осуществляет районное финансовое управление администрации Ермаковского района</w:t>
            </w:r>
          </w:p>
        </w:tc>
      </w:tr>
    </w:tbl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2. Основные разделы подпрограммы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 xml:space="preserve">2.1. Постановка общерайонной проблемы </w:t>
      </w:r>
      <w:r w:rsidRPr="008C5F27">
        <w:rPr>
          <w:rFonts w:ascii="Times New Roman" w:hAnsi="Times New Roman"/>
          <w:sz w:val="28"/>
          <w:szCs w:val="28"/>
          <w:lang w:eastAsia="ru-RU"/>
        </w:rPr>
        <w:br/>
        <w:t>и обоснование необходимости разработки подпрограммы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На территории Ермаковского района проживают представител</w:t>
      </w:r>
      <w:r>
        <w:rPr>
          <w:rFonts w:ascii="Times New Roman" w:hAnsi="Times New Roman"/>
          <w:sz w:val="28"/>
          <w:szCs w:val="28"/>
        </w:rPr>
        <w:t>и 27 национальностей</w:t>
      </w:r>
      <w:r w:rsidRPr="008C5F27">
        <w:rPr>
          <w:rFonts w:ascii="Times New Roman" w:hAnsi="Times New Roman"/>
          <w:sz w:val="28"/>
          <w:szCs w:val="28"/>
        </w:rPr>
        <w:t xml:space="preserve">. Большинство из них на протяжении многих </w:t>
      </w:r>
      <w:r>
        <w:rPr>
          <w:rFonts w:ascii="Times New Roman" w:hAnsi="Times New Roman"/>
          <w:sz w:val="28"/>
          <w:szCs w:val="28"/>
        </w:rPr>
        <w:t>десятилетий</w:t>
      </w:r>
      <w:r w:rsidRPr="008C5F27">
        <w:rPr>
          <w:rFonts w:ascii="Times New Roman" w:hAnsi="Times New Roman"/>
          <w:sz w:val="28"/>
          <w:szCs w:val="28"/>
        </w:rPr>
        <w:t xml:space="preserve"> осваивали  территори</w:t>
      </w:r>
      <w:r>
        <w:rPr>
          <w:rFonts w:ascii="Times New Roman" w:hAnsi="Times New Roman"/>
          <w:sz w:val="28"/>
          <w:szCs w:val="28"/>
        </w:rPr>
        <w:t>ю</w:t>
      </w:r>
      <w:r w:rsidRPr="008C5F27">
        <w:rPr>
          <w:rFonts w:ascii="Times New Roman" w:hAnsi="Times New Roman"/>
          <w:sz w:val="28"/>
          <w:szCs w:val="28"/>
        </w:rPr>
        <w:t xml:space="preserve"> Ермаковского района, внося </w:t>
      </w:r>
      <w:r>
        <w:rPr>
          <w:rFonts w:ascii="Times New Roman" w:hAnsi="Times New Roman"/>
          <w:sz w:val="28"/>
          <w:szCs w:val="28"/>
        </w:rPr>
        <w:t>неизгладимый</w:t>
      </w:r>
      <w:r w:rsidRPr="008C5F27">
        <w:rPr>
          <w:rFonts w:ascii="Times New Roman" w:hAnsi="Times New Roman"/>
          <w:sz w:val="28"/>
          <w:szCs w:val="28"/>
        </w:rPr>
        <w:t xml:space="preserve"> вклад в его историю, развитие экономики,  культуры, науки, спорта и общественно-политических процессов.</w:t>
      </w:r>
    </w:p>
    <w:p w:rsidR="0068004E" w:rsidRDefault="0068004E" w:rsidP="00F6644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По итогам Всероссийской переписи населения </w:t>
      </w:r>
      <w:smartTag w:uri="urn:schemas-microsoft-com:office:smarttags" w:element="metricconverter">
        <w:smartTagPr>
          <w:attr w:name="ProductID" w:val="2010 г"/>
        </w:smartTagPr>
        <w:r w:rsidRPr="008C5F27">
          <w:rPr>
            <w:rFonts w:ascii="Times New Roman" w:hAnsi="Times New Roman"/>
            <w:sz w:val="28"/>
            <w:szCs w:val="28"/>
          </w:rPr>
          <w:t>2010 г</w:t>
        </w:r>
      </w:smartTag>
      <w:r w:rsidRPr="008C5F27">
        <w:rPr>
          <w:rFonts w:ascii="Times New Roman" w:hAnsi="Times New Roman"/>
          <w:sz w:val="28"/>
          <w:szCs w:val="28"/>
        </w:rPr>
        <w:t xml:space="preserve">. в Ермаковском  районе численность населения </w:t>
      </w:r>
      <w:r>
        <w:rPr>
          <w:rFonts w:ascii="Times New Roman" w:hAnsi="Times New Roman"/>
          <w:sz w:val="28"/>
          <w:szCs w:val="28"/>
        </w:rPr>
        <w:t xml:space="preserve"> различных национальностей (кроме русского) </w:t>
      </w:r>
      <w:r w:rsidRPr="008C5F27">
        <w:rPr>
          <w:rFonts w:ascii="Times New Roman" w:hAnsi="Times New Roman"/>
          <w:sz w:val="28"/>
          <w:szCs w:val="28"/>
        </w:rPr>
        <w:t xml:space="preserve">достигает 1 351 чел. или 6,4%. На территории района сохранились национальные </w:t>
      </w:r>
      <w:r>
        <w:rPr>
          <w:rFonts w:ascii="Times New Roman" w:hAnsi="Times New Roman"/>
          <w:sz w:val="28"/>
          <w:szCs w:val="28"/>
        </w:rPr>
        <w:t xml:space="preserve">села - </w:t>
      </w:r>
      <w:r w:rsidRPr="008C5F27">
        <w:rPr>
          <w:rFonts w:ascii="Times New Roman" w:hAnsi="Times New Roman"/>
          <w:sz w:val="28"/>
          <w:szCs w:val="28"/>
        </w:rPr>
        <w:t>украинцев, латышей, эстонцев</w:t>
      </w:r>
      <w:r>
        <w:rPr>
          <w:rFonts w:ascii="Times New Roman" w:hAnsi="Times New Roman"/>
          <w:sz w:val="28"/>
          <w:szCs w:val="28"/>
        </w:rPr>
        <w:t>.</w:t>
      </w:r>
      <w:r w:rsidRPr="008C5F27">
        <w:rPr>
          <w:rFonts w:ascii="Times New Roman" w:hAnsi="Times New Roman"/>
          <w:sz w:val="28"/>
          <w:szCs w:val="28"/>
        </w:rPr>
        <w:t xml:space="preserve"> </w:t>
      </w:r>
    </w:p>
    <w:p w:rsidR="0068004E" w:rsidRPr="0067207F" w:rsidRDefault="0068004E" w:rsidP="00F6644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67207F">
        <w:rPr>
          <w:rFonts w:ascii="Times New Roman" w:hAnsi="Times New Roman"/>
          <w:sz w:val="28"/>
          <w:szCs w:val="28"/>
        </w:rPr>
        <w:t xml:space="preserve">В районе, проводится недостаточная  работа по сохранению и развитию национального языка, культуры и традиций, научно-краеведческих исследований, культурного просветительства, развития деловых связей с исторической родины, социокультурной адаптации прибывающих в регион соотечественников. </w:t>
      </w:r>
    </w:p>
    <w:p w:rsidR="0068004E" w:rsidRPr="0067207F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67207F">
        <w:rPr>
          <w:rFonts w:ascii="Times New Roman" w:hAnsi="Times New Roman"/>
          <w:sz w:val="28"/>
          <w:szCs w:val="28"/>
        </w:rPr>
        <w:t>Мероприятия Подпрограммы № 4 предусматривают:</w:t>
      </w:r>
    </w:p>
    <w:p w:rsidR="0068004E" w:rsidRPr="0067207F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67207F">
        <w:rPr>
          <w:rFonts w:ascii="Times New Roman" w:hAnsi="Times New Roman"/>
          <w:sz w:val="28"/>
          <w:szCs w:val="28"/>
        </w:rPr>
        <w:t xml:space="preserve">проведение мероприятий, </w:t>
      </w:r>
      <w:r w:rsidRPr="0067207F">
        <w:rPr>
          <w:rFonts w:ascii="Times New Roman" w:hAnsi="Times New Roman"/>
          <w:i/>
          <w:sz w:val="28"/>
          <w:szCs w:val="28"/>
        </w:rPr>
        <w:t>направленных на сохранение и развитие национально-культурной самобытности народов Ермаковского района,</w:t>
      </w:r>
      <w:r w:rsidRPr="0067207F">
        <w:rPr>
          <w:rFonts w:ascii="Times New Roman" w:hAnsi="Times New Roman"/>
          <w:sz w:val="28"/>
          <w:szCs w:val="28"/>
        </w:rPr>
        <w:t xml:space="preserve"> в том числе в </w:t>
      </w:r>
      <w:smartTag w:uri="urn:schemas-microsoft-com:office:smarttags" w:element="metricconverter">
        <w:smartTagPr>
          <w:attr w:name="ProductID" w:val="2015 г"/>
        </w:smartTagPr>
        <w:r w:rsidRPr="0067207F">
          <w:rPr>
            <w:rFonts w:ascii="Times New Roman" w:hAnsi="Times New Roman"/>
            <w:sz w:val="28"/>
            <w:szCs w:val="28"/>
          </w:rPr>
          <w:t>2015 г</w:t>
        </w:r>
      </w:smartTag>
      <w:r w:rsidRPr="0067207F">
        <w:rPr>
          <w:rFonts w:ascii="Times New Roman" w:hAnsi="Times New Roman"/>
          <w:sz w:val="28"/>
          <w:szCs w:val="28"/>
        </w:rPr>
        <w:t xml:space="preserve">. - не менее 1 мероприятия, в </w:t>
      </w:r>
      <w:smartTag w:uri="urn:schemas-microsoft-com:office:smarttags" w:element="metricconverter">
        <w:smartTagPr>
          <w:attr w:name="ProductID" w:val="2016 г"/>
        </w:smartTagPr>
        <w:r w:rsidRPr="0067207F">
          <w:rPr>
            <w:rFonts w:ascii="Times New Roman" w:hAnsi="Times New Roman"/>
            <w:sz w:val="28"/>
            <w:szCs w:val="28"/>
          </w:rPr>
          <w:t>2016 г</w:t>
        </w:r>
      </w:smartTag>
      <w:r w:rsidRPr="0067207F">
        <w:rPr>
          <w:rFonts w:ascii="Times New Roman" w:hAnsi="Times New Roman"/>
          <w:sz w:val="28"/>
          <w:szCs w:val="28"/>
        </w:rPr>
        <w:t xml:space="preserve">. – не менее </w:t>
      </w:r>
      <w:r>
        <w:rPr>
          <w:rFonts w:ascii="Times New Roman" w:hAnsi="Times New Roman"/>
          <w:sz w:val="28"/>
          <w:szCs w:val="28"/>
        </w:rPr>
        <w:t>5</w:t>
      </w:r>
      <w:r w:rsidRPr="0067207F">
        <w:rPr>
          <w:rFonts w:ascii="Times New Roman" w:hAnsi="Times New Roman"/>
          <w:sz w:val="28"/>
          <w:szCs w:val="28"/>
        </w:rPr>
        <w:t xml:space="preserve"> мероприятия, в </w:t>
      </w:r>
      <w:smartTag w:uri="urn:schemas-microsoft-com:office:smarttags" w:element="metricconverter">
        <w:smartTagPr>
          <w:attr w:name="ProductID" w:val="2017 г"/>
        </w:smartTagPr>
        <w:r w:rsidRPr="0067207F">
          <w:rPr>
            <w:rFonts w:ascii="Times New Roman" w:hAnsi="Times New Roman"/>
            <w:sz w:val="28"/>
            <w:szCs w:val="28"/>
          </w:rPr>
          <w:t>2017 г</w:t>
        </w:r>
      </w:smartTag>
      <w:r w:rsidRPr="0067207F">
        <w:rPr>
          <w:rFonts w:ascii="Times New Roman" w:hAnsi="Times New Roman"/>
          <w:sz w:val="28"/>
          <w:szCs w:val="28"/>
        </w:rPr>
        <w:t xml:space="preserve">. – не менее </w:t>
      </w:r>
      <w:r>
        <w:rPr>
          <w:rFonts w:ascii="Times New Roman" w:hAnsi="Times New Roman"/>
          <w:sz w:val="28"/>
          <w:szCs w:val="28"/>
        </w:rPr>
        <w:t>6</w:t>
      </w:r>
      <w:r w:rsidRPr="0067207F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7207F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8 г"/>
        </w:smartTagPr>
        <w:r w:rsidRPr="0067207F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8</w:t>
        </w:r>
        <w:r w:rsidRPr="0067207F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67207F">
        <w:rPr>
          <w:rFonts w:ascii="Times New Roman" w:hAnsi="Times New Roman"/>
          <w:sz w:val="28"/>
          <w:szCs w:val="28"/>
        </w:rPr>
        <w:t xml:space="preserve">. – не менее </w:t>
      </w:r>
      <w:r>
        <w:rPr>
          <w:rFonts w:ascii="Times New Roman" w:hAnsi="Times New Roman"/>
          <w:sz w:val="28"/>
          <w:szCs w:val="28"/>
        </w:rPr>
        <w:t>6</w:t>
      </w:r>
      <w:r w:rsidRPr="0067207F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>, в 2019 году не менее 6 мероприятий</w:t>
      </w:r>
      <w:r w:rsidRPr="0067207F">
        <w:rPr>
          <w:rFonts w:ascii="Times New Roman" w:hAnsi="Times New Roman"/>
          <w:sz w:val="28"/>
          <w:szCs w:val="28"/>
        </w:rPr>
        <w:t>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В последнее время вопросы интеграции иммигрантов актуализируются. По данным 2013 года в Ермаковском районе число трудовых мигрантов уже превышает 859 чел., основная масса которых аккумулируется в таких крупных городах как Красноярск и Норильск.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Учитывая, ситуацию на Украине в перспективе можно прогнозировать дальнейшее развитие миграционных процессов,  особое значение приобретает задача содействия интеграции мигрантов в ермаковскую социокультурную среду через расширение культурно-просветительской деятельности национальных НКО, сопровождение с их стороны  (информационное, правовое, справочное) интеграционных процессов  среди иммигрантов, развитие мероприятий межнационального характера общерайонного уровня (особенно в молодежной среде, направленных на формирование здорового образа жизни и этнотолерантной идеологии).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Мероприятия Подпрограммы № 4 предусматривают: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67207F">
        <w:rPr>
          <w:rFonts w:ascii="Times New Roman" w:hAnsi="Times New Roman"/>
          <w:sz w:val="28"/>
          <w:szCs w:val="28"/>
        </w:rPr>
        <w:t>организацию и проведение мероприятий праздники, фестивали, турниры, слеты, конкурсы, мероприятия, круги (съезды), семинары-тренинги, семинары, круглые столы, направленных на развитие межэтнической толерантности в Ермаковском районе, в том числе: в 2015 году – не менее 1 мероприятия</w:t>
      </w:r>
      <w:r w:rsidRPr="008C5F27">
        <w:rPr>
          <w:rFonts w:ascii="Times New Roman" w:hAnsi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16 г"/>
        </w:smartTagPr>
        <w:r w:rsidRPr="008C5F27">
          <w:rPr>
            <w:rFonts w:ascii="Times New Roman" w:hAnsi="Times New Roman"/>
            <w:sz w:val="28"/>
            <w:szCs w:val="28"/>
          </w:rPr>
          <w:t>2016 г</w:t>
        </w:r>
      </w:smartTag>
      <w:r w:rsidRPr="008C5F27">
        <w:rPr>
          <w:rFonts w:ascii="Times New Roman" w:hAnsi="Times New Roman"/>
          <w:sz w:val="28"/>
          <w:szCs w:val="28"/>
        </w:rPr>
        <w:t xml:space="preserve">. – не менее – </w:t>
      </w:r>
      <w:r>
        <w:rPr>
          <w:rFonts w:ascii="Times New Roman" w:hAnsi="Times New Roman"/>
          <w:sz w:val="28"/>
          <w:szCs w:val="28"/>
        </w:rPr>
        <w:t>5</w:t>
      </w:r>
      <w:r w:rsidRPr="008C5F27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8C5F27">
        <w:rPr>
          <w:rFonts w:ascii="Times New Roman" w:hAnsi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17 г"/>
        </w:smartTagPr>
        <w:r w:rsidRPr="008C5F27">
          <w:rPr>
            <w:rFonts w:ascii="Times New Roman" w:hAnsi="Times New Roman"/>
            <w:sz w:val="28"/>
            <w:szCs w:val="28"/>
          </w:rPr>
          <w:t>2017 г</w:t>
        </w:r>
      </w:smartTag>
      <w:r w:rsidRPr="008C5F27">
        <w:rPr>
          <w:rFonts w:ascii="Times New Roman" w:hAnsi="Times New Roman"/>
          <w:sz w:val="28"/>
          <w:szCs w:val="28"/>
        </w:rPr>
        <w:t xml:space="preserve">. – не менее </w:t>
      </w:r>
      <w:r>
        <w:rPr>
          <w:rFonts w:ascii="Times New Roman" w:hAnsi="Times New Roman"/>
          <w:sz w:val="28"/>
          <w:szCs w:val="28"/>
        </w:rPr>
        <w:t>6</w:t>
      </w:r>
      <w:r w:rsidRPr="008C5F27">
        <w:rPr>
          <w:rFonts w:ascii="Times New Roman" w:hAnsi="Times New Roman"/>
          <w:sz w:val="28"/>
          <w:szCs w:val="28"/>
        </w:rPr>
        <w:t xml:space="preserve"> мероприятий;</w:t>
      </w:r>
      <w:r w:rsidRPr="0067207F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 xml:space="preserve">8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67207F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67207F">
        <w:rPr>
          <w:rFonts w:ascii="Times New Roman" w:hAnsi="Times New Roman"/>
          <w:sz w:val="28"/>
          <w:szCs w:val="28"/>
        </w:rPr>
        <w:t xml:space="preserve">. – не менее </w:t>
      </w:r>
      <w:r>
        <w:rPr>
          <w:rFonts w:ascii="Times New Roman" w:hAnsi="Times New Roman"/>
          <w:sz w:val="28"/>
          <w:szCs w:val="28"/>
        </w:rPr>
        <w:t>6</w:t>
      </w:r>
      <w:r w:rsidRPr="0067207F">
        <w:rPr>
          <w:rFonts w:ascii="Times New Roman" w:hAnsi="Times New Roman"/>
          <w:sz w:val="28"/>
          <w:szCs w:val="28"/>
        </w:rPr>
        <w:t xml:space="preserve"> мероприятий</w:t>
      </w:r>
      <w:r w:rsidRPr="008C5F27">
        <w:rPr>
          <w:rFonts w:ascii="Times New Roman" w:hAnsi="Times New Roman"/>
          <w:sz w:val="28"/>
          <w:szCs w:val="28"/>
        </w:rPr>
        <w:t xml:space="preserve"> осуществление культурно-просветительского, информационного и методического обеспечения работы, направленной на развитие межэтнической и межконфессиональной толерантности (размещение информации по национальной тематике в газете – ежегодно, проведение социологических опросов и мониторингов - ежегодно).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В районе наблюдается увеличение численности мусульманского сообщества,  это ставит вопрос о взаимодействии органов государственной власти с диаспорами Средней Азии и Кавказа на предмет гармонизации межэтнических и межконфессиональных отношений.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Мероприятия Подпрограммы № 4 предусматривают ежегодно: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проведение не менее </w:t>
      </w:r>
      <w:r>
        <w:rPr>
          <w:rFonts w:ascii="Times New Roman" w:hAnsi="Times New Roman"/>
          <w:sz w:val="28"/>
          <w:szCs w:val="28"/>
        </w:rPr>
        <w:t>2</w:t>
      </w:r>
      <w:r w:rsidRPr="008C5F27">
        <w:rPr>
          <w:rFonts w:ascii="Times New Roman" w:hAnsi="Times New Roman"/>
          <w:sz w:val="28"/>
          <w:szCs w:val="28"/>
        </w:rPr>
        <w:t xml:space="preserve"> национальных и межнациональных мероприятий (праздники, форумы, фестивали, круглые столы), проведение научно-практической конференции по вопросам миграции.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При реализации государственной национальной политики на территории Красноярского края необходимо учитывать и потребности русского этноса. В последние годы в общественном сознании русских, составляющих 93,5% численности населения района, наблюдается рост психологической неудовлетворенности в области сохранения и развития православных традиций, духовной культуры и этнического самосознания. Наиболее остро данные аспекты наблюдаются среди этнокультурных и этноконфессиональных групп русского населения, казак</w:t>
      </w:r>
      <w:r>
        <w:rPr>
          <w:rFonts w:ascii="Times New Roman" w:hAnsi="Times New Roman"/>
          <w:sz w:val="28"/>
          <w:szCs w:val="28"/>
        </w:rPr>
        <w:t>ов</w:t>
      </w:r>
      <w:r w:rsidRPr="008C5F27">
        <w:rPr>
          <w:rFonts w:ascii="Times New Roman" w:hAnsi="Times New Roman"/>
          <w:sz w:val="28"/>
          <w:szCs w:val="28"/>
        </w:rPr>
        <w:t xml:space="preserve"> и т.д..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В последние годы на федеральном уровне резко усилился интерес к российскому казачеству, как составной части русского этноса.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Был принят ряд законопроектов, определены приоритетные направления взаимодействия государства с казачеством: привлечение казаков к государственной и иной службе, патриотическое воспитание молодежи, ее спортивная и допризывная подготовка, развитие кадетского казачьего движения, работа культурно-просветительского характера, пропаганда казачьих православных традиций.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Мероприятия Подпрограммы № 4 предусматривают ежегодно:</w:t>
      </w:r>
    </w:p>
    <w:p w:rsidR="0068004E" w:rsidRPr="007B0064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i/>
          <w:sz w:val="28"/>
          <w:szCs w:val="28"/>
        </w:rPr>
      </w:pPr>
      <w:r w:rsidRPr="007B0064">
        <w:rPr>
          <w:rFonts w:ascii="Times New Roman" w:hAnsi="Times New Roman"/>
          <w:i/>
          <w:sz w:val="28"/>
          <w:szCs w:val="28"/>
        </w:rPr>
        <w:t>проведение не менее 1 мероприятия в отношении казачества;</w:t>
      </w:r>
    </w:p>
    <w:p w:rsidR="0068004E" w:rsidRPr="007B0064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i/>
          <w:sz w:val="28"/>
          <w:szCs w:val="28"/>
        </w:rPr>
      </w:pPr>
      <w:r w:rsidRPr="007B0064">
        <w:rPr>
          <w:rFonts w:ascii="Times New Roman" w:hAnsi="Times New Roman"/>
          <w:i/>
          <w:sz w:val="28"/>
          <w:szCs w:val="28"/>
        </w:rPr>
        <w:t xml:space="preserve">проведение не менее 1 мероприятия, посвященного русским и славянским традициям и культуры.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Вопросы межнационального и межконфессионального согласия, развития национальных культур активно обсуждались на заседании президиума Государственного совета, которое состоялось в г. Уфе в феврале 2011 года. По его итогам одним из пунктов поручений Президента Российской Федерации от 27.02.2011 ставилась задача подготовки региональных планов по гармонизации межэтнических отношений. Аналогичные проблемы затрагивались в перечне поручений Президента Российской Федерации от 03.06.2011 по итогам совещания по вопросам противодействия экстремизму в Российской Федерации 23 мая </w:t>
      </w:r>
      <w:smartTag w:uri="urn:schemas-microsoft-com:office:smarttags" w:element="metricconverter">
        <w:smartTagPr>
          <w:attr w:name="ProductID" w:val="2011 г"/>
        </w:smartTagPr>
        <w:r w:rsidRPr="008C5F27">
          <w:rPr>
            <w:rFonts w:ascii="Times New Roman" w:hAnsi="Times New Roman"/>
            <w:sz w:val="28"/>
            <w:szCs w:val="28"/>
          </w:rPr>
          <w:t>2011 г</w:t>
        </w:r>
      </w:smartTag>
      <w:r w:rsidRPr="008C5F27">
        <w:rPr>
          <w:rFonts w:ascii="Times New Roman" w:hAnsi="Times New Roman"/>
          <w:sz w:val="28"/>
          <w:szCs w:val="28"/>
        </w:rPr>
        <w:t xml:space="preserve">., а также в Указе Президента Российской Федерации № 602 от 07.05.2012 «Об обеспечении межнационального согласия», подпункте 3 «г» перечня поручений Президента Российской Федерации от 11 февраля </w:t>
      </w:r>
      <w:smartTag w:uri="urn:schemas-microsoft-com:office:smarttags" w:element="metricconverter">
        <w:smartTagPr>
          <w:attr w:name="ProductID" w:val="2013 г"/>
        </w:smartTagPr>
        <w:r w:rsidRPr="008C5F27">
          <w:rPr>
            <w:rFonts w:ascii="Times New Roman" w:hAnsi="Times New Roman"/>
            <w:sz w:val="28"/>
            <w:szCs w:val="28"/>
          </w:rPr>
          <w:t>2013 г</w:t>
        </w:r>
      </w:smartTag>
      <w:r w:rsidRPr="008C5F27">
        <w:rPr>
          <w:rFonts w:ascii="Times New Roman" w:hAnsi="Times New Roman"/>
          <w:sz w:val="28"/>
          <w:szCs w:val="28"/>
        </w:rPr>
        <w:t>. № Пр-240.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13 июня </w:t>
      </w:r>
      <w:smartTag w:uri="urn:schemas-microsoft-com:office:smarttags" w:element="metricconverter">
        <w:smartTagPr>
          <w:attr w:name="ProductID" w:val="2012 г"/>
        </w:smartTagPr>
        <w:r w:rsidRPr="008C5F27">
          <w:rPr>
            <w:rFonts w:ascii="Times New Roman" w:hAnsi="Times New Roman"/>
            <w:sz w:val="28"/>
            <w:szCs w:val="28"/>
          </w:rPr>
          <w:t>2012 г</w:t>
        </w:r>
      </w:smartTag>
      <w:r w:rsidRPr="008C5F27">
        <w:rPr>
          <w:rFonts w:ascii="Times New Roman" w:hAnsi="Times New Roman"/>
          <w:sz w:val="28"/>
          <w:szCs w:val="28"/>
        </w:rPr>
        <w:t xml:space="preserve">. Президент Российской Федерации утвердил Концепцию государственной миграционной политики Российской Федерации на период 2014 – 2016 годы до 2025 года, в которой целый раздел посвящен вопросам интеграции и адаптации мигрантов.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Наконец, Указом Президента Российской Федерации от 19.12.2012 № 1666 утверждена Стратегия государственной национальной политики Российской Федерации на период до 2025 года. А распоряжением Правительства Российской Федерации от 15.07.2013 № 1226-р органам исполнительной власти субъектов Российской Федерации дано поручение: «… разработать и утвердить региональные планы мероприятий по реализации Стратегии государственной национальной политики Российской Федерации на период до 2025 года».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 xml:space="preserve">2.2. Основная цель, задачи, этапы и сроки выполнения подпрограммы, </w:t>
      </w:r>
      <w:r w:rsidRPr="008C5F27">
        <w:rPr>
          <w:rFonts w:ascii="Times New Roman" w:hAnsi="Times New Roman"/>
          <w:sz w:val="28"/>
          <w:szCs w:val="28"/>
          <w:lang w:eastAsia="ru-RU"/>
        </w:rPr>
        <w:br/>
        <w:t>целевые индикаторы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Целью подпрограммы является обеспечение реализации Стратегии государственной национальной политики Российской Федерации на период 2015 – 201</w:t>
      </w:r>
      <w:r>
        <w:rPr>
          <w:rFonts w:ascii="Times New Roman" w:hAnsi="Times New Roman"/>
          <w:sz w:val="28"/>
          <w:szCs w:val="28"/>
        </w:rPr>
        <w:t>7</w:t>
      </w:r>
      <w:r w:rsidRPr="008C5F27">
        <w:rPr>
          <w:rFonts w:ascii="Times New Roman" w:hAnsi="Times New Roman"/>
          <w:sz w:val="28"/>
          <w:szCs w:val="28"/>
        </w:rPr>
        <w:t xml:space="preserve"> годы на территории Ермаковского района.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решить задачу по развитию этнокультурного многообразия народов Ермаковского района, гармонизации национальных и межнациональных (межэтнических) отношений, успешной социальной и культурной адаптации и интеграции мигрантов, повышению этнотолерантности в общественном социуме региона.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Основным результатом реализации мероприятий Подпрограммы № 4, направленных на решение поставленных задач, является создание условий для сохранения атмосферы мира и согласия между представителями различных национальностей и вероисповеданий, что будет способствовать общественно-политической стабильности в Ермаковском районе, а также осуществлени</w:t>
      </w:r>
      <w:r>
        <w:rPr>
          <w:rFonts w:ascii="Times New Roman" w:hAnsi="Times New Roman"/>
          <w:sz w:val="28"/>
          <w:szCs w:val="28"/>
        </w:rPr>
        <w:t>ю</w:t>
      </w:r>
      <w:r w:rsidRPr="008C5F27">
        <w:rPr>
          <w:rFonts w:ascii="Times New Roman" w:hAnsi="Times New Roman"/>
          <w:sz w:val="28"/>
          <w:szCs w:val="28"/>
        </w:rPr>
        <w:t xml:space="preserve"> эффективной деятельности национальных институтов гражданского общества, направленной на решение социальных, культурных и духовных проблем социума в Ермаковском районе.</w:t>
      </w:r>
    </w:p>
    <w:p w:rsidR="0068004E" w:rsidRPr="008C5F27" w:rsidRDefault="0068004E" w:rsidP="00A42AA1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Реализация мероприятий</w:t>
      </w:r>
      <w:r>
        <w:rPr>
          <w:rFonts w:ascii="Times New Roman" w:hAnsi="Times New Roman"/>
          <w:sz w:val="28"/>
          <w:szCs w:val="28"/>
        </w:rPr>
        <w:t>,</w:t>
      </w:r>
      <w:r w:rsidRPr="008C5F27">
        <w:rPr>
          <w:rFonts w:ascii="Times New Roman" w:hAnsi="Times New Roman"/>
          <w:sz w:val="28"/>
          <w:szCs w:val="28"/>
        </w:rPr>
        <w:t xml:space="preserve"> способствующих проведению ответственной национальной политики и поддержке национальных институтов гражданского общества</w:t>
      </w:r>
      <w:r>
        <w:rPr>
          <w:rFonts w:ascii="Times New Roman" w:hAnsi="Times New Roman"/>
          <w:sz w:val="28"/>
          <w:szCs w:val="28"/>
        </w:rPr>
        <w:t>,</w:t>
      </w:r>
      <w:r w:rsidRPr="008C5F27">
        <w:rPr>
          <w:rFonts w:ascii="Times New Roman" w:hAnsi="Times New Roman"/>
          <w:sz w:val="28"/>
          <w:szCs w:val="28"/>
        </w:rPr>
        <w:t xml:space="preserve"> закреплен</w:t>
      </w:r>
      <w:r>
        <w:rPr>
          <w:rFonts w:ascii="Times New Roman" w:hAnsi="Times New Roman"/>
          <w:sz w:val="28"/>
          <w:szCs w:val="28"/>
        </w:rPr>
        <w:t>а</w:t>
      </w:r>
      <w:r w:rsidRPr="008C5F27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15.07.2013 № 1226-р; Постановлением Правительства Российской Федерации от 20 августа 2013 года № 718; Федеральным законом от 22.10.2013 № 284-ФЗ «О внесении изменений в отдельные законодательные акты Российской Федерации в части определения полномочий и ответственных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отношений».</w:t>
      </w:r>
    </w:p>
    <w:p w:rsidR="0068004E" w:rsidRPr="008C5F27" w:rsidRDefault="0068004E" w:rsidP="00A42AA1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В силу решаемых в рамках подпрограммы задач выделяют</w:t>
      </w:r>
      <w:r>
        <w:rPr>
          <w:rFonts w:ascii="Times New Roman" w:hAnsi="Times New Roman"/>
          <w:sz w:val="28"/>
          <w:szCs w:val="28"/>
        </w:rPr>
        <w:t>ся четыре этапа: первый этап – 2016 год, второй этап – 2017 год, третий этап – 2018</w:t>
      </w:r>
      <w:r w:rsidRPr="008C5F2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 четвертый этап.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Целевым индикатором и показателем подпрограммы является: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- увеличение численности населения Ермаковского района, участвующего в национальных, межнациональных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C5F27">
        <w:rPr>
          <w:rFonts w:ascii="Times New Roman" w:hAnsi="Times New Roman"/>
          <w:sz w:val="28"/>
          <w:szCs w:val="28"/>
        </w:rPr>
        <w:t>казачьих мероприятиях до 900 человек.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Исполнителем подпрограммы является Управлени</w:t>
      </w:r>
      <w:r>
        <w:rPr>
          <w:rFonts w:ascii="Times New Roman" w:hAnsi="Times New Roman"/>
          <w:sz w:val="28"/>
          <w:szCs w:val="28"/>
        </w:rPr>
        <w:t>е</w:t>
      </w:r>
      <w:r w:rsidRPr="008C5F27">
        <w:rPr>
          <w:rFonts w:ascii="Times New Roman" w:hAnsi="Times New Roman"/>
          <w:sz w:val="28"/>
          <w:szCs w:val="28"/>
        </w:rPr>
        <w:t xml:space="preserve"> образования администрации Ермаковского района.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Исполнитель подпрограммы осуществляет: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непосредственный контроль за ходом реализации  мероприятий подпрограмм;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подготовку отчетов о реализации мероприятий подпрограммы и направление их ответственному исполнителю.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Перечень целевых индикаторов Подпрограммы № 4 приведен в приложении № 1 к подпрограмме № 4.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Перечень мероприятий Подпрограммы № 4 приведен в приложении № 2 к Подпрограмме № 4.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2.3. Механизм реализации подпрограммы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2.3.1 Источником финансирования подпрограммы является районный бюджет.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2.3.2. Главным распорядителем бюджетных средств, предусмотренных на реализацию мероприятий подпрограммы, является отдел.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2.3.3. В рамках подпрограммы реализуются три основных мероприятия: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1) сохранение и развитие национально-культурной самобытности народов Ермаковском районе;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2) развитие межэтнической толерантности в многонациональном социуме Ермаковского района;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3) культурно-просветительское, информационное и методическое сопровождение реализации национальной государственной политики в Ермаковском районе.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2.3.4. В рамках мероприятия реализуются: национальные, казачьи, славянские праздники, фестивали, турниры, слеты, конкурсы, мероприятия, круги (съезды), семинары-тренинги, семинары, круглые столы, конференции, форумы, циклы теле- и радиопередач, сбор, подготовка и размещение информационных материалов,  проведение социологических опросов и мониторингов.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2.3.5. Реализация мероприятий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 xml:space="preserve">Контроль за целевым использованием финансовых средств, предоставленных получателям финансовых средств, осуществляют </w:t>
      </w:r>
      <w:r w:rsidRPr="008C5F27">
        <w:rPr>
          <w:rFonts w:ascii="Times New Roman" w:hAnsi="Times New Roman" w:cs="Arial"/>
          <w:sz w:val="28"/>
          <w:szCs w:val="28"/>
          <w:lang w:eastAsia="ru-RU"/>
        </w:rPr>
        <w:t>районное финансовое управление администрации Ермаковского района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</w:p>
    <w:p w:rsidR="0068004E" w:rsidRPr="00E31981" w:rsidRDefault="0068004E" w:rsidP="00E319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2.4. Управления подпрограммой</w:t>
      </w:r>
    </w:p>
    <w:p w:rsidR="0068004E" w:rsidRPr="00E31981" w:rsidRDefault="0068004E" w:rsidP="00E319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и контроль за ходом ее выполнения</w:t>
      </w:r>
    </w:p>
    <w:p w:rsidR="0068004E" w:rsidRPr="00E31981" w:rsidRDefault="0068004E" w:rsidP="00E319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</w:p>
    <w:p w:rsidR="0068004E" w:rsidRPr="00E31981" w:rsidRDefault="0068004E" w:rsidP="00E31981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>2.4.1. Текущее  управление и контроль за реализацией подпрограммы осуществляет Управления образования администрации Ермаковского района.</w:t>
      </w:r>
    </w:p>
    <w:p w:rsidR="0068004E" w:rsidRPr="00E31981" w:rsidRDefault="0068004E" w:rsidP="00E31981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/>
          <w:kern w:val="1"/>
          <w:sz w:val="28"/>
          <w:szCs w:val="28"/>
          <w:lang w:eastAsia="zh-CN" w:bidi="hi-IN"/>
        </w:rPr>
        <w:t xml:space="preserve">2.4.2. Муниципальное бюджетное учреждение «Молодежный центр «Звездный» осуществляет отбор исполнителей отдельных мероприятий подпрограммы, координирует исполнение программных мероприятий, ведет мониторинг их реализации, готовит отчеты о реализации подпрограммы 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Соисполнители программы по запросу ответственного исполнителя программы представляют информацию о реализации подпрограмм и отдельных мероприятий программы, реализуемых соисполнителем, в сроки и по форме, установленной ответственным исполнителем программы.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 xml:space="preserve">2.4.3. Отчеты о реализации программы представляются ответственным исполнителем программы одновременно в отдел планирования и эконмического развития администрации Ермаковского района и финансовое  управление  администрации Ермаковского района ежеквартально не позднее 10-го числа второго месяца, следующего за отчетным; 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2.4.4. Годовой отчет о ходе реализации программы формируется ответственным исполнителем программы с учетом информации, полученной от соисполнителей программы.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Согласованный с соисполнителями программы годовой отчет представляется одновременно в в отдел планирования и эконмического развития администрации Ермаковского района и финансовое  управление  администрации Ермаковского района до 1 марта года, следующего за отчетным.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2.4.5. Годовой отчет содержит: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сведения о достижении значений показателей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344" w:history="1">
        <w:r w:rsidRPr="00E31981">
          <w:rPr>
            <w:rFonts w:ascii="Times New Roman" w:hAnsi="Times New Roman"/>
            <w:sz w:val="28"/>
            <w:szCs w:val="28"/>
          </w:rPr>
          <w:t>информацию</w:t>
        </w:r>
      </w:hyperlink>
      <w:r w:rsidRPr="00E31981">
        <w:rPr>
          <w:rFonts w:ascii="Times New Roman" w:hAnsi="Times New Roman"/>
          <w:sz w:val="28"/>
          <w:szCs w:val="28"/>
        </w:rPr>
        <w:t xml:space="preserve">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описание результатов реализации отдельных мероприятий программы и подпрограмм в отчетном году;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анализ последствий нереализации отдельных мероприятий программ, подпрограмм на реализацию программы и анализ факторов, повлиявших на их реализацию (нереализацию);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  <w:lang w:eastAsia="ru-RU"/>
        </w:rPr>
        <w:t xml:space="preserve">информацию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</w:t>
      </w:r>
      <w:r w:rsidRPr="00E319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значений </w:t>
      </w:r>
      <w:r w:rsidRPr="00E31981">
        <w:rPr>
          <w:rFonts w:ascii="Times New Roman" w:hAnsi="Times New Roman"/>
          <w:sz w:val="28"/>
          <w:szCs w:val="28"/>
          <w:lang w:eastAsia="ru-RU"/>
        </w:rPr>
        <w:t>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</w:t>
      </w:r>
      <w:r w:rsidRPr="00E31981">
        <w:rPr>
          <w:rFonts w:ascii="Times New Roman" w:hAnsi="Times New Roman"/>
          <w:sz w:val="28"/>
          <w:szCs w:val="28"/>
        </w:rPr>
        <w:t>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 xml:space="preserve"> информацию об использовании бюджетных ассигнований районного бюджета и иных средств на реализацию программы </w:t>
      </w:r>
      <w:r w:rsidRPr="00E31981">
        <w:rPr>
          <w:rFonts w:ascii="Times New Roman" w:hAnsi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E31981">
        <w:rPr>
          <w:rFonts w:ascii="Times New Roman" w:hAnsi="Times New Roman"/>
          <w:color w:val="000000"/>
          <w:sz w:val="28"/>
          <w:szCs w:val="28"/>
          <w:lang w:eastAsia="ru-RU"/>
        </w:rPr>
        <w:t>значений;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3202" w:history="1">
        <w:r w:rsidRPr="00E31981">
          <w:rPr>
            <w:rFonts w:ascii="Times New Roman" w:hAnsi="Times New Roman"/>
            <w:sz w:val="28"/>
            <w:szCs w:val="28"/>
          </w:rPr>
          <w:t>информацию</w:t>
        </w:r>
      </w:hyperlink>
      <w:r w:rsidRPr="00E31981">
        <w:rPr>
          <w:rFonts w:ascii="Times New Roman" w:hAnsi="Times New Roman"/>
          <w:sz w:val="28"/>
          <w:szCs w:val="28"/>
        </w:rPr>
        <w:t xml:space="preserve"> об использовании бюджетных ассигнований районного бюджета и иных средств на реализацию программы с указанием плановых и фактических значений </w:t>
      </w:r>
      <w:hyperlink w:anchor="Par3746" w:history="1">
        <w:r w:rsidRPr="00E31981">
          <w:rPr>
            <w:rFonts w:ascii="Times New Roman" w:hAnsi="Times New Roman"/>
            <w:sz w:val="28"/>
            <w:szCs w:val="28"/>
          </w:rPr>
          <w:t>расшифровку</w:t>
        </w:r>
      </w:hyperlink>
      <w:r w:rsidRPr="00E31981">
        <w:rPr>
          <w:rFonts w:ascii="Times New Roman" w:hAnsi="Times New Roman"/>
          <w:sz w:val="28"/>
          <w:szCs w:val="28"/>
        </w:rPr>
        <w:t xml:space="preserve"> финансирования по объектам недвижимого имущества муниципальной собственности Ермаковского района, подлежащим строительству, реконструкции, техническому перевооружению или приобретению, включенным в подпрограмму;</w:t>
      </w:r>
    </w:p>
    <w:p w:rsidR="0068004E" w:rsidRPr="00E31981" w:rsidRDefault="0068004E" w:rsidP="00E3198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31981">
        <w:rPr>
          <w:rFonts w:ascii="Times New Roman" w:hAnsi="Times New Roman"/>
          <w:sz w:val="28"/>
          <w:szCs w:val="28"/>
          <w:lang w:eastAsia="ru-RU"/>
        </w:rPr>
        <w:t>информацию о планируемых значениях и фактически достигнутых значениях сводных показателей муниципальных заданий;</w:t>
      </w:r>
    </w:p>
    <w:p w:rsidR="0068004E" w:rsidRPr="00E31981" w:rsidRDefault="0068004E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1981">
        <w:rPr>
          <w:rFonts w:ascii="Times New Roman" w:hAnsi="Times New Roman"/>
          <w:sz w:val="28"/>
          <w:szCs w:val="28"/>
        </w:rPr>
        <w:t>конкретные результаты реализации программы, достигнутые за отчетный год, в том числе информацию о сопоставлении показателей затрат и результатов при реализации программы, а также анализ результативности бюджетных расходов и обоснование мер по ее повышению;</w:t>
      </w:r>
    </w:p>
    <w:p w:rsidR="0068004E" w:rsidRPr="008C5F27" w:rsidRDefault="0068004E" w:rsidP="008C5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2.5. Оценка социально-экономической эффективности</w:t>
      </w:r>
    </w:p>
    <w:p w:rsidR="0068004E" w:rsidRPr="008C5F27" w:rsidRDefault="0068004E" w:rsidP="008C5F27">
      <w:pPr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Реализация мероприятий подпрограммы позволит обеспечить достижение целей подпрограммы, в том числе: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содействие поддержанию стабильности в социальной и общественно-политической сфере многонационального общественного социума Ермаковского района;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содействие повышению уровня социокультурной адаптации и интеграции мигрантов в районе.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hAnsi="Times New Roman"/>
          <w:sz w:val="28"/>
          <w:szCs w:val="28"/>
        </w:rPr>
      </w:pPr>
      <w:r w:rsidRPr="008C5F27">
        <w:rPr>
          <w:rFonts w:ascii="Times New Roman" w:hAnsi="Times New Roman"/>
          <w:sz w:val="28"/>
          <w:szCs w:val="28"/>
        </w:rPr>
        <w:t>В итоге реализация мероприятий подпрограммы позволит достичь уровня целевых индикаторов, в соответствии с целевыми индикаторами подпрограммы №4, согласно приложению № 1 к подпрограмме.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2.6. Мероприятия подпрограммы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4E" w:rsidRPr="00E8159F" w:rsidRDefault="0068004E" w:rsidP="00E8159F">
      <w:pPr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в перечне мероприятий подпрограммы в соответствии с приложением № 2 к подпрограмме.</w:t>
      </w:r>
    </w:p>
    <w:p w:rsidR="0068004E" w:rsidRPr="008C5F27" w:rsidRDefault="0068004E" w:rsidP="008C5F27">
      <w:pPr>
        <w:rPr>
          <w:lang w:eastAsia="ru-RU"/>
        </w:rPr>
        <w:sectPr w:rsidR="0068004E" w:rsidRPr="008C5F27" w:rsidSect="0067207F">
          <w:footerReference w:type="default" r:id="rId6"/>
          <w:pgSz w:w="11906" w:h="16838"/>
          <w:pgMar w:top="1134" w:right="566" w:bottom="284" w:left="1701" w:header="708" w:footer="708" w:gutter="0"/>
          <w:pgNumType w:start="104"/>
          <w:cols w:space="708"/>
          <w:docGrid w:linePitch="360"/>
        </w:sect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 xml:space="preserve">Приложение № 1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к подпрограмме 4 «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8C5F27">
        <w:rPr>
          <w:rFonts w:ascii="Times New Roman" w:hAnsi="Times New Roman"/>
          <w:sz w:val="28"/>
          <w:szCs w:val="28"/>
          <w:lang w:eastAsia="ru-RU"/>
        </w:rPr>
        <w:t>ациональн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 Ермаковском районе» к Муниципальной программе «Молодежь Ермаковского района в </w:t>
      </w:r>
      <w:r w:rsidRPr="008C5F27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веке»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индикатор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подпрограммы № 4 «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8C5F27">
        <w:rPr>
          <w:rFonts w:ascii="Times New Roman" w:hAnsi="Times New Roman"/>
          <w:sz w:val="28"/>
          <w:szCs w:val="28"/>
          <w:lang w:eastAsia="ru-RU"/>
        </w:rPr>
        <w:t>ациональн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 Ермаковском районе»</w:t>
      </w:r>
    </w:p>
    <w:p w:rsidR="0068004E" w:rsidRPr="008C5F27" w:rsidRDefault="0068004E" w:rsidP="008C5F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7386" w:type="dxa"/>
        <w:tblInd w:w="-459" w:type="dxa"/>
        <w:tblLayout w:type="fixed"/>
        <w:tblLook w:val="00A0"/>
      </w:tblPr>
      <w:tblGrid>
        <w:gridCol w:w="756"/>
        <w:gridCol w:w="60"/>
        <w:gridCol w:w="3720"/>
        <w:gridCol w:w="1276"/>
        <w:gridCol w:w="1418"/>
        <w:gridCol w:w="1417"/>
        <w:gridCol w:w="1843"/>
        <w:gridCol w:w="1843"/>
        <w:gridCol w:w="1842"/>
        <w:gridCol w:w="1418"/>
        <w:gridCol w:w="1793"/>
      </w:tblGrid>
      <w:tr w:rsidR="0068004E" w:rsidRPr="00847B25" w:rsidTr="00513504">
        <w:trPr>
          <w:gridAfter w:val="1"/>
          <w:wAfter w:w="1793" w:type="dxa"/>
          <w:trHeight w:val="22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Цель,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целевые индикаторы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A42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Отчетный финансовый год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A42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Отчетный финансовый год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(2016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A42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Текущий финансовый год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(2017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A42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планового периода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 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год)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04E" w:rsidRPr="008C5F27" w:rsidRDefault="0068004E" w:rsidP="00A42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Первый  год планового периода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(2019</w:t>
            </w: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год)</w:t>
            </w:r>
          </w:p>
        </w:tc>
      </w:tr>
      <w:tr w:rsidR="0068004E" w:rsidRPr="00847B25" w:rsidTr="00A42AA1">
        <w:trPr>
          <w:gridAfter w:val="1"/>
          <w:wAfter w:w="1793" w:type="dxa"/>
          <w:trHeight w:val="531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004E" w:rsidRPr="008C5F27" w:rsidRDefault="0068004E" w:rsidP="00A42A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Цель: </w:t>
            </w:r>
            <w:r w:rsidRPr="008C5F27">
              <w:rPr>
                <w:rFonts w:ascii="Times New Roman" w:hAnsi="Times New Roman"/>
                <w:szCs w:val="28"/>
                <w:lang w:eastAsia="ru-RU"/>
              </w:rPr>
              <w:t>Обеспечение реализации стратегии государственной национальной политики Российской Федерации на период 2015 – 201</w:t>
            </w:r>
            <w:r>
              <w:rPr>
                <w:rFonts w:ascii="Times New Roman" w:hAnsi="Times New Roman"/>
                <w:szCs w:val="28"/>
                <w:lang w:eastAsia="ru-RU"/>
              </w:rPr>
              <w:t>9</w:t>
            </w:r>
            <w:r w:rsidRPr="008C5F27">
              <w:rPr>
                <w:rFonts w:ascii="Times New Roman" w:hAnsi="Times New Roman"/>
                <w:szCs w:val="28"/>
                <w:lang w:eastAsia="ru-RU"/>
              </w:rPr>
              <w:t xml:space="preserve"> годы на территории Ермаковского района</w:t>
            </w:r>
          </w:p>
        </w:tc>
      </w:tr>
      <w:tr w:rsidR="0068004E" w:rsidRPr="00847B25" w:rsidTr="00513504">
        <w:trPr>
          <w:trHeight w:val="1056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численности населения Ермаковского района, участвующего в национальных, казачьих и межнациональных мероприятиях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/ чел.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27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5/230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5/800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6/900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6/900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8004E" w:rsidRPr="008C5F27" w:rsidRDefault="0068004E" w:rsidP="00A42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27">
              <w:rPr>
                <w:rFonts w:ascii="Times New Roman" w:hAnsi="Times New Roman"/>
                <w:sz w:val="20"/>
                <w:szCs w:val="20"/>
              </w:rPr>
              <w:t>6/</w:t>
            </w: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793" w:type="dxa"/>
          </w:tcPr>
          <w:p w:rsidR="0068004E" w:rsidRPr="008C5F27" w:rsidRDefault="0068004E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к подпрограмме 4 «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8C5F27">
        <w:rPr>
          <w:rFonts w:ascii="Times New Roman" w:hAnsi="Times New Roman"/>
          <w:sz w:val="28"/>
          <w:szCs w:val="28"/>
          <w:lang w:eastAsia="ru-RU"/>
        </w:rPr>
        <w:t>ациональн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 Ермаковском районе» к Муниципальной программе «Молодежь Ермаковского района в </w:t>
      </w:r>
      <w:r w:rsidRPr="008C5F27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веке» </w:t>
      </w:r>
    </w:p>
    <w:p w:rsidR="0068004E" w:rsidRPr="008C5F27" w:rsidRDefault="0068004E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8004E" w:rsidRPr="008C5F27" w:rsidRDefault="0068004E" w:rsidP="008C5F27">
      <w:pPr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8004E" w:rsidRPr="008C5F27" w:rsidRDefault="0068004E" w:rsidP="008C5F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C5F27">
        <w:rPr>
          <w:rFonts w:ascii="Times New Roman" w:hAnsi="Times New Roman"/>
          <w:sz w:val="28"/>
          <w:szCs w:val="28"/>
          <w:lang w:eastAsia="ru-RU"/>
        </w:rPr>
        <w:t>Перечень мероприятий подпрограммы № 4 «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8C5F27">
        <w:rPr>
          <w:rFonts w:ascii="Times New Roman" w:hAnsi="Times New Roman"/>
          <w:sz w:val="28"/>
          <w:szCs w:val="28"/>
          <w:lang w:eastAsia="ru-RU"/>
        </w:rPr>
        <w:t>ациональн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C5F27">
        <w:rPr>
          <w:rFonts w:ascii="Times New Roman" w:hAnsi="Times New Roman"/>
          <w:sz w:val="28"/>
          <w:szCs w:val="28"/>
          <w:lang w:eastAsia="ru-RU"/>
        </w:rPr>
        <w:t xml:space="preserve"> в Ермаковском районе» </w:t>
      </w:r>
    </w:p>
    <w:p w:rsidR="0068004E" w:rsidRPr="008C5F27" w:rsidRDefault="0068004E" w:rsidP="008C5F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6053" w:type="dxa"/>
        <w:jc w:val="center"/>
        <w:tblInd w:w="1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9"/>
        <w:gridCol w:w="15"/>
        <w:gridCol w:w="811"/>
        <w:gridCol w:w="776"/>
        <w:gridCol w:w="885"/>
        <w:gridCol w:w="1763"/>
        <w:gridCol w:w="851"/>
        <w:gridCol w:w="1559"/>
        <w:gridCol w:w="1134"/>
        <w:gridCol w:w="425"/>
        <w:gridCol w:w="1348"/>
        <w:gridCol w:w="1424"/>
        <w:gridCol w:w="63"/>
        <w:gridCol w:w="1071"/>
        <w:gridCol w:w="63"/>
        <w:gridCol w:w="992"/>
        <w:gridCol w:w="142"/>
        <w:gridCol w:w="1172"/>
      </w:tblGrid>
      <w:tr w:rsidR="0068004E" w:rsidRPr="00847B25" w:rsidTr="00960AC8">
        <w:trPr>
          <w:trHeight w:val="675"/>
          <w:jc w:val="center"/>
        </w:trPr>
        <w:tc>
          <w:tcPr>
            <w:tcW w:w="1574" w:type="dxa"/>
            <w:gridSpan w:val="2"/>
            <w:vMerge w:val="restart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811" w:type="dxa"/>
            <w:vMerge w:val="restart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275" w:type="dxa"/>
            <w:gridSpan w:val="4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59" w:type="dxa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8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172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(в натуральном выражении)</w:t>
            </w:r>
          </w:p>
        </w:tc>
      </w:tr>
      <w:tr w:rsidR="0068004E" w:rsidRPr="00847B25" w:rsidTr="00960AC8">
        <w:trPr>
          <w:trHeight w:val="1354"/>
          <w:jc w:val="center"/>
        </w:trPr>
        <w:tc>
          <w:tcPr>
            <w:tcW w:w="1574" w:type="dxa"/>
            <w:gridSpan w:val="2"/>
            <w:vMerge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vMerge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85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763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</w:tcPr>
          <w:p w:rsidR="0068004E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004E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004E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59" w:type="dxa"/>
            <w:gridSpan w:val="2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48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87" w:type="dxa"/>
            <w:gridSpan w:val="2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gridSpan w:val="2"/>
          </w:tcPr>
          <w:p w:rsidR="0068004E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004E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172" w:type="dxa"/>
            <w:vAlign w:val="center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004E" w:rsidRPr="00847B25" w:rsidTr="00960AC8">
        <w:trPr>
          <w:trHeight w:val="360"/>
          <w:jc w:val="center"/>
        </w:trPr>
        <w:tc>
          <w:tcPr>
            <w:tcW w:w="1559" w:type="dxa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94" w:type="dxa"/>
            <w:gridSpan w:val="17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подпрограммы:</w:t>
            </w:r>
            <w:r w:rsidRPr="008C5F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C5F27">
              <w:rPr>
                <w:rFonts w:ascii="Times New Roman" w:hAnsi="Times New Roman"/>
                <w:sz w:val="24"/>
                <w:szCs w:val="28"/>
                <w:lang w:eastAsia="ru-RU"/>
              </w:rPr>
              <w:t>Обеспечение реализации стратегии государственной национальной политики Российской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Федерации на период 2015 – 2018</w:t>
            </w:r>
            <w:r w:rsidRPr="008C5F2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годы на территории Ермаковского района</w:t>
            </w:r>
            <w:r w:rsidRPr="008C5F27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</w:tr>
      <w:tr w:rsidR="0068004E" w:rsidRPr="00847B25" w:rsidTr="00960AC8">
        <w:trPr>
          <w:trHeight w:val="360"/>
          <w:jc w:val="center"/>
        </w:trPr>
        <w:tc>
          <w:tcPr>
            <w:tcW w:w="1559" w:type="dxa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94" w:type="dxa"/>
            <w:gridSpan w:val="17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8C5F27">
              <w:rPr>
                <w:rFonts w:ascii="Times New Roman" w:hAnsi="Times New Roman"/>
                <w:sz w:val="24"/>
                <w:szCs w:val="28"/>
                <w:lang w:eastAsia="ru-RU"/>
              </w:rPr>
              <w:t>Развитие этнокультурного многообразия народов Ермаковского района, гармонизация национальных и межнациональных (межэтнических) отношений, успешная социальная и культурная адаптация и интеграция мигрантов, повышение этнотолерантности в общественном социуме региона</w:t>
            </w:r>
          </w:p>
        </w:tc>
      </w:tr>
      <w:tr w:rsidR="0068004E" w:rsidRPr="00847B25" w:rsidTr="00960AC8">
        <w:trPr>
          <w:trHeight w:val="360"/>
          <w:jc w:val="center"/>
        </w:trPr>
        <w:tc>
          <w:tcPr>
            <w:tcW w:w="1574" w:type="dxa"/>
            <w:gridSpan w:val="2"/>
          </w:tcPr>
          <w:p w:rsidR="0068004E" w:rsidRPr="00F6644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 по национальной политике в рамках подпрограммы «Национальная политика в Ермаковском районе» МП «Молодежь Ермаковского района в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XXI</w:t>
            </w:r>
            <w:r w:rsidRPr="00F6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веке»</w:t>
            </w:r>
          </w:p>
        </w:tc>
        <w:tc>
          <w:tcPr>
            <w:tcW w:w="811" w:type="dxa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Управления образования </w:t>
            </w:r>
          </w:p>
        </w:tc>
        <w:tc>
          <w:tcPr>
            <w:tcW w:w="776" w:type="dxa"/>
            <w:noWrap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85" w:type="dxa"/>
            <w:noWrap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63" w:type="dxa"/>
            <w:noWrap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5630084590</w:t>
            </w:r>
          </w:p>
        </w:tc>
        <w:tc>
          <w:tcPr>
            <w:tcW w:w="851" w:type="dxa"/>
            <w:noWrap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559" w:type="dxa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noWrap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8" w:type="dxa"/>
            <w:noWrap/>
          </w:tcPr>
          <w:p w:rsidR="0068004E" w:rsidRPr="008C5F27" w:rsidRDefault="0068004E" w:rsidP="008C5F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4" w:type="dxa"/>
            <w:noWrap/>
          </w:tcPr>
          <w:p w:rsidR="0068004E" w:rsidRPr="008C5F27" w:rsidRDefault="0068004E" w:rsidP="008C5F2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</w:tcPr>
          <w:p w:rsidR="0068004E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5" w:type="dxa"/>
            <w:gridSpan w:val="2"/>
          </w:tcPr>
          <w:p w:rsidR="0068004E" w:rsidRPr="008C5F27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200,0,0</w:t>
            </w:r>
          </w:p>
        </w:tc>
        <w:tc>
          <w:tcPr>
            <w:tcW w:w="1314" w:type="dxa"/>
            <w:gridSpan w:val="2"/>
          </w:tcPr>
          <w:p w:rsidR="0068004E" w:rsidRPr="008C5F27" w:rsidRDefault="0068004E" w:rsidP="008C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национальных праздников.</w:t>
            </w:r>
          </w:p>
        </w:tc>
      </w:tr>
      <w:tr w:rsidR="0068004E" w:rsidRPr="00847B25" w:rsidTr="00960AC8">
        <w:trPr>
          <w:trHeight w:val="360"/>
          <w:jc w:val="center"/>
        </w:trPr>
        <w:tc>
          <w:tcPr>
            <w:tcW w:w="1574" w:type="dxa"/>
            <w:gridSpan w:val="2"/>
          </w:tcPr>
          <w:p w:rsidR="0068004E" w:rsidRPr="002C7E44" w:rsidRDefault="0068004E" w:rsidP="008C5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7E4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1" w:type="dxa"/>
          </w:tcPr>
          <w:p w:rsidR="0068004E" w:rsidRPr="002C7E44" w:rsidRDefault="0068004E" w:rsidP="008C5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noWrap/>
          </w:tcPr>
          <w:p w:rsidR="0068004E" w:rsidRPr="002C7E44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noWrap/>
          </w:tcPr>
          <w:p w:rsidR="0068004E" w:rsidRPr="002C7E44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noWrap/>
          </w:tcPr>
          <w:p w:rsidR="0068004E" w:rsidRPr="002C7E44" w:rsidRDefault="0068004E" w:rsidP="008C5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68004E" w:rsidRPr="002C7E44" w:rsidRDefault="0068004E" w:rsidP="008C5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004E" w:rsidRPr="002C7E44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noWrap/>
          </w:tcPr>
          <w:p w:rsidR="0068004E" w:rsidRPr="002C7E44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C7E4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8" w:type="dxa"/>
            <w:noWrap/>
          </w:tcPr>
          <w:p w:rsidR="0068004E" w:rsidRPr="002C7E44" w:rsidRDefault="0068004E" w:rsidP="008C5F2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C7E4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4" w:type="dxa"/>
            <w:noWrap/>
          </w:tcPr>
          <w:p w:rsidR="0068004E" w:rsidRPr="002C7E44" w:rsidRDefault="0068004E" w:rsidP="008C5F2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C7E4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</w:tcPr>
          <w:p w:rsidR="0068004E" w:rsidRPr="002C7E44" w:rsidRDefault="0068004E" w:rsidP="008C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5" w:type="dxa"/>
            <w:gridSpan w:val="2"/>
          </w:tcPr>
          <w:p w:rsidR="0068004E" w:rsidRPr="002C7E44" w:rsidRDefault="0068004E" w:rsidP="00960A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4" w:type="dxa"/>
            <w:gridSpan w:val="2"/>
          </w:tcPr>
          <w:p w:rsidR="0068004E" w:rsidRPr="002C7E44" w:rsidRDefault="0068004E" w:rsidP="008C5F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8004E" w:rsidRPr="008C5F27" w:rsidRDefault="0068004E" w:rsidP="008C5F27">
      <w:pPr>
        <w:rPr>
          <w:rFonts w:ascii="Times New Roman" w:hAnsi="Times New Roman"/>
          <w:sz w:val="28"/>
          <w:szCs w:val="24"/>
          <w:lang w:eastAsia="ru-RU"/>
        </w:rPr>
      </w:pPr>
    </w:p>
    <w:p w:rsidR="0068004E" w:rsidRPr="008C5F27" w:rsidRDefault="0068004E" w:rsidP="008C5F27">
      <w:pPr>
        <w:rPr>
          <w:lang w:eastAsia="ru-RU"/>
        </w:rPr>
      </w:pPr>
    </w:p>
    <w:p w:rsidR="0068004E" w:rsidRDefault="0068004E"/>
    <w:sectPr w:rsidR="0068004E" w:rsidSect="00F83E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04E" w:rsidRDefault="0068004E">
      <w:pPr>
        <w:spacing w:after="0" w:line="240" w:lineRule="auto"/>
      </w:pPr>
      <w:r>
        <w:separator/>
      </w:r>
    </w:p>
  </w:endnote>
  <w:endnote w:type="continuationSeparator" w:id="0">
    <w:p w:rsidR="0068004E" w:rsidRDefault="0068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04E" w:rsidRDefault="0068004E">
    <w:pPr>
      <w:pStyle w:val="Footer"/>
      <w:jc w:val="right"/>
    </w:pPr>
  </w:p>
  <w:p w:rsidR="0068004E" w:rsidRDefault="006800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04E" w:rsidRDefault="0068004E">
      <w:pPr>
        <w:spacing w:after="0" w:line="240" w:lineRule="auto"/>
      </w:pPr>
      <w:r>
        <w:separator/>
      </w:r>
    </w:p>
  </w:footnote>
  <w:footnote w:type="continuationSeparator" w:id="0">
    <w:p w:rsidR="0068004E" w:rsidRDefault="00680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EF2"/>
    <w:rsid w:val="00126FFA"/>
    <w:rsid w:val="001418EB"/>
    <w:rsid w:val="00147112"/>
    <w:rsid w:val="001D711C"/>
    <w:rsid w:val="001E0713"/>
    <w:rsid w:val="00285C8D"/>
    <w:rsid w:val="002C7E44"/>
    <w:rsid w:val="002F61EC"/>
    <w:rsid w:val="00446E5F"/>
    <w:rsid w:val="004C3EF2"/>
    <w:rsid w:val="004C6572"/>
    <w:rsid w:val="004F1CE8"/>
    <w:rsid w:val="00513504"/>
    <w:rsid w:val="005706F2"/>
    <w:rsid w:val="0058674F"/>
    <w:rsid w:val="006345EC"/>
    <w:rsid w:val="00641AEB"/>
    <w:rsid w:val="0067207F"/>
    <w:rsid w:val="0068004E"/>
    <w:rsid w:val="006E6BC3"/>
    <w:rsid w:val="007B0064"/>
    <w:rsid w:val="00847B25"/>
    <w:rsid w:val="008C5F27"/>
    <w:rsid w:val="008E5F63"/>
    <w:rsid w:val="00960AC8"/>
    <w:rsid w:val="00964F9D"/>
    <w:rsid w:val="009811AD"/>
    <w:rsid w:val="00A42AA1"/>
    <w:rsid w:val="00A97B5F"/>
    <w:rsid w:val="00AD6EB3"/>
    <w:rsid w:val="00B77761"/>
    <w:rsid w:val="00CE7332"/>
    <w:rsid w:val="00CF483C"/>
    <w:rsid w:val="00D41569"/>
    <w:rsid w:val="00D54998"/>
    <w:rsid w:val="00D82331"/>
    <w:rsid w:val="00D935F2"/>
    <w:rsid w:val="00E31981"/>
    <w:rsid w:val="00E8159F"/>
    <w:rsid w:val="00E879F9"/>
    <w:rsid w:val="00F23690"/>
    <w:rsid w:val="00F66447"/>
    <w:rsid w:val="00F8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E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8C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5F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C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5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241</TotalTime>
  <Pages>11</Pages>
  <Words>2918</Words>
  <Characters>16633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302-1s</cp:lastModifiedBy>
  <cp:revision>28</cp:revision>
  <cp:lastPrinted>2016-11-03T02:05:00Z</cp:lastPrinted>
  <dcterms:created xsi:type="dcterms:W3CDTF">2015-01-30T01:49:00Z</dcterms:created>
  <dcterms:modified xsi:type="dcterms:W3CDTF">2016-11-03T02:58:00Z</dcterms:modified>
</cp:coreProperties>
</file>