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653" w:rsidRDefault="00EF2653" w:rsidP="000730D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Приложение №1 </w:t>
      </w:r>
    </w:p>
    <w:p w:rsidR="00EF2653" w:rsidRDefault="00EF2653" w:rsidP="000730D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к постановлению от 16.06.2016г.</w:t>
      </w:r>
    </w:p>
    <w:p w:rsidR="00EF2653" w:rsidRDefault="00EF2653" w:rsidP="000730D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№ 380-п</w:t>
      </w:r>
    </w:p>
    <w:p w:rsidR="00EF2653" w:rsidRDefault="00EF2653" w:rsidP="000730DE">
      <w:pPr>
        <w:spacing w:after="0"/>
        <w:rPr>
          <w:rFonts w:ascii="Times New Roman" w:hAnsi="Times New Roman"/>
          <w:sz w:val="28"/>
          <w:szCs w:val="28"/>
        </w:rPr>
      </w:pPr>
    </w:p>
    <w:p w:rsidR="00EF2653" w:rsidRDefault="00EF2653" w:rsidP="000730DE">
      <w:pPr>
        <w:spacing w:after="0"/>
        <w:rPr>
          <w:rFonts w:ascii="Times New Roman" w:hAnsi="Times New Roman"/>
          <w:sz w:val="28"/>
          <w:szCs w:val="28"/>
        </w:rPr>
      </w:pPr>
    </w:p>
    <w:p w:rsidR="00EF2653" w:rsidRDefault="00EF2653" w:rsidP="000730D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</w:t>
      </w:r>
    </w:p>
    <w:p w:rsidR="00EF2653" w:rsidRDefault="00EF2653" w:rsidP="006B5CD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СОСТАВ</w:t>
      </w:r>
    </w:p>
    <w:p w:rsidR="00EF2653" w:rsidRDefault="00EF2653" w:rsidP="006B5CD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F2653" w:rsidRDefault="00EF2653" w:rsidP="006B5CD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Постоянно действующей экспертной комиссии (ЭК) для организации и проведения работ по отбору и экспертизе ценности документов администрации района для последующей передачи в МКУ «Архив Ермаковского района».</w:t>
      </w:r>
    </w:p>
    <w:p w:rsidR="00EF2653" w:rsidRDefault="00EF2653" w:rsidP="006B5CD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F2653" w:rsidRDefault="00EF2653" w:rsidP="006B5CD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Сарлин Ю.В. – первый заместитель главы администрации, председатель комиссии;</w:t>
      </w:r>
    </w:p>
    <w:p w:rsidR="00EF2653" w:rsidRDefault="00EF2653" w:rsidP="006B5CD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Добросоцкая И.П. – заместитель главы администрации, заместитель председателя комиссии.</w:t>
      </w:r>
    </w:p>
    <w:p w:rsidR="00EF2653" w:rsidRDefault="00EF2653" w:rsidP="006B5CD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Ясинская Е.А. – специалист отдела информатизации и документационного обеспечения, секретарь комиссии;</w:t>
      </w:r>
    </w:p>
    <w:p w:rsidR="00EF2653" w:rsidRDefault="00EF2653" w:rsidP="006B5CD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Несяев В.В. – начальник отдела информатизации и документационного обеспечения;</w:t>
      </w:r>
    </w:p>
    <w:p w:rsidR="00EF2653" w:rsidRDefault="00EF2653" w:rsidP="006B5CD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Рыбакова О.А. – главный специалист по правовым вопросам;</w:t>
      </w:r>
    </w:p>
    <w:p w:rsidR="00EF2653" w:rsidRDefault="00EF2653" w:rsidP="006B5CD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Зубарева С.В. – главный специалист по кадровым вопросам;</w:t>
      </w:r>
    </w:p>
    <w:p w:rsidR="00EF2653" w:rsidRDefault="00EF2653" w:rsidP="006B5CD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Рейнварт Р.К. – начальник отдела планирования и экономического развития;</w:t>
      </w:r>
    </w:p>
    <w:p w:rsidR="00EF2653" w:rsidRDefault="00EF2653" w:rsidP="006B5CD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Сунцов Ф.Н. – начальник отдела земельных и имущественных отношений;</w:t>
      </w:r>
    </w:p>
    <w:p w:rsidR="00EF2653" w:rsidRDefault="00EF2653" w:rsidP="006B5CD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Бабанакова Н.В. – начальник отдела архитектуры, строительства и коммунального хозяйства;</w:t>
      </w:r>
    </w:p>
    <w:p w:rsidR="00EF2653" w:rsidRDefault="00EF2653" w:rsidP="006B5CD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Ильичева Т.Н. – начальник отдела учета и отчетности;</w:t>
      </w:r>
    </w:p>
    <w:p w:rsidR="00EF2653" w:rsidRDefault="00EF2653" w:rsidP="006B5CD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Гречушкин И.Н. – начальник отдела ГО, ЧС и мобилизационной работе;</w:t>
      </w:r>
    </w:p>
    <w:p w:rsidR="00EF2653" w:rsidRPr="000730DE" w:rsidRDefault="00EF2653" w:rsidP="006B5CD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Чеховская Н.А. – руководитель МКУ «Архив Ермаковского района».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 </w:t>
      </w:r>
    </w:p>
    <w:sectPr w:rsidR="00EF2653" w:rsidRPr="000730DE" w:rsidSect="002215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30DE"/>
    <w:rsid w:val="00072BA2"/>
    <w:rsid w:val="000730DE"/>
    <w:rsid w:val="000A4919"/>
    <w:rsid w:val="00197321"/>
    <w:rsid w:val="00221545"/>
    <w:rsid w:val="004C5B0C"/>
    <w:rsid w:val="0065597F"/>
    <w:rsid w:val="006B5CD8"/>
    <w:rsid w:val="0072321B"/>
    <w:rsid w:val="0088726F"/>
    <w:rsid w:val="009E0B6E"/>
    <w:rsid w:val="00A272EA"/>
    <w:rsid w:val="00BA60C0"/>
    <w:rsid w:val="00C525D9"/>
    <w:rsid w:val="00C85AB9"/>
    <w:rsid w:val="00CC012A"/>
    <w:rsid w:val="00DC3940"/>
    <w:rsid w:val="00EF26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154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E0B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E0B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963</TotalTime>
  <Pages>1</Pages>
  <Words>216</Words>
  <Characters>1232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S303-2</dc:creator>
  <cp:keywords/>
  <dc:description/>
  <cp:lastModifiedBy>302-1s</cp:lastModifiedBy>
  <cp:revision>12</cp:revision>
  <cp:lastPrinted>2016-06-13T09:37:00Z</cp:lastPrinted>
  <dcterms:created xsi:type="dcterms:W3CDTF">2013-12-18T02:15:00Z</dcterms:created>
  <dcterms:modified xsi:type="dcterms:W3CDTF">2016-08-03T06:54:00Z</dcterms:modified>
</cp:coreProperties>
</file>