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70" w:rsidRDefault="00A64F70" w:rsidP="00791DE7">
      <w:pPr>
        <w:suppressAutoHyphens/>
        <w:jc w:val="center"/>
        <w:rPr>
          <w:sz w:val="27"/>
          <w:szCs w:val="27"/>
        </w:rPr>
      </w:pPr>
      <w:r>
        <w:rPr>
          <w:sz w:val="27"/>
          <w:szCs w:val="27"/>
        </w:rPr>
        <w:t>Администрация Ермаковского района</w:t>
      </w:r>
    </w:p>
    <w:p w:rsidR="00A64F70" w:rsidRDefault="00A64F70" w:rsidP="00791DE7">
      <w:pPr>
        <w:suppressAutoHyphens/>
        <w:jc w:val="center"/>
        <w:rPr>
          <w:sz w:val="27"/>
          <w:szCs w:val="27"/>
        </w:rPr>
      </w:pPr>
    </w:p>
    <w:p w:rsidR="00A64F70" w:rsidRDefault="00A64F70" w:rsidP="00791DE7">
      <w:pPr>
        <w:suppressAutoHyphens/>
        <w:jc w:val="center"/>
        <w:rPr>
          <w:sz w:val="27"/>
          <w:szCs w:val="27"/>
        </w:rPr>
      </w:pPr>
      <w:r>
        <w:rPr>
          <w:sz w:val="27"/>
          <w:szCs w:val="27"/>
        </w:rPr>
        <w:t>ПОСТАНОВЛЕНИЕ</w:t>
      </w:r>
    </w:p>
    <w:p w:rsidR="00A64F70" w:rsidRDefault="00A64F70" w:rsidP="00791DE7">
      <w:pPr>
        <w:suppressAutoHyphens/>
        <w:jc w:val="center"/>
        <w:rPr>
          <w:sz w:val="27"/>
          <w:szCs w:val="27"/>
        </w:rPr>
      </w:pPr>
    </w:p>
    <w:p w:rsidR="00A64F70" w:rsidRDefault="00A64F70" w:rsidP="00791DE7">
      <w:pPr>
        <w:suppressAutoHyphens/>
        <w:jc w:val="center"/>
        <w:rPr>
          <w:sz w:val="27"/>
          <w:szCs w:val="27"/>
        </w:rPr>
      </w:pPr>
      <w:r>
        <w:rPr>
          <w:sz w:val="27"/>
          <w:szCs w:val="27"/>
        </w:rPr>
        <w:t>«30» октября 2015г.     с. Ермаковское                                 № 736-п</w:t>
      </w:r>
    </w:p>
    <w:p w:rsidR="00A64F70" w:rsidRPr="0086089A" w:rsidRDefault="00A64F70" w:rsidP="0086089A">
      <w:pPr>
        <w:rPr>
          <w:szCs w:val="28"/>
        </w:rPr>
      </w:pPr>
    </w:p>
    <w:p w:rsidR="00A64F70" w:rsidRPr="003733AB" w:rsidRDefault="00A64F70" w:rsidP="0086089A">
      <w:pPr>
        <w:rPr>
          <w:szCs w:val="28"/>
        </w:rPr>
      </w:pPr>
    </w:p>
    <w:p w:rsidR="00A64F70" w:rsidRDefault="00A64F70" w:rsidP="0086089A">
      <w:pPr>
        <w:rPr>
          <w:szCs w:val="28"/>
        </w:rPr>
      </w:pPr>
    </w:p>
    <w:p w:rsidR="00A64F70" w:rsidRPr="0061650B" w:rsidRDefault="00A64F70" w:rsidP="0086089A">
      <w:pPr>
        <w:rPr>
          <w:szCs w:val="28"/>
        </w:rPr>
      </w:pPr>
      <w:bookmarkStart w:id="0" w:name="_GoBack"/>
      <w:bookmarkEnd w:id="0"/>
      <w:r w:rsidRPr="0061650B">
        <w:rPr>
          <w:szCs w:val="28"/>
        </w:rPr>
        <w:t>О внесении изменений и дополнений</w:t>
      </w:r>
    </w:p>
    <w:p w:rsidR="00A64F70" w:rsidRPr="0061650B" w:rsidRDefault="00A64F70" w:rsidP="00E432D6">
      <w:pPr>
        <w:rPr>
          <w:szCs w:val="28"/>
        </w:rPr>
      </w:pPr>
      <w:r w:rsidRPr="0061650B">
        <w:rPr>
          <w:szCs w:val="28"/>
        </w:rPr>
        <w:t xml:space="preserve"> в постановление от 31.10.2013 г. №718-п</w:t>
      </w:r>
    </w:p>
    <w:p w:rsidR="00A64F70" w:rsidRPr="0061650B" w:rsidRDefault="00A64F70" w:rsidP="00E432D6">
      <w:pPr>
        <w:rPr>
          <w:szCs w:val="28"/>
        </w:rPr>
      </w:pPr>
      <w:r w:rsidRPr="0061650B">
        <w:rPr>
          <w:szCs w:val="28"/>
        </w:rPr>
        <w:t xml:space="preserve"> «Об утверждении муниципальной</w:t>
      </w:r>
    </w:p>
    <w:p w:rsidR="00A64F70" w:rsidRPr="0061650B" w:rsidRDefault="00A64F70" w:rsidP="00E432D6">
      <w:pPr>
        <w:rPr>
          <w:szCs w:val="28"/>
        </w:rPr>
      </w:pPr>
      <w:r w:rsidRPr="0061650B">
        <w:rPr>
          <w:szCs w:val="28"/>
        </w:rPr>
        <w:t xml:space="preserve"> программы Ермаковского района</w:t>
      </w:r>
    </w:p>
    <w:p w:rsidR="00A64F70" w:rsidRPr="0061650B" w:rsidRDefault="00A64F70" w:rsidP="00E432D6">
      <w:pPr>
        <w:rPr>
          <w:szCs w:val="28"/>
        </w:rPr>
      </w:pPr>
      <w:r w:rsidRPr="0061650B">
        <w:rPr>
          <w:szCs w:val="28"/>
        </w:rPr>
        <w:t xml:space="preserve"> «Развитие культуры» </w:t>
      </w:r>
    </w:p>
    <w:p w:rsidR="00A64F70" w:rsidRPr="0061650B" w:rsidRDefault="00A64F70" w:rsidP="00E432D6">
      <w:pPr>
        <w:rPr>
          <w:szCs w:val="28"/>
        </w:rPr>
      </w:pPr>
    </w:p>
    <w:p w:rsidR="00A64F70" w:rsidRPr="0061650B" w:rsidRDefault="00A64F70" w:rsidP="00E432D6">
      <w:pPr>
        <w:rPr>
          <w:szCs w:val="28"/>
        </w:rPr>
      </w:pPr>
      <w:r w:rsidRPr="0061650B">
        <w:rPr>
          <w:szCs w:val="28"/>
        </w:rPr>
        <w:t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№516-п «Об утверждении Порядка принятия решений о разработке муниципальных программ Ермаковского района, их формировании и реализации» (в редакции постановления от 10.12.2014 № 1001-п), решением Ермаковского районного Совета депутатов от 26.12.2014 г. № 59-329р «О районном бюджете на 2015 год и плановый период 2016-2017гг. администрации Ермаковского района ПОСТАНОВЛЯЕТ:</w:t>
      </w:r>
    </w:p>
    <w:p w:rsidR="00A64F70" w:rsidRPr="0061650B" w:rsidRDefault="00A64F70" w:rsidP="00222E9E">
      <w:pPr>
        <w:rPr>
          <w:szCs w:val="28"/>
        </w:rPr>
      </w:pPr>
      <w:r w:rsidRPr="0061650B">
        <w:rPr>
          <w:szCs w:val="28"/>
        </w:rPr>
        <w:t>1. Внести в постановление администрации Ермаковского района от 31.10. 2013 №718-п «Об утверждении муниципальной программы Ермаковского района «Развитие культуры» (в редакции постановлений от 22.01.2014 №34-п; от 11.03.2014 №156-п; от 21.05.2014 №364-п; от 16.07.2014 №541-п; от 04.08.2014 №574-п; от 16.09.2014 №687-п; от 30.10.2014г №874-п; от 27.11.2014 №961-п; от 09.12.2014 №998-п; от 08.05.2015 №263-п; от 25.06.2015 г. №403-п; от 02.09.2015 г. №574-п; 27.10.2015 г. №720-п) следующие изменения и дополнения:</w:t>
      </w:r>
    </w:p>
    <w:p w:rsidR="00A64F70" w:rsidRPr="0061650B" w:rsidRDefault="00A64F70" w:rsidP="0086089A">
      <w:pPr>
        <w:pStyle w:val="ListParagraph"/>
        <w:rPr>
          <w:szCs w:val="28"/>
        </w:rPr>
      </w:pPr>
      <w:r w:rsidRPr="0061650B">
        <w:rPr>
          <w:szCs w:val="28"/>
        </w:rPr>
        <w:t>1.1. Приложение к указанному постановлению Муниципальная программа Ермаковского района «Развитие культуры» изложить в редакции  согласно приложения  к настоящему постановлению.</w:t>
      </w:r>
    </w:p>
    <w:p w:rsidR="00A64F70" w:rsidRPr="0061650B" w:rsidRDefault="00A64F70" w:rsidP="0086089A">
      <w:pPr>
        <w:pStyle w:val="ListParagraph"/>
        <w:rPr>
          <w:szCs w:val="28"/>
        </w:rPr>
      </w:pPr>
      <w:r w:rsidRPr="0061650B">
        <w:rPr>
          <w:szCs w:val="28"/>
        </w:rPr>
        <w:t>2.  Контроль за исполнением постановления возложить на заместителя главы администрации по социальным и общественно-политическим вопросам - И.П. Добросоцкую.</w:t>
      </w:r>
    </w:p>
    <w:p w:rsidR="00A64F70" w:rsidRPr="0061650B" w:rsidRDefault="00A64F70" w:rsidP="0086089A">
      <w:pPr>
        <w:pStyle w:val="ListParagraph"/>
        <w:rPr>
          <w:szCs w:val="28"/>
        </w:rPr>
      </w:pPr>
      <w:r w:rsidRPr="0061650B">
        <w:rPr>
          <w:szCs w:val="28"/>
        </w:rPr>
        <w:t xml:space="preserve">3. Постановление вступает в силу со дня его официального опубликования и применяется к правоотношениям возникшим с 01.01.2016 года. </w:t>
      </w:r>
    </w:p>
    <w:p w:rsidR="00A64F70" w:rsidRPr="0061650B" w:rsidRDefault="00A64F70" w:rsidP="0086089A">
      <w:pPr>
        <w:pStyle w:val="ListParagraph"/>
        <w:rPr>
          <w:szCs w:val="28"/>
        </w:rPr>
      </w:pPr>
      <w:r w:rsidRPr="0061650B">
        <w:rPr>
          <w:szCs w:val="28"/>
        </w:rPr>
        <w:t>4. Опубликовать постановление на сайте Администрации  Ермаковского района (</w:t>
      </w:r>
      <w:hyperlink r:id="rId5" w:history="1">
        <w:r w:rsidRPr="0061650B">
          <w:rPr>
            <w:rStyle w:val="Hyperlink"/>
            <w:szCs w:val="28"/>
            <w:lang w:val="en-US"/>
          </w:rPr>
          <w:t>www</w:t>
        </w:r>
        <w:r w:rsidRPr="0061650B">
          <w:rPr>
            <w:rStyle w:val="Hyperlink"/>
            <w:szCs w:val="28"/>
          </w:rPr>
          <w:t>.</w:t>
        </w:r>
        <w:r w:rsidRPr="0061650B">
          <w:rPr>
            <w:rStyle w:val="Hyperlink"/>
            <w:szCs w:val="28"/>
            <w:lang w:val="en-US"/>
          </w:rPr>
          <w:t>adminerm</w:t>
        </w:r>
        <w:r w:rsidRPr="0061650B">
          <w:rPr>
            <w:rStyle w:val="Hyperlink"/>
            <w:szCs w:val="28"/>
          </w:rPr>
          <w:t>.</w:t>
        </w:r>
        <w:r w:rsidRPr="0061650B">
          <w:rPr>
            <w:rStyle w:val="Hyperlink"/>
            <w:szCs w:val="28"/>
            <w:lang w:val="en-US"/>
          </w:rPr>
          <w:t>ru</w:t>
        </w:r>
      </w:hyperlink>
      <w:r w:rsidRPr="0061650B">
        <w:rPr>
          <w:szCs w:val="28"/>
        </w:rPr>
        <w:t xml:space="preserve">). </w:t>
      </w:r>
    </w:p>
    <w:p w:rsidR="00A64F70" w:rsidRPr="003733AB" w:rsidRDefault="00A64F70" w:rsidP="00F20E33">
      <w:pPr>
        <w:rPr>
          <w:szCs w:val="28"/>
        </w:rPr>
      </w:pPr>
    </w:p>
    <w:p w:rsidR="00A64F70" w:rsidRPr="0061650B" w:rsidRDefault="00A64F70" w:rsidP="00F20E33">
      <w:pPr>
        <w:rPr>
          <w:szCs w:val="28"/>
        </w:rPr>
      </w:pPr>
      <w:r w:rsidRPr="0061650B">
        <w:rPr>
          <w:szCs w:val="28"/>
        </w:rPr>
        <w:t xml:space="preserve">Глава </w:t>
      </w:r>
      <w:r>
        <w:rPr>
          <w:szCs w:val="28"/>
        </w:rPr>
        <w:t xml:space="preserve"> </w:t>
      </w:r>
      <w:r w:rsidRPr="0061650B">
        <w:rPr>
          <w:szCs w:val="28"/>
        </w:rPr>
        <w:t>Ермаковского района                                                         М.А. Виговский</w:t>
      </w:r>
    </w:p>
    <w:sectPr w:rsidR="00A64F70" w:rsidRPr="0061650B" w:rsidSect="0045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FAE"/>
    <w:multiLevelType w:val="multilevel"/>
    <w:tmpl w:val="65468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A4DB2"/>
    <w:rsid w:val="00222E9E"/>
    <w:rsid w:val="00255228"/>
    <w:rsid w:val="00267DE6"/>
    <w:rsid w:val="00292F59"/>
    <w:rsid w:val="0031054B"/>
    <w:rsid w:val="003447F5"/>
    <w:rsid w:val="00370CC8"/>
    <w:rsid w:val="003733AB"/>
    <w:rsid w:val="00397C7F"/>
    <w:rsid w:val="00406CF6"/>
    <w:rsid w:val="0045623A"/>
    <w:rsid w:val="0045749F"/>
    <w:rsid w:val="004C65DF"/>
    <w:rsid w:val="004C67F7"/>
    <w:rsid w:val="004E0AE6"/>
    <w:rsid w:val="00532A01"/>
    <w:rsid w:val="00564C03"/>
    <w:rsid w:val="0061650B"/>
    <w:rsid w:val="00653011"/>
    <w:rsid w:val="00697D3B"/>
    <w:rsid w:val="006C0DEA"/>
    <w:rsid w:val="006C4931"/>
    <w:rsid w:val="00791DE7"/>
    <w:rsid w:val="007C2EF5"/>
    <w:rsid w:val="007E1F40"/>
    <w:rsid w:val="007E494B"/>
    <w:rsid w:val="00830818"/>
    <w:rsid w:val="0086089A"/>
    <w:rsid w:val="00937B7E"/>
    <w:rsid w:val="00A64F70"/>
    <w:rsid w:val="00B11EEF"/>
    <w:rsid w:val="00B459A1"/>
    <w:rsid w:val="00CC0A9C"/>
    <w:rsid w:val="00CE3A7A"/>
    <w:rsid w:val="00D51FD0"/>
    <w:rsid w:val="00DB0D59"/>
    <w:rsid w:val="00DC1FA1"/>
    <w:rsid w:val="00DD47AC"/>
    <w:rsid w:val="00DF6696"/>
    <w:rsid w:val="00E24970"/>
    <w:rsid w:val="00E432D6"/>
    <w:rsid w:val="00F20E33"/>
    <w:rsid w:val="00FF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DB0D5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in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228</TotalTime>
  <Pages>1</Pages>
  <Words>305</Words>
  <Characters>1745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46</cp:revision>
  <cp:lastPrinted>2015-11-17T07:47:00Z</cp:lastPrinted>
  <dcterms:created xsi:type="dcterms:W3CDTF">2014-01-20T03:05:00Z</dcterms:created>
  <dcterms:modified xsi:type="dcterms:W3CDTF">2015-11-19T02:23:00Z</dcterms:modified>
</cp:coreProperties>
</file>