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EC7" w:rsidRDefault="005D0EC7" w:rsidP="00C22B1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Администрации Ермаковского района</w:t>
      </w:r>
    </w:p>
    <w:p w:rsidR="005D0EC7" w:rsidRDefault="005D0EC7" w:rsidP="00C22B14">
      <w:pPr>
        <w:rPr>
          <w:b/>
          <w:sz w:val="28"/>
          <w:szCs w:val="28"/>
        </w:rPr>
      </w:pPr>
    </w:p>
    <w:p w:rsidR="005D0EC7" w:rsidRDefault="005D0EC7" w:rsidP="00C22B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D0EC7" w:rsidRDefault="005D0EC7" w:rsidP="00C22B1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D0EC7" w:rsidRDefault="005D0EC7" w:rsidP="00C22B14">
      <w:pPr>
        <w:rPr>
          <w:b/>
          <w:sz w:val="28"/>
          <w:szCs w:val="28"/>
        </w:rPr>
      </w:pPr>
      <w:r>
        <w:rPr>
          <w:b/>
          <w:sz w:val="28"/>
          <w:szCs w:val="28"/>
        </w:rPr>
        <w:t>22 января 2014 года                                                              № 32-п</w:t>
      </w:r>
    </w:p>
    <w:p w:rsidR="005D0EC7" w:rsidRDefault="005D0EC7" w:rsidP="000932D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5D0EC7" w:rsidRDefault="005D0EC7" w:rsidP="000932DA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5D0EC7" w:rsidRDefault="005D0EC7" w:rsidP="000932DA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и дополнений </w:t>
      </w:r>
    </w:p>
    <w:p w:rsidR="005D0EC7" w:rsidRDefault="005D0EC7" w:rsidP="000932DA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Постановление администрации Ермаковского района</w:t>
      </w:r>
    </w:p>
    <w:p w:rsidR="005D0EC7" w:rsidRDefault="005D0EC7" w:rsidP="000932DA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30 октября 2013 года № 712-п </w:t>
      </w:r>
    </w:p>
    <w:p w:rsidR="005D0EC7" w:rsidRDefault="005D0EC7" w:rsidP="000932DA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Об утверждении муниципальной программы </w:t>
      </w:r>
    </w:p>
    <w:p w:rsidR="005D0EC7" w:rsidRDefault="005D0EC7" w:rsidP="000932DA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A72491">
        <w:rPr>
          <w:rFonts w:ascii="Times New Roman" w:hAnsi="Times New Roman"/>
          <w:sz w:val="28"/>
          <w:szCs w:val="28"/>
        </w:rPr>
        <w:t>«Поддержка и 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2491">
        <w:rPr>
          <w:rFonts w:ascii="Times New Roman" w:hAnsi="Times New Roman"/>
          <w:sz w:val="28"/>
          <w:szCs w:val="28"/>
        </w:rPr>
        <w:t>малого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2491">
        <w:rPr>
          <w:rFonts w:ascii="Times New Roman" w:hAnsi="Times New Roman"/>
          <w:sz w:val="28"/>
          <w:szCs w:val="28"/>
        </w:rPr>
        <w:t>и среднего предпринимательства</w:t>
      </w:r>
    </w:p>
    <w:p w:rsidR="005D0EC7" w:rsidRDefault="005D0EC7" w:rsidP="000932DA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A7249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Ермаковском  районе на 2014-2016</w:t>
      </w:r>
      <w:r w:rsidRPr="00A72491">
        <w:rPr>
          <w:rFonts w:ascii="Times New Roman" w:hAnsi="Times New Roman"/>
          <w:sz w:val="28"/>
          <w:szCs w:val="28"/>
        </w:rPr>
        <w:t xml:space="preserve"> годы»</w:t>
      </w:r>
    </w:p>
    <w:p w:rsidR="005D0EC7" w:rsidRDefault="005D0EC7" w:rsidP="0051202B">
      <w:pPr>
        <w:spacing w:line="240" w:lineRule="atLeast"/>
        <w:ind w:firstLine="709"/>
        <w:rPr>
          <w:rFonts w:ascii="Times New Roman" w:hAnsi="Times New Roman"/>
          <w:sz w:val="28"/>
          <w:szCs w:val="28"/>
        </w:rPr>
      </w:pPr>
    </w:p>
    <w:p w:rsidR="005D0EC7" w:rsidRPr="00957EDF" w:rsidRDefault="005D0EC7" w:rsidP="000932DA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57ED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EDF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>м</w:t>
      </w:r>
      <w:r w:rsidRPr="00957EDF">
        <w:rPr>
          <w:rFonts w:ascii="Times New Roman" w:hAnsi="Times New Roman"/>
          <w:sz w:val="28"/>
          <w:szCs w:val="28"/>
        </w:rPr>
        <w:t xml:space="preserve"> Ермаковского районного Совета депутатов от 23.12.2011г. № 18-105р «Об утверждении Программы социально-экономического развития Ермаковского района на период до 2020 года», Федеральны</w:t>
      </w:r>
      <w:r>
        <w:rPr>
          <w:rFonts w:ascii="Times New Roman" w:hAnsi="Times New Roman"/>
          <w:sz w:val="28"/>
          <w:szCs w:val="28"/>
        </w:rPr>
        <w:t>м</w:t>
      </w:r>
      <w:r w:rsidRPr="00957EDF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957EDF">
        <w:rPr>
          <w:rFonts w:ascii="Times New Roman" w:hAnsi="Times New Roman"/>
          <w:sz w:val="28"/>
          <w:szCs w:val="28"/>
        </w:rPr>
        <w:t xml:space="preserve"> от 24.07.07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7EDF">
        <w:rPr>
          <w:rFonts w:ascii="Times New Roman" w:hAnsi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957EDF">
        <w:rPr>
          <w:rFonts w:ascii="Times New Roman" w:hAnsi="Times New Roman"/>
          <w:sz w:val="28"/>
          <w:szCs w:val="28"/>
        </w:rPr>
        <w:t>осударственн</w:t>
      </w:r>
      <w:r>
        <w:rPr>
          <w:rFonts w:ascii="Times New Roman" w:hAnsi="Times New Roman"/>
          <w:sz w:val="28"/>
          <w:szCs w:val="28"/>
        </w:rPr>
        <w:t>ой</w:t>
      </w:r>
      <w:r w:rsidRPr="00957EDF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ой</w:t>
      </w:r>
      <w:r w:rsidRPr="00957EDF">
        <w:rPr>
          <w:rFonts w:ascii="Times New Roman" w:hAnsi="Times New Roman"/>
          <w:sz w:val="28"/>
          <w:szCs w:val="28"/>
        </w:rPr>
        <w:t xml:space="preserve"> Красноярского края «Развитие инвестиционной, инновационной деятельности, малого и среднего предпринимательства на территории края»</w:t>
      </w:r>
      <w:r>
        <w:rPr>
          <w:rFonts w:ascii="Times New Roman" w:hAnsi="Times New Roman"/>
          <w:sz w:val="28"/>
          <w:szCs w:val="28"/>
        </w:rPr>
        <w:t xml:space="preserve"> на 2014-2016 годы, с</w:t>
      </w:r>
      <w:r w:rsidRPr="00957EDF">
        <w:rPr>
          <w:rStyle w:val="CommentReference"/>
          <w:rFonts w:ascii="Times New Roman" w:hAnsi="Times New Roman"/>
          <w:sz w:val="28"/>
          <w:szCs w:val="28"/>
        </w:rPr>
        <w:t>тать</w:t>
      </w:r>
      <w:r>
        <w:rPr>
          <w:rStyle w:val="CommentReference"/>
          <w:rFonts w:ascii="Times New Roman" w:hAnsi="Times New Roman"/>
          <w:sz w:val="28"/>
          <w:szCs w:val="28"/>
        </w:rPr>
        <w:t>ей</w:t>
      </w:r>
      <w:r w:rsidRPr="00957EDF">
        <w:rPr>
          <w:rStyle w:val="CommentReference"/>
          <w:rFonts w:ascii="Times New Roman" w:hAnsi="Times New Roman"/>
          <w:sz w:val="28"/>
          <w:szCs w:val="28"/>
        </w:rPr>
        <w:t xml:space="preserve"> 179 Бюджетного кодекса Российской Федерации</w:t>
      </w:r>
      <w:r>
        <w:rPr>
          <w:rStyle w:val="CommentReference"/>
          <w:rFonts w:ascii="Times New Roman" w:hAnsi="Times New Roman"/>
          <w:sz w:val="28"/>
          <w:szCs w:val="28"/>
        </w:rPr>
        <w:t xml:space="preserve">, постановлением администрации Ермаковского района от 05.08.2013 № 516-п «Об утверждении Порядка принятия решений о разработке муниципальных программ Ермаковского района, их формировании и реализации», администрация Ермаковского района </w:t>
      </w:r>
      <w:r w:rsidRPr="000E1441">
        <w:rPr>
          <w:rFonts w:ascii="Times New Roman" w:hAnsi="Times New Roman"/>
          <w:b/>
          <w:sz w:val="28"/>
          <w:szCs w:val="28"/>
        </w:rPr>
        <w:t>ПОСТАНОВЛЯЕТ</w:t>
      </w:r>
      <w:r w:rsidRPr="00957EDF">
        <w:rPr>
          <w:rFonts w:ascii="Times New Roman" w:hAnsi="Times New Roman"/>
          <w:sz w:val="28"/>
          <w:szCs w:val="28"/>
        </w:rPr>
        <w:t>:</w:t>
      </w:r>
    </w:p>
    <w:p w:rsidR="005D0EC7" w:rsidRDefault="005D0EC7" w:rsidP="000932DA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изменения в постановление администрации Ермаковского района  </w:t>
      </w:r>
      <w:r w:rsidRPr="0051202B">
        <w:rPr>
          <w:rFonts w:ascii="Times New Roman" w:hAnsi="Times New Roman"/>
          <w:sz w:val="28"/>
          <w:szCs w:val="28"/>
        </w:rPr>
        <w:t>от 30 октября 2013 года № 712-п « Об утверждении муниципальной программы «Поддержка и развитие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202B">
        <w:rPr>
          <w:rFonts w:ascii="Times New Roman" w:hAnsi="Times New Roman"/>
          <w:sz w:val="28"/>
          <w:szCs w:val="28"/>
        </w:rPr>
        <w:t>в Ермаковском  районе на 2014-2016 годы»</w:t>
      </w:r>
      <w:r>
        <w:rPr>
          <w:rFonts w:ascii="Times New Roman" w:hAnsi="Times New Roman"/>
          <w:sz w:val="28"/>
          <w:szCs w:val="28"/>
        </w:rPr>
        <w:t>, изложив раздел 6 приложения №1 к постановлению в новой редакции, согласно приложению настоящего постановления.</w:t>
      </w:r>
    </w:p>
    <w:p w:rsidR="005D0EC7" w:rsidRDefault="005D0EC7" w:rsidP="000932DA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исполнением настоящего постановления оставляю за собой.</w:t>
      </w:r>
    </w:p>
    <w:p w:rsidR="005D0EC7" w:rsidRDefault="005D0EC7" w:rsidP="000932DA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Постановление вступает в силу со дня его официального опубликования и применяется к правоотношениям, возникшим с 01.01.2014 года.</w:t>
      </w:r>
    </w:p>
    <w:p w:rsidR="005D0EC7" w:rsidRDefault="005D0EC7" w:rsidP="000932DA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5D0EC7" w:rsidRPr="0051202B" w:rsidRDefault="005D0EC7" w:rsidP="000932DA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Ермаковского района                                                    В.И. Форсель</w:t>
      </w:r>
    </w:p>
    <w:sectPr w:rsidR="005D0EC7" w:rsidRPr="0051202B" w:rsidSect="00292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202B"/>
    <w:rsid w:val="00003217"/>
    <w:rsid w:val="00006A3B"/>
    <w:rsid w:val="00035DAD"/>
    <w:rsid w:val="00091CA7"/>
    <w:rsid w:val="000932DA"/>
    <w:rsid w:val="000E1441"/>
    <w:rsid w:val="001134CF"/>
    <w:rsid w:val="001841A5"/>
    <w:rsid w:val="001B560F"/>
    <w:rsid w:val="001E30AA"/>
    <w:rsid w:val="001E4C04"/>
    <w:rsid w:val="002414D1"/>
    <w:rsid w:val="002666EE"/>
    <w:rsid w:val="00292701"/>
    <w:rsid w:val="0030204F"/>
    <w:rsid w:val="003415B7"/>
    <w:rsid w:val="003A4CC1"/>
    <w:rsid w:val="00442700"/>
    <w:rsid w:val="00450244"/>
    <w:rsid w:val="00472A75"/>
    <w:rsid w:val="004972D2"/>
    <w:rsid w:val="004A5A97"/>
    <w:rsid w:val="004C6F14"/>
    <w:rsid w:val="004E5891"/>
    <w:rsid w:val="00500C08"/>
    <w:rsid w:val="0051202B"/>
    <w:rsid w:val="00521385"/>
    <w:rsid w:val="0055362E"/>
    <w:rsid w:val="005A0149"/>
    <w:rsid w:val="005A03D3"/>
    <w:rsid w:val="005C37C0"/>
    <w:rsid w:val="005D0EC7"/>
    <w:rsid w:val="005E27A8"/>
    <w:rsid w:val="005E5291"/>
    <w:rsid w:val="005E6220"/>
    <w:rsid w:val="0061673F"/>
    <w:rsid w:val="0062358D"/>
    <w:rsid w:val="00656CA3"/>
    <w:rsid w:val="00696D94"/>
    <w:rsid w:val="006F4EE2"/>
    <w:rsid w:val="0075657A"/>
    <w:rsid w:val="007C52CD"/>
    <w:rsid w:val="007D2627"/>
    <w:rsid w:val="007F43D8"/>
    <w:rsid w:val="0081134C"/>
    <w:rsid w:val="0083043A"/>
    <w:rsid w:val="00870DE6"/>
    <w:rsid w:val="00881C9F"/>
    <w:rsid w:val="008C38A1"/>
    <w:rsid w:val="0091344A"/>
    <w:rsid w:val="00944399"/>
    <w:rsid w:val="009479FF"/>
    <w:rsid w:val="00957EDF"/>
    <w:rsid w:val="00980A9F"/>
    <w:rsid w:val="009C67A5"/>
    <w:rsid w:val="009E75B1"/>
    <w:rsid w:val="00A72491"/>
    <w:rsid w:val="00A769F4"/>
    <w:rsid w:val="00A9767A"/>
    <w:rsid w:val="00AB613F"/>
    <w:rsid w:val="00AF24CD"/>
    <w:rsid w:val="00B06041"/>
    <w:rsid w:val="00B32090"/>
    <w:rsid w:val="00B41C6F"/>
    <w:rsid w:val="00B61FFE"/>
    <w:rsid w:val="00BC04BD"/>
    <w:rsid w:val="00BD3564"/>
    <w:rsid w:val="00BD48B3"/>
    <w:rsid w:val="00C22B14"/>
    <w:rsid w:val="00C743BF"/>
    <w:rsid w:val="00C96414"/>
    <w:rsid w:val="00CA1598"/>
    <w:rsid w:val="00CA3599"/>
    <w:rsid w:val="00CA62F2"/>
    <w:rsid w:val="00D71191"/>
    <w:rsid w:val="00DE2316"/>
    <w:rsid w:val="00DE2C85"/>
    <w:rsid w:val="00E3010F"/>
    <w:rsid w:val="00E5262C"/>
    <w:rsid w:val="00E733B2"/>
    <w:rsid w:val="00EE00BF"/>
    <w:rsid w:val="00EE0F97"/>
    <w:rsid w:val="00F15511"/>
    <w:rsid w:val="00F239A8"/>
    <w:rsid w:val="00F37EA7"/>
    <w:rsid w:val="00F46C60"/>
    <w:rsid w:val="00F5016A"/>
    <w:rsid w:val="00FB7026"/>
    <w:rsid w:val="00FD6B2C"/>
    <w:rsid w:val="00FF3867"/>
    <w:rsid w:val="00FF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70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sid w:val="0051202B"/>
    <w:rPr>
      <w:rFonts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1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277</Words>
  <Characters>1583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302-1s</cp:lastModifiedBy>
  <cp:revision>3</cp:revision>
  <cp:lastPrinted>2014-01-22T01:59:00Z</cp:lastPrinted>
  <dcterms:created xsi:type="dcterms:W3CDTF">2014-01-22T06:26:00Z</dcterms:created>
  <dcterms:modified xsi:type="dcterms:W3CDTF">2014-01-22T07:44:00Z</dcterms:modified>
</cp:coreProperties>
</file>