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0AC" w:rsidRDefault="001A20AC" w:rsidP="00B01710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Приложение №4 </w:t>
      </w:r>
    </w:p>
    <w:p w:rsidR="001A20AC" w:rsidRDefault="001A20AC" w:rsidP="00B01710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постановлению</w:t>
      </w:r>
    </w:p>
    <w:p w:rsidR="001A20AC" w:rsidRDefault="001A20AC" w:rsidP="00B01710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от «30» 06.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 w:cs="Times New Roman"/>
            <w:b w:val="0"/>
            <w:sz w:val="28"/>
            <w:szCs w:val="28"/>
          </w:rPr>
          <w:t>2014 г</w:t>
        </w:r>
      </w:smartTag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A20AC" w:rsidRPr="00ED366B" w:rsidRDefault="001A20AC" w:rsidP="00B01710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1A20AC" w:rsidRPr="00ED366B" w:rsidRDefault="001A20AC" w:rsidP="00B01710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программе  </w:t>
      </w:r>
    </w:p>
    <w:p w:rsidR="001A20AC" w:rsidRDefault="001A20AC" w:rsidP="00B01710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Ермаковского района</w:t>
      </w:r>
    </w:p>
    <w:p w:rsidR="001A20AC" w:rsidRDefault="001A20AC" w:rsidP="00B01710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D366B">
        <w:rPr>
          <w:rFonts w:ascii="Times New Roman" w:hAnsi="Times New Roman" w:cs="Times New Roman"/>
          <w:b w:val="0"/>
          <w:sz w:val="28"/>
          <w:szCs w:val="28"/>
        </w:rPr>
        <w:t>«Развитие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культуры» </w:t>
      </w:r>
    </w:p>
    <w:p w:rsidR="001A20AC" w:rsidRPr="00ED366B" w:rsidRDefault="001A20AC" w:rsidP="00B01710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на 2014 - 2016 годы</w:t>
      </w:r>
    </w:p>
    <w:p w:rsidR="001A20AC" w:rsidRPr="00ED366B" w:rsidRDefault="001A20AC" w:rsidP="00CC7E73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1A20AC" w:rsidRDefault="001A20AC" w:rsidP="00DC30A4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Подпрограмма 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>
        <w:rPr>
          <w:rFonts w:ascii="Times New Roman" w:hAnsi="Times New Roman" w:cs="Times New Roman"/>
          <w:b w:val="0"/>
          <w:sz w:val="28"/>
          <w:szCs w:val="28"/>
        </w:rPr>
        <w:t>Поддержка и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>скусств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и народно</w:t>
      </w:r>
      <w:r>
        <w:rPr>
          <w:rFonts w:ascii="Times New Roman" w:hAnsi="Times New Roman" w:cs="Times New Roman"/>
          <w:b w:val="0"/>
          <w:sz w:val="28"/>
          <w:szCs w:val="28"/>
        </w:rPr>
        <w:t>го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творчеств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>» на 2014 - 2016 годы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b w:val="0"/>
          <w:sz w:val="28"/>
          <w:szCs w:val="28"/>
        </w:rPr>
        <w:t>Ермаковского района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1A20AC" w:rsidRPr="00ED366B" w:rsidRDefault="001A20AC" w:rsidP="00DC30A4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366B">
        <w:rPr>
          <w:rFonts w:ascii="Times New Roman" w:hAnsi="Times New Roman" w:cs="Times New Roman"/>
          <w:b w:val="0"/>
          <w:sz w:val="28"/>
          <w:szCs w:val="28"/>
        </w:rPr>
        <w:t>«Развитие культуры» на 2014 - 2016 годы</w:t>
      </w:r>
    </w:p>
    <w:p w:rsidR="001A20AC" w:rsidRPr="00ED366B" w:rsidRDefault="001A20AC" w:rsidP="00CC7E7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1A20AC" w:rsidRPr="00ED366B" w:rsidRDefault="001A20AC" w:rsidP="00CC7E73">
      <w:pPr>
        <w:pStyle w:val="ConsPlusTitle"/>
        <w:widowControl/>
        <w:tabs>
          <w:tab w:val="left" w:pos="5040"/>
          <w:tab w:val="left" w:pos="5220"/>
        </w:tabs>
        <w:ind w:left="360" w:hanging="36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366B">
        <w:rPr>
          <w:rFonts w:ascii="Times New Roman" w:hAnsi="Times New Roman" w:cs="Times New Roman"/>
          <w:b w:val="0"/>
          <w:sz w:val="28"/>
          <w:szCs w:val="28"/>
        </w:rPr>
        <w:t>1. Паспорт подп</w:t>
      </w:r>
      <w:bookmarkStart w:id="0" w:name="_GoBack"/>
      <w:bookmarkEnd w:id="0"/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рограммы </w:t>
      </w:r>
    </w:p>
    <w:p w:rsidR="001A20AC" w:rsidRPr="00ED366B" w:rsidRDefault="001A20AC" w:rsidP="00CC7E73">
      <w:pPr>
        <w:pStyle w:val="ConsPlusTitle"/>
        <w:widowControl/>
        <w:jc w:val="center"/>
        <w:rPr>
          <w:b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  <w:gridCol w:w="5400"/>
      </w:tblGrid>
      <w:tr w:rsidR="001A20AC" w:rsidRPr="00ED366B" w:rsidTr="00EE18F7">
        <w:tc>
          <w:tcPr>
            <w:tcW w:w="3780" w:type="dxa"/>
          </w:tcPr>
          <w:p w:rsidR="001A20AC" w:rsidRPr="00ED366B" w:rsidRDefault="001A20AC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400" w:type="dxa"/>
          </w:tcPr>
          <w:p w:rsidR="001A20AC" w:rsidRPr="00ED366B" w:rsidRDefault="001A20AC" w:rsidP="00DC30A4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подпрограмма «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Поддержка и</w:t>
            </w:r>
            <w:r w:rsidRPr="00ED366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скусств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</w:t>
            </w:r>
            <w:r w:rsidRPr="00ED366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и народно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го</w:t>
            </w:r>
            <w:r w:rsidRPr="00ED366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творчеств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</w:t>
            </w:r>
            <w:r w:rsidRPr="00ED366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» на 2014 - 2016 годы (далее – подпрограмма)</w:t>
            </w:r>
          </w:p>
        </w:tc>
      </w:tr>
      <w:tr w:rsidR="001A20AC" w:rsidRPr="00ED366B" w:rsidTr="00EE18F7">
        <w:tc>
          <w:tcPr>
            <w:tcW w:w="3780" w:type="dxa"/>
          </w:tcPr>
          <w:p w:rsidR="001A20AC" w:rsidRPr="00ED366B" w:rsidRDefault="001A20AC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муниципальной</w:t>
            </w: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программы</w:t>
            </w:r>
          </w:p>
          <w:p w:rsidR="001A20AC" w:rsidRPr="00ED366B" w:rsidRDefault="001A20AC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400" w:type="dxa"/>
          </w:tcPr>
          <w:p w:rsidR="001A20AC" w:rsidRPr="00ED366B" w:rsidRDefault="001A20AC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муниципальная</w:t>
            </w:r>
            <w:r w:rsidRPr="00ED366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программа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Ермаковского района </w:t>
            </w:r>
            <w:r w:rsidRPr="00ED366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«Развитие культуры» на 2014 - 2016 годы (далее – Программа)</w:t>
            </w:r>
          </w:p>
        </w:tc>
      </w:tr>
      <w:tr w:rsidR="001A20AC" w:rsidRPr="00ED366B" w:rsidTr="00EE18F7">
        <w:tc>
          <w:tcPr>
            <w:tcW w:w="3780" w:type="dxa"/>
          </w:tcPr>
          <w:p w:rsidR="001A20AC" w:rsidRPr="00ED366B" w:rsidRDefault="001A20AC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5400" w:type="dxa"/>
          </w:tcPr>
          <w:p w:rsidR="001A20AC" w:rsidRPr="00ED366B" w:rsidRDefault="001A20AC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Отдел культуры администрации Ермаковского района</w:t>
            </w:r>
          </w:p>
        </w:tc>
      </w:tr>
      <w:tr w:rsidR="001A20AC" w:rsidRPr="00ED366B" w:rsidTr="00EE18F7">
        <w:tc>
          <w:tcPr>
            <w:tcW w:w="3780" w:type="dxa"/>
          </w:tcPr>
          <w:p w:rsidR="001A20AC" w:rsidRPr="00ED366B" w:rsidRDefault="001A20AC" w:rsidP="00623B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</w:t>
            </w:r>
            <w:r w:rsidRPr="00ED366B">
              <w:rPr>
                <w:rFonts w:ascii="Times New Roman" w:hAnsi="Times New Roman" w:cs="Times New Roman"/>
                <w:sz w:val="28"/>
                <w:szCs w:val="28"/>
              </w:rPr>
              <w:t>сполнители мероприятий подпрограммы</w:t>
            </w:r>
          </w:p>
        </w:tc>
        <w:tc>
          <w:tcPr>
            <w:tcW w:w="5400" w:type="dxa"/>
          </w:tcPr>
          <w:p w:rsidR="001A20AC" w:rsidRPr="00ED366B" w:rsidRDefault="001A20AC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Отдел культуры администрации Ермаковского района</w:t>
            </w:r>
            <w:r w:rsidRPr="00ED366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;</w:t>
            </w:r>
          </w:p>
          <w:p w:rsidR="001A20AC" w:rsidRPr="00ED366B" w:rsidRDefault="001A20AC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муниципальные </w:t>
            </w:r>
            <w:r w:rsidRPr="00ED366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учреждения культуры</w:t>
            </w:r>
          </w:p>
        </w:tc>
      </w:tr>
      <w:tr w:rsidR="001A20AC" w:rsidRPr="00ED366B" w:rsidTr="00EE18F7">
        <w:tc>
          <w:tcPr>
            <w:tcW w:w="3780" w:type="dxa"/>
          </w:tcPr>
          <w:p w:rsidR="001A20AC" w:rsidRPr="00ED366B" w:rsidRDefault="001A20AC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Цель подпрограммы</w:t>
            </w:r>
          </w:p>
          <w:p w:rsidR="001A20AC" w:rsidRPr="00ED366B" w:rsidRDefault="001A20AC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0" w:type="dxa"/>
          </w:tcPr>
          <w:p w:rsidR="001A20AC" w:rsidRPr="00763467" w:rsidRDefault="001A20AC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6346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обеспечение доступа населения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Ермаковского района</w:t>
            </w:r>
            <w:r w:rsidRPr="0076346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к культурным благам и участию в культурной жизни</w:t>
            </w:r>
          </w:p>
        </w:tc>
      </w:tr>
      <w:tr w:rsidR="001A20AC" w:rsidRPr="00ED366B" w:rsidTr="00EE18F7">
        <w:tc>
          <w:tcPr>
            <w:tcW w:w="3780" w:type="dxa"/>
          </w:tcPr>
          <w:p w:rsidR="001A20AC" w:rsidRPr="00ED366B" w:rsidRDefault="001A20AC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</w:t>
            </w: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адачи подпрограммы</w:t>
            </w:r>
          </w:p>
          <w:p w:rsidR="001A20AC" w:rsidRPr="00ED366B" w:rsidRDefault="001A20AC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</w:t>
            </w:r>
          </w:p>
        </w:tc>
        <w:tc>
          <w:tcPr>
            <w:tcW w:w="5400" w:type="dxa"/>
          </w:tcPr>
          <w:p w:rsidR="001A20AC" w:rsidRPr="00ED366B" w:rsidRDefault="001A20AC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поддержка  искусства;</w:t>
            </w:r>
          </w:p>
          <w:p w:rsidR="001A20AC" w:rsidRPr="00ED366B" w:rsidRDefault="001A20AC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сохранение и развитие традиционной народной культуры;</w:t>
            </w:r>
          </w:p>
          <w:p w:rsidR="001A20AC" w:rsidRPr="00ED366B" w:rsidRDefault="001A20AC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и проведение культурных событий, в том числе на межрегиональном и международном уровне</w:t>
            </w:r>
          </w:p>
        </w:tc>
      </w:tr>
      <w:tr w:rsidR="001A20AC" w:rsidRPr="00ED366B" w:rsidTr="00EE18F7">
        <w:tc>
          <w:tcPr>
            <w:tcW w:w="3780" w:type="dxa"/>
          </w:tcPr>
          <w:p w:rsidR="001A20AC" w:rsidRPr="00ED366B" w:rsidRDefault="001A20AC" w:rsidP="00EE18F7">
            <w:pPr>
              <w:pStyle w:val="ConsPlusCell"/>
              <w:rPr>
                <w:bCs/>
                <w:sz w:val="28"/>
                <w:szCs w:val="28"/>
              </w:rPr>
            </w:pPr>
            <w:r w:rsidRPr="00ED366B">
              <w:rPr>
                <w:bCs/>
                <w:sz w:val="28"/>
                <w:szCs w:val="28"/>
              </w:rPr>
              <w:t>Целевые индикаторы</w:t>
            </w:r>
          </w:p>
          <w:p w:rsidR="001A20AC" w:rsidRPr="00ED366B" w:rsidRDefault="001A20AC" w:rsidP="00EE18F7">
            <w:pPr>
              <w:pStyle w:val="ConsPlusCell"/>
              <w:rPr>
                <w:bCs/>
                <w:sz w:val="28"/>
                <w:szCs w:val="28"/>
              </w:rPr>
            </w:pPr>
            <w:r w:rsidRPr="00ED366B">
              <w:rPr>
                <w:bCs/>
                <w:sz w:val="28"/>
                <w:szCs w:val="28"/>
              </w:rPr>
              <w:t xml:space="preserve">                   </w:t>
            </w:r>
          </w:p>
        </w:tc>
        <w:tc>
          <w:tcPr>
            <w:tcW w:w="5400" w:type="dxa"/>
          </w:tcPr>
          <w:p w:rsidR="001A20AC" w:rsidRPr="00045D98" w:rsidRDefault="001A20AC" w:rsidP="00045D98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  <w:r w:rsidRPr="00045D98">
              <w:rPr>
                <w:bCs/>
                <w:sz w:val="28"/>
                <w:szCs w:val="28"/>
              </w:rPr>
              <w:t>количество посетителей учреждений культурно-досугового типа на 1 тыс. человек населения;</w:t>
            </w:r>
          </w:p>
          <w:p w:rsidR="001A20AC" w:rsidRPr="00ED366B" w:rsidRDefault="001A20AC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число клубных формирований на 1 тыс. человек населения;</w:t>
            </w:r>
          </w:p>
          <w:p w:rsidR="001A20AC" w:rsidRPr="00ED366B" w:rsidRDefault="001A20AC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число участников клубных формирований на 1 тыс. человек населения;</w:t>
            </w:r>
          </w:p>
          <w:p w:rsidR="001A20AC" w:rsidRPr="00ED366B" w:rsidRDefault="001A20AC" w:rsidP="006970D8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</w:t>
            </w:r>
            <w:r w:rsidRPr="00ED366B">
              <w:rPr>
                <w:bCs/>
                <w:sz w:val="28"/>
                <w:szCs w:val="28"/>
              </w:rPr>
              <w:t>число участников клубных формирований для детей в возрасте до 14 лет включительно;</w:t>
            </w:r>
          </w:p>
        </w:tc>
      </w:tr>
      <w:tr w:rsidR="001A20AC" w:rsidRPr="00ED366B" w:rsidTr="00EE18F7">
        <w:tc>
          <w:tcPr>
            <w:tcW w:w="3780" w:type="dxa"/>
          </w:tcPr>
          <w:p w:rsidR="001A20AC" w:rsidRPr="00ED366B" w:rsidRDefault="001A20AC" w:rsidP="00EE18F7">
            <w:pPr>
              <w:pStyle w:val="ConsPlusCell"/>
              <w:rPr>
                <w:bCs/>
                <w:sz w:val="28"/>
                <w:szCs w:val="28"/>
              </w:rPr>
            </w:pPr>
            <w:r w:rsidRPr="00ED366B">
              <w:rPr>
                <w:bCs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400" w:type="dxa"/>
          </w:tcPr>
          <w:p w:rsidR="001A20AC" w:rsidRPr="00ED366B" w:rsidRDefault="001A20AC" w:rsidP="00EE18F7">
            <w:pPr>
              <w:pStyle w:val="ConsPlusCell"/>
              <w:rPr>
                <w:bCs/>
                <w:sz w:val="28"/>
                <w:szCs w:val="28"/>
              </w:rPr>
            </w:pPr>
            <w:r w:rsidRPr="00ED366B">
              <w:rPr>
                <w:bCs/>
                <w:sz w:val="28"/>
                <w:szCs w:val="28"/>
              </w:rPr>
              <w:t>2014 - 2016 годы</w:t>
            </w:r>
          </w:p>
        </w:tc>
      </w:tr>
      <w:tr w:rsidR="001A20AC" w:rsidRPr="00ED366B" w:rsidTr="00EE18F7">
        <w:tc>
          <w:tcPr>
            <w:tcW w:w="3780" w:type="dxa"/>
          </w:tcPr>
          <w:p w:rsidR="001A20AC" w:rsidRPr="00ED366B" w:rsidRDefault="001A20AC" w:rsidP="00EE18F7">
            <w:pPr>
              <w:pStyle w:val="ConsPlusCell"/>
              <w:rPr>
                <w:bCs/>
                <w:sz w:val="28"/>
                <w:szCs w:val="28"/>
              </w:rPr>
            </w:pPr>
            <w:r w:rsidRPr="00ED366B">
              <w:rPr>
                <w:bCs/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400" w:type="dxa"/>
          </w:tcPr>
          <w:p w:rsidR="001A20AC" w:rsidRPr="007864B2" w:rsidRDefault="001A20AC" w:rsidP="005445E5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7864B2">
              <w:rPr>
                <w:bCs/>
                <w:sz w:val="28"/>
                <w:szCs w:val="28"/>
              </w:rPr>
              <w:t>общий объем финансирования за счет средств местного бюджета –</w:t>
            </w:r>
            <w:r>
              <w:rPr>
                <w:bCs/>
                <w:sz w:val="28"/>
                <w:szCs w:val="28"/>
              </w:rPr>
              <w:t xml:space="preserve">43 342,88 </w:t>
            </w:r>
            <w:r w:rsidRPr="007864B2">
              <w:rPr>
                <w:bCs/>
                <w:sz w:val="28"/>
                <w:szCs w:val="28"/>
              </w:rPr>
              <w:t xml:space="preserve">тыс. рублей, из них по годам:                                              </w:t>
            </w:r>
            <w:r w:rsidRPr="007864B2">
              <w:rPr>
                <w:bCs/>
                <w:sz w:val="28"/>
                <w:szCs w:val="28"/>
              </w:rPr>
              <w:br/>
              <w:t xml:space="preserve">2014 год </w:t>
            </w:r>
            <w:r>
              <w:rPr>
                <w:bCs/>
                <w:sz w:val="28"/>
                <w:szCs w:val="28"/>
              </w:rPr>
              <w:t xml:space="preserve">– 14171,62 </w:t>
            </w:r>
            <w:r w:rsidRPr="007864B2">
              <w:rPr>
                <w:bCs/>
                <w:sz w:val="28"/>
                <w:szCs w:val="28"/>
              </w:rPr>
              <w:t xml:space="preserve">тыс. рублей;                    </w:t>
            </w:r>
            <w:r w:rsidRPr="007864B2">
              <w:rPr>
                <w:bCs/>
                <w:sz w:val="28"/>
                <w:szCs w:val="28"/>
              </w:rPr>
              <w:br/>
              <w:t xml:space="preserve">2015 год </w:t>
            </w:r>
            <w:r>
              <w:rPr>
                <w:bCs/>
                <w:sz w:val="28"/>
                <w:szCs w:val="28"/>
              </w:rPr>
              <w:t>– 14585,63</w:t>
            </w:r>
            <w:r w:rsidRPr="007864B2">
              <w:rPr>
                <w:bCs/>
                <w:sz w:val="28"/>
                <w:szCs w:val="28"/>
              </w:rPr>
              <w:t xml:space="preserve"> тыс. рублей;                    </w:t>
            </w:r>
            <w:r w:rsidRPr="007864B2">
              <w:rPr>
                <w:bCs/>
                <w:sz w:val="28"/>
                <w:szCs w:val="28"/>
              </w:rPr>
              <w:br/>
              <w:t xml:space="preserve">2016 год </w:t>
            </w:r>
            <w:r>
              <w:rPr>
                <w:bCs/>
                <w:sz w:val="28"/>
                <w:szCs w:val="28"/>
              </w:rPr>
              <w:t>– 14585,63</w:t>
            </w:r>
            <w:r w:rsidRPr="007864B2">
              <w:rPr>
                <w:bCs/>
                <w:sz w:val="28"/>
                <w:szCs w:val="28"/>
              </w:rPr>
              <w:t xml:space="preserve"> тыс. рублей</w:t>
            </w:r>
            <w:r>
              <w:rPr>
                <w:bCs/>
                <w:sz w:val="28"/>
                <w:szCs w:val="28"/>
              </w:rPr>
              <w:t>.</w:t>
            </w:r>
            <w:r w:rsidRPr="007864B2">
              <w:rPr>
                <w:bCs/>
                <w:sz w:val="28"/>
                <w:szCs w:val="28"/>
              </w:rPr>
              <w:t xml:space="preserve">                     </w:t>
            </w:r>
          </w:p>
        </w:tc>
      </w:tr>
      <w:tr w:rsidR="001A20AC" w:rsidRPr="00ED366B" w:rsidTr="00EE18F7">
        <w:tc>
          <w:tcPr>
            <w:tcW w:w="3780" w:type="dxa"/>
          </w:tcPr>
          <w:p w:rsidR="001A20AC" w:rsidRPr="00ED366B" w:rsidRDefault="001A20AC" w:rsidP="00EE18F7">
            <w:pPr>
              <w:pStyle w:val="ConsPlusCell"/>
              <w:rPr>
                <w:bCs/>
                <w:sz w:val="28"/>
                <w:szCs w:val="28"/>
              </w:rPr>
            </w:pPr>
            <w:r w:rsidRPr="00ED366B">
              <w:rPr>
                <w:bCs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5400" w:type="dxa"/>
          </w:tcPr>
          <w:p w:rsidR="001A20AC" w:rsidRDefault="001A20AC" w:rsidP="00EE18F7">
            <w:pPr>
              <w:pStyle w:val="ConsPlusCel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Отдел культуры администрации Ермаковского района</w:t>
            </w:r>
          </w:p>
          <w:p w:rsidR="001A20AC" w:rsidRPr="00ED366B" w:rsidRDefault="001A20AC" w:rsidP="00EE18F7">
            <w:pPr>
              <w:pStyle w:val="ConsPlusCel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финансовое управление администрации Ермаковского района</w:t>
            </w:r>
            <w:r w:rsidRPr="00ED366B">
              <w:rPr>
                <w:bCs/>
                <w:sz w:val="28"/>
                <w:szCs w:val="28"/>
              </w:rPr>
              <w:t xml:space="preserve">                                  </w:t>
            </w:r>
          </w:p>
        </w:tc>
      </w:tr>
    </w:tbl>
    <w:p w:rsidR="001A20AC" w:rsidRDefault="001A20AC" w:rsidP="00CC7E7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A20AC" w:rsidRPr="00ED366B" w:rsidRDefault="001A20AC" w:rsidP="00CC7E7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D366B">
        <w:rPr>
          <w:sz w:val="28"/>
          <w:szCs w:val="28"/>
        </w:rPr>
        <w:t>2. Основные разделы подпрограммы</w:t>
      </w:r>
    </w:p>
    <w:p w:rsidR="001A20AC" w:rsidRPr="00ED366B" w:rsidRDefault="001A20AC" w:rsidP="00CC7E7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A20AC" w:rsidRPr="00ED366B" w:rsidRDefault="001A20AC" w:rsidP="00CC7E7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D366B">
        <w:rPr>
          <w:sz w:val="28"/>
          <w:szCs w:val="28"/>
        </w:rPr>
        <w:t xml:space="preserve">2.1. Постановка </w:t>
      </w:r>
      <w:r>
        <w:rPr>
          <w:sz w:val="28"/>
          <w:szCs w:val="28"/>
        </w:rPr>
        <w:t>общерайонной</w:t>
      </w:r>
      <w:r w:rsidRPr="00ED366B">
        <w:rPr>
          <w:sz w:val="28"/>
          <w:szCs w:val="28"/>
        </w:rPr>
        <w:t xml:space="preserve"> проблемы </w:t>
      </w:r>
    </w:p>
    <w:p w:rsidR="001A20AC" w:rsidRPr="00ED366B" w:rsidRDefault="001A20AC" w:rsidP="00CC7E7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D366B">
        <w:rPr>
          <w:sz w:val="28"/>
          <w:szCs w:val="28"/>
        </w:rPr>
        <w:t>и обоснование необходимости разработки подпрограммы</w:t>
      </w:r>
    </w:p>
    <w:p w:rsidR="001A20AC" w:rsidRPr="00ED366B" w:rsidRDefault="001A20AC" w:rsidP="00CC7E7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1A20AC" w:rsidRPr="00ED366B" w:rsidRDefault="001A20AC" w:rsidP="00CC7E73">
      <w:pPr>
        <w:pStyle w:val="ConsPlusCell"/>
        <w:ind w:firstLine="540"/>
        <w:jc w:val="both"/>
        <w:rPr>
          <w:bCs/>
          <w:sz w:val="28"/>
          <w:szCs w:val="28"/>
        </w:rPr>
      </w:pPr>
      <w:r w:rsidRPr="00ED366B">
        <w:rPr>
          <w:sz w:val="28"/>
          <w:szCs w:val="28"/>
        </w:rPr>
        <w:t>Подпрограмма направлена на решение задачи «О</w:t>
      </w:r>
      <w:r w:rsidRPr="00ED366B">
        <w:rPr>
          <w:bCs/>
          <w:sz w:val="28"/>
          <w:szCs w:val="28"/>
        </w:rPr>
        <w:t xml:space="preserve">беспечение доступа населения </w:t>
      </w:r>
      <w:r>
        <w:rPr>
          <w:bCs/>
          <w:sz w:val="28"/>
          <w:szCs w:val="28"/>
        </w:rPr>
        <w:t>Ермаковского района</w:t>
      </w:r>
      <w:r w:rsidRPr="00ED366B">
        <w:rPr>
          <w:bCs/>
          <w:sz w:val="28"/>
          <w:szCs w:val="28"/>
        </w:rPr>
        <w:t xml:space="preserve"> к культурным благам и участию в культурной  жизни»</w:t>
      </w:r>
      <w:r w:rsidRPr="00ED366B">
        <w:rPr>
          <w:sz w:val="28"/>
          <w:szCs w:val="28"/>
        </w:rPr>
        <w:t xml:space="preserve"> Программы.</w:t>
      </w:r>
    </w:p>
    <w:p w:rsidR="001A20AC" w:rsidRPr="00ED366B" w:rsidRDefault="001A20AC" w:rsidP="00CC7E73">
      <w:pPr>
        <w:ind w:firstLine="708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Культура в современном мире все больше выступает в качестве важной составной части жизни человека и одного из основных факторов прогресса, важнейшим условием которого является обеспечение постоянного роста духовного потенциала общества на основе всестороннего и гармоничного развития всех его членов и наиболее полного раскрытия их творческих возможностей. Повышение духовного и культурного уровня всего общества на основе гуманистических ценностей становится возможным, если  основными дополняющими друг друга элементами культурной политики, воспринимаемыми во взаимном воздействии их результатов, являются доступ населения  к культуре и участие в культурной жизни. </w:t>
      </w:r>
    </w:p>
    <w:p w:rsidR="001A20AC" w:rsidRPr="00ED366B" w:rsidRDefault="001A20AC" w:rsidP="00CC7E73">
      <w:pPr>
        <w:widowControl w:val="0"/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1A20AC" w:rsidRPr="00ED366B" w:rsidRDefault="001A20AC" w:rsidP="00CC7E73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 w:rsidRPr="00ED366B">
        <w:rPr>
          <w:sz w:val="28"/>
          <w:szCs w:val="28"/>
        </w:rPr>
        <w:t>2.1.1. Поддержка  искусства</w:t>
      </w:r>
    </w:p>
    <w:p w:rsidR="001A20AC" w:rsidRPr="00ED366B" w:rsidRDefault="001A20AC" w:rsidP="00CC7E73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</w:p>
    <w:p w:rsidR="001A20AC" w:rsidRPr="00ED366B" w:rsidRDefault="001A20AC" w:rsidP="00CC7E73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В условиях возрастающей коммерциализации и глобализации искусства в целом </w:t>
      </w:r>
      <w:r>
        <w:rPr>
          <w:sz w:val="28"/>
          <w:szCs w:val="28"/>
        </w:rPr>
        <w:t xml:space="preserve">культура и </w:t>
      </w:r>
      <w:r w:rsidRPr="00ED366B">
        <w:rPr>
          <w:sz w:val="28"/>
          <w:szCs w:val="28"/>
        </w:rPr>
        <w:t xml:space="preserve">искусство приобретает особую важность                      в развитии человеческого потенциала, в создании благоприятных предпосылок для плодотворной реализации способностей каждого человека, улучшения условий жизни жителей </w:t>
      </w:r>
      <w:r>
        <w:rPr>
          <w:sz w:val="28"/>
          <w:szCs w:val="28"/>
        </w:rPr>
        <w:t>района</w:t>
      </w:r>
      <w:r w:rsidRPr="00ED366B">
        <w:rPr>
          <w:sz w:val="28"/>
          <w:szCs w:val="28"/>
        </w:rPr>
        <w:t xml:space="preserve"> и качества социокультурной среды. </w:t>
      </w:r>
      <w:r>
        <w:rPr>
          <w:sz w:val="28"/>
          <w:szCs w:val="28"/>
        </w:rPr>
        <w:t>И</w:t>
      </w:r>
      <w:r w:rsidRPr="00ED366B">
        <w:rPr>
          <w:sz w:val="28"/>
          <w:szCs w:val="28"/>
        </w:rPr>
        <w:t xml:space="preserve">скусство является важнейшим фактором воздействия на духовное, культурное и интеллектуальное состояние общества, творческие способности его граждан и их морально-этические убеждения. </w:t>
      </w:r>
    </w:p>
    <w:p w:rsidR="001A20AC" w:rsidRPr="00ED366B" w:rsidRDefault="001A20AC" w:rsidP="00CC7E73">
      <w:pPr>
        <w:ind w:firstLine="72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Одним из важнейших средств нравственного и эстетического воспитания населения является киноискусство. Вместе с тем следует отметить снижение роли кинематографа в интеллектуальном, творческом               и духовном развитии населения. Как следствие в обществе продолжает расти прагматизм, отчужденность от культуры, идеалов нравствен</w:t>
      </w:r>
      <w:r w:rsidRPr="00ED366B">
        <w:rPr>
          <w:sz w:val="28"/>
          <w:szCs w:val="28"/>
        </w:rPr>
        <w:softHyphen/>
        <w:t>ности. Дегуманизация сознания, де</w:t>
      </w:r>
      <w:r w:rsidRPr="00ED366B">
        <w:rPr>
          <w:sz w:val="28"/>
          <w:szCs w:val="28"/>
        </w:rPr>
        <w:softHyphen/>
        <w:t>вальвация нравственно-этических ценностей, бездухов</w:t>
      </w:r>
      <w:r w:rsidRPr="00ED366B">
        <w:rPr>
          <w:sz w:val="28"/>
          <w:szCs w:val="28"/>
        </w:rPr>
        <w:softHyphen/>
        <w:t>ность, вещизм, равнодушие к человеку и окружающему ми</w:t>
      </w:r>
      <w:r w:rsidRPr="00ED366B">
        <w:rPr>
          <w:sz w:val="28"/>
          <w:szCs w:val="28"/>
        </w:rPr>
        <w:softHyphen/>
        <w:t>ру становятся характерными чертами современного человека.</w:t>
      </w:r>
    </w:p>
    <w:p w:rsidR="001A20AC" w:rsidRPr="00ED366B" w:rsidRDefault="001A20AC" w:rsidP="00CC7E73">
      <w:pPr>
        <w:ind w:firstLine="709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В </w:t>
      </w:r>
      <w:r>
        <w:rPr>
          <w:sz w:val="28"/>
          <w:szCs w:val="28"/>
        </w:rPr>
        <w:t>90-е годы  киноотрасль  района  была ликвидирована.</w:t>
      </w:r>
    </w:p>
    <w:p w:rsidR="001A20AC" w:rsidRPr="00364706" w:rsidRDefault="001A20AC" w:rsidP="00364706">
      <w:pPr>
        <w:ind w:firstLine="708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В настоящее время ситуация</w:t>
      </w:r>
      <w:r>
        <w:rPr>
          <w:sz w:val="28"/>
          <w:szCs w:val="28"/>
        </w:rPr>
        <w:t xml:space="preserve"> с кинообслуживанием населения района</w:t>
      </w:r>
      <w:r w:rsidRPr="00ED366B">
        <w:rPr>
          <w:sz w:val="28"/>
          <w:szCs w:val="28"/>
        </w:rPr>
        <w:t xml:space="preserve"> улучш</w:t>
      </w:r>
      <w:r>
        <w:rPr>
          <w:sz w:val="28"/>
          <w:szCs w:val="28"/>
        </w:rPr>
        <w:t>илась. В 2010 году 9 учреждений культуры клубного типа получили видеопроекционное</w:t>
      </w:r>
      <w:r w:rsidRPr="00ED366B">
        <w:rPr>
          <w:sz w:val="28"/>
          <w:szCs w:val="28"/>
        </w:rPr>
        <w:t xml:space="preserve"> оборудование</w:t>
      </w:r>
      <w:r>
        <w:rPr>
          <w:sz w:val="28"/>
          <w:szCs w:val="28"/>
        </w:rPr>
        <w:t xml:space="preserve">, на территории Ермаковского района вновь возобновился кинопоказ. В 2012году успешно стала работать кинопередвижка, обслуживающая реакриационные зоны отдыха населения в летнее время, населенные пункты, не имеющие учреждений культуры. </w:t>
      </w:r>
      <w:r w:rsidRPr="00ED366B">
        <w:rPr>
          <w:sz w:val="28"/>
          <w:szCs w:val="28"/>
        </w:rPr>
        <w:t xml:space="preserve">Особое внимание </w:t>
      </w:r>
      <w:r>
        <w:rPr>
          <w:sz w:val="28"/>
          <w:szCs w:val="28"/>
        </w:rPr>
        <w:t>учреждений</w:t>
      </w:r>
      <w:r w:rsidRPr="00ED366B">
        <w:rPr>
          <w:sz w:val="28"/>
          <w:szCs w:val="28"/>
        </w:rPr>
        <w:t xml:space="preserve"> уделяется работе с детьми и молодежью, проводятся киновикторины, игровые кинопрограммы, </w:t>
      </w:r>
      <w:r>
        <w:rPr>
          <w:sz w:val="28"/>
          <w:szCs w:val="28"/>
        </w:rPr>
        <w:t xml:space="preserve">кинолектории. </w:t>
      </w:r>
    </w:p>
    <w:p w:rsidR="001A20AC" w:rsidRDefault="001A20AC" w:rsidP="00CC7E73">
      <w:pPr>
        <w:tabs>
          <w:tab w:val="left" w:pos="180"/>
        </w:tabs>
        <w:ind w:firstLine="540"/>
        <w:jc w:val="both"/>
        <w:rPr>
          <w:sz w:val="28"/>
          <w:szCs w:val="28"/>
        </w:rPr>
      </w:pPr>
    </w:p>
    <w:p w:rsidR="001A20AC" w:rsidRPr="00ED366B" w:rsidRDefault="001A20AC" w:rsidP="00CC7E73">
      <w:pPr>
        <w:ind w:firstLine="540"/>
        <w:jc w:val="both"/>
      </w:pPr>
    </w:p>
    <w:p w:rsidR="001A20AC" w:rsidRPr="00ED366B" w:rsidRDefault="001A20AC" w:rsidP="00CC7E73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 w:rsidRPr="00ED366B">
        <w:rPr>
          <w:sz w:val="28"/>
          <w:szCs w:val="28"/>
        </w:rPr>
        <w:t xml:space="preserve">2.2. Сохранение и развитие традиционной народной культуры </w:t>
      </w:r>
    </w:p>
    <w:p w:rsidR="001A20AC" w:rsidRPr="00ED366B" w:rsidRDefault="001A20AC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A20AC" w:rsidRPr="00ED366B" w:rsidRDefault="001A20AC" w:rsidP="00CC7E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Культурное наследие, состоящее из аспектов прошлого, которые люди сохраняют, культивируют, изучают и передают следующему поколе</w:t>
      </w:r>
      <w:r w:rsidRPr="00ED366B">
        <w:rPr>
          <w:sz w:val="28"/>
          <w:szCs w:val="28"/>
        </w:rPr>
        <w:softHyphen/>
        <w:t>нию, воплощено как в материальных формах, так и в нематериальных. Базовой основой нематериального культурного наследия является традиционная художественная народная культура, выраженная в языках, различных жанрах творчества, верованиях, костюме, в различных формах фольклорных празднеств и обрядов, знаниях и навыках, связанных с традиционными ремеслами.</w:t>
      </w:r>
    </w:p>
    <w:p w:rsidR="001A20AC" w:rsidRPr="00ED366B" w:rsidRDefault="001A20AC" w:rsidP="00CC7E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Сохранение и развитие нематериального культурного наследия становится более важным также ввиду необходимости преодоления сырьевой стратегии развития </w:t>
      </w:r>
      <w:r>
        <w:rPr>
          <w:sz w:val="28"/>
          <w:szCs w:val="28"/>
        </w:rPr>
        <w:t>района</w:t>
      </w:r>
      <w:r w:rsidRPr="00ED366B">
        <w:rPr>
          <w:sz w:val="28"/>
          <w:szCs w:val="28"/>
        </w:rPr>
        <w:t>, перехода к новому инновационному типу экономики и актуализации культурного фактора как ресурса развития, активизации жизнеспособных культурно-исторических традиций, способных дать социальный и экономический эффект.</w:t>
      </w:r>
    </w:p>
    <w:p w:rsidR="001A20AC" w:rsidRPr="00ED366B" w:rsidRDefault="001A20AC" w:rsidP="00CC7E73">
      <w:pPr>
        <w:ind w:firstLine="708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В сфере культуры, особенно в сельской местности, наиболее массовыми, доступными и востребованными учреждениями остаются учреж</w:t>
      </w:r>
      <w:r>
        <w:rPr>
          <w:sz w:val="28"/>
          <w:szCs w:val="28"/>
        </w:rPr>
        <w:t xml:space="preserve">дения культурно-досугового типа. </w:t>
      </w:r>
      <w:r w:rsidRPr="00ED366B">
        <w:rPr>
          <w:sz w:val="28"/>
          <w:szCs w:val="28"/>
        </w:rPr>
        <w:t xml:space="preserve">Формируя свою деятельность по принципам многофункционального культурного центра, они сохраняют традиционную специфику и виды клубного досуга:  коллективное общение, эстетическое воспитание, развитие любительского творчества. Ориентируясь на запросы посетителей, учреждения культурно-досугового типа развивают     в качестве приоритетных специализированные формы клубного досуга – детского, подросткового, молодежного, семейного, направленного на развитие национальных культур, социокультурную реабилитацию инвалидов и другие. </w:t>
      </w:r>
    </w:p>
    <w:p w:rsidR="001A20AC" w:rsidRPr="00ED366B" w:rsidRDefault="001A20AC" w:rsidP="00CC7E73">
      <w:pPr>
        <w:ind w:firstLine="708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На базе учреждений культурно-досугового типа организуются мероприятия, способствующие нравственному и патриотическому воспитанию подрастающего поколения, стабилизации и гармонизации семейных и общественных отношений, профилактике девиантного поведения среди детей и молодежи, что особенно важно, так как в настоящее время социокультурная ситуация характеризуется целым рядом негативных процессов, в первую очередь, утратой населением духовно-нравственных ориентиров.</w:t>
      </w:r>
    </w:p>
    <w:p w:rsidR="001A20AC" w:rsidRPr="00ED366B" w:rsidRDefault="001A20AC" w:rsidP="00CC7E73">
      <w:pPr>
        <w:ind w:firstLine="708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Сложилась система традиционных творческих акций по всем жанрам любительского искусства, таких как музыкальные</w:t>
      </w:r>
      <w:r>
        <w:rPr>
          <w:sz w:val="28"/>
          <w:szCs w:val="28"/>
        </w:rPr>
        <w:t xml:space="preserve"> фестивали</w:t>
      </w:r>
      <w:r w:rsidRPr="00ED366B">
        <w:rPr>
          <w:sz w:val="28"/>
          <w:szCs w:val="28"/>
        </w:rPr>
        <w:t xml:space="preserve">, </w:t>
      </w:r>
      <w:r>
        <w:rPr>
          <w:sz w:val="28"/>
          <w:szCs w:val="28"/>
        </w:rPr>
        <w:t>(</w:t>
      </w:r>
      <w:r w:rsidRPr="00ED366B">
        <w:rPr>
          <w:sz w:val="28"/>
          <w:szCs w:val="28"/>
        </w:rPr>
        <w:t>хореограф</w:t>
      </w:r>
      <w:r>
        <w:rPr>
          <w:sz w:val="28"/>
          <w:szCs w:val="28"/>
        </w:rPr>
        <w:t xml:space="preserve">ические </w:t>
      </w:r>
      <w:r w:rsidRPr="00ED366B">
        <w:rPr>
          <w:sz w:val="28"/>
          <w:szCs w:val="28"/>
        </w:rPr>
        <w:t>и фольклорные фестивали</w:t>
      </w:r>
      <w:r>
        <w:rPr>
          <w:sz w:val="28"/>
          <w:szCs w:val="28"/>
        </w:rPr>
        <w:t>)</w:t>
      </w:r>
      <w:r w:rsidRPr="00ED366B">
        <w:rPr>
          <w:sz w:val="28"/>
          <w:szCs w:val="28"/>
        </w:rPr>
        <w:t xml:space="preserve">, творческие мастерские, выставки декоративно-прикладного искусства, фестивали национальных культур, детского творчества. </w:t>
      </w:r>
    </w:p>
    <w:p w:rsidR="001A20AC" w:rsidRPr="004357A7" w:rsidRDefault="001A20AC" w:rsidP="00CC7E73">
      <w:pPr>
        <w:ind w:firstLine="708"/>
        <w:jc w:val="both"/>
        <w:rPr>
          <w:sz w:val="28"/>
          <w:szCs w:val="28"/>
        </w:rPr>
      </w:pPr>
      <w:r w:rsidRPr="004357A7">
        <w:rPr>
          <w:sz w:val="28"/>
          <w:szCs w:val="28"/>
        </w:rPr>
        <w:t xml:space="preserve">Из 18 учреждений культурно-досугового типа </w:t>
      </w:r>
      <w:r>
        <w:rPr>
          <w:sz w:val="28"/>
          <w:szCs w:val="28"/>
        </w:rPr>
        <w:t>то</w:t>
      </w:r>
      <w:r w:rsidRPr="004357A7">
        <w:rPr>
          <w:sz w:val="28"/>
          <w:szCs w:val="28"/>
        </w:rPr>
        <w:t>лько  МБУК «Ермаковский районный Дом культуры» оснащен современным свето-звуко</w:t>
      </w:r>
      <w:r>
        <w:rPr>
          <w:sz w:val="28"/>
          <w:szCs w:val="28"/>
        </w:rPr>
        <w:t xml:space="preserve"> </w:t>
      </w:r>
      <w:r w:rsidRPr="004357A7">
        <w:rPr>
          <w:sz w:val="28"/>
          <w:szCs w:val="28"/>
        </w:rPr>
        <w:t xml:space="preserve">техническим оборудованием, </w:t>
      </w:r>
      <w:r w:rsidRPr="004357A7">
        <w:rPr>
          <w:bCs/>
          <w:sz w:val="28"/>
          <w:szCs w:val="28"/>
        </w:rPr>
        <w:t>музыкальными инструментами,</w:t>
      </w:r>
      <w:r w:rsidRPr="004357A7">
        <w:rPr>
          <w:sz w:val="28"/>
          <w:szCs w:val="28"/>
        </w:rPr>
        <w:t xml:space="preserve"> компьютерной и офисной техникой, мебелью, автотранспортом. </w:t>
      </w:r>
    </w:p>
    <w:p w:rsidR="001A20AC" w:rsidRPr="00ED366B" w:rsidRDefault="001A20AC" w:rsidP="004357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D366B">
        <w:rPr>
          <w:sz w:val="28"/>
          <w:szCs w:val="28"/>
        </w:rPr>
        <w:t xml:space="preserve">По основным показателям деятельности учреждений культурно-досугового типа </w:t>
      </w:r>
      <w:r>
        <w:rPr>
          <w:sz w:val="28"/>
          <w:szCs w:val="28"/>
        </w:rPr>
        <w:t>района</w:t>
      </w:r>
      <w:r w:rsidRPr="00ED366B">
        <w:rPr>
          <w:sz w:val="28"/>
          <w:szCs w:val="28"/>
        </w:rPr>
        <w:t xml:space="preserve"> наблюдается положительная динамика, что объясняется, в том числе, активизацией усилий работников культуры по расширению спектра предоставляемых жителям </w:t>
      </w:r>
      <w:r>
        <w:rPr>
          <w:sz w:val="28"/>
          <w:szCs w:val="28"/>
        </w:rPr>
        <w:t>района</w:t>
      </w:r>
      <w:r w:rsidRPr="00ED366B">
        <w:rPr>
          <w:sz w:val="28"/>
          <w:szCs w:val="28"/>
        </w:rPr>
        <w:t xml:space="preserve"> культурных услуг, улучшением материально-технической базы учреждений. В </w:t>
      </w:r>
      <w:r>
        <w:rPr>
          <w:sz w:val="28"/>
          <w:szCs w:val="28"/>
        </w:rPr>
        <w:t>районе</w:t>
      </w:r>
      <w:r w:rsidRPr="00ED366B">
        <w:rPr>
          <w:sz w:val="28"/>
          <w:szCs w:val="28"/>
        </w:rPr>
        <w:t xml:space="preserve"> насчитывается </w:t>
      </w:r>
      <w:r>
        <w:rPr>
          <w:sz w:val="28"/>
          <w:szCs w:val="28"/>
        </w:rPr>
        <w:t>8</w:t>
      </w:r>
      <w:r w:rsidRPr="00ED366B">
        <w:rPr>
          <w:sz w:val="28"/>
          <w:szCs w:val="28"/>
        </w:rPr>
        <w:t xml:space="preserve"> коллективов, удостоенных звания «народный»</w:t>
      </w:r>
      <w:r>
        <w:rPr>
          <w:sz w:val="28"/>
          <w:szCs w:val="28"/>
        </w:rPr>
        <w:t xml:space="preserve"> и образцовый, в их числе театры, ансамбли песни и танца, хор ветеранов, вокальный ансамбль, кино-видеостудия, детский хореографический коллектив</w:t>
      </w:r>
      <w:r w:rsidRPr="00ED366B">
        <w:rPr>
          <w:sz w:val="28"/>
          <w:szCs w:val="28"/>
        </w:rPr>
        <w:t>.</w:t>
      </w:r>
    </w:p>
    <w:p w:rsidR="001A20AC" w:rsidRDefault="001A20AC" w:rsidP="009F04D6">
      <w:pPr>
        <w:ind w:firstLine="708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В </w:t>
      </w:r>
      <w:r>
        <w:rPr>
          <w:sz w:val="28"/>
          <w:szCs w:val="28"/>
        </w:rPr>
        <w:t>районе</w:t>
      </w:r>
      <w:r w:rsidRPr="00ED366B">
        <w:rPr>
          <w:sz w:val="28"/>
          <w:szCs w:val="28"/>
        </w:rPr>
        <w:t xml:space="preserve"> широко распространено декоративно-прикладное искусство                  и народные художественные ремесла (гончарное, </w:t>
      </w:r>
      <w:r>
        <w:rPr>
          <w:sz w:val="28"/>
          <w:szCs w:val="28"/>
        </w:rPr>
        <w:t>ювелирное</w:t>
      </w:r>
      <w:r w:rsidRPr="00ED366B">
        <w:rPr>
          <w:sz w:val="28"/>
          <w:szCs w:val="28"/>
        </w:rPr>
        <w:t>, резьба                          и роспись по дереву, бисероплетение</w:t>
      </w:r>
      <w:r>
        <w:rPr>
          <w:sz w:val="28"/>
          <w:szCs w:val="28"/>
        </w:rPr>
        <w:t>, художественная обработка камня, работа с берестой, пимокатное дело</w:t>
      </w:r>
      <w:r w:rsidRPr="00ED366B">
        <w:rPr>
          <w:sz w:val="28"/>
          <w:szCs w:val="28"/>
        </w:rPr>
        <w:t xml:space="preserve"> и др.). Уникальные  работы </w:t>
      </w:r>
      <w:r>
        <w:rPr>
          <w:sz w:val="28"/>
          <w:szCs w:val="28"/>
        </w:rPr>
        <w:t>Ермаковских</w:t>
      </w:r>
      <w:r w:rsidRPr="00ED366B">
        <w:rPr>
          <w:sz w:val="28"/>
          <w:szCs w:val="28"/>
        </w:rPr>
        <w:t xml:space="preserve"> мастеров</w:t>
      </w:r>
      <w:r>
        <w:rPr>
          <w:sz w:val="28"/>
          <w:szCs w:val="28"/>
        </w:rPr>
        <w:t xml:space="preserve"> были представлены на конкурсах и фестивалях различного уровня</w:t>
      </w:r>
      <w:r w:rsidRPr="00ED366B">
        <w:rPr>
          <w:sz w:val="28"/>
          <w:szCs w:val="28"/>
        </w:rPr>
        <w:t xml:space="preserve">. В целях сохранения, развития и пропаганды народных художественных ремёсел </w:t>
      </w:r>
      <w:r>
        <w:rPr>
          <w:sz w:val="28"/>
          <w:szCs w:val="28"/>
        </w:rPr>
        <w:t>в Ермаковском районном Доме культуры работает Ремесленная мастерская с филиалами в п.Ойский, с.Григорьевка, п.Большая Речка, постоянно экспонируются на выствках в Художественной галереи и Музее природы, создан сайт МБУК ЕРДК.</w:t>
      </w:r>
    </w:p>
    <w:p w:rsidR="001A20AC" w:rsidRPr="005D5454" w:rsidRDefault="001A20AC" w:rsidP="00BF5C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D5454">
        <w:rPr>
          <w:sz w:val="28"/>
          <w:szCs w:val="28"/>
        </w:rPr>
        <w:t>Вместе с тем</w:t>
      </w:r>
      <w:r>
        <w:rPr>
          <w:sz w:val="28"/>
          <w:szCs w:val="28"/>
        </w:rPr>
        <w:t xml:space="preserve"> следует отметить, что сеть</w:t>
      </w:r>
      <w:r w:rsidRPr="005D5454">
        <w:rPr>
          <w:sz w:val="28"/>
          <w:szCs w:val="28"/>
        </w:rPr>
        <w:t xml:space="preserve"> учреждений культурно-досугового типа</w:t>
      </w:r>
      <w:r>
        <w:rPr>
          <w:sz w:val="28"/>
          <w:szCs w:val="28"/>
        </w:rPr>
        <w:t xml:space="preserve"> не изменялась, что обеспечивает реализацию</w:t>
      </w:r>
      <w:r w:rsidRPr="005D5454">
        <w:rPr>
          <w:sz w:val="28"/>
          <w:szCs w:val="28"/>
        </w:rPr>
        <w:t xml:space="preserve"> конституционных прав граждан на получение услуг в сфере культуры.</w:t>
      </w:r>
    </w:p>
    <w:p w:rsidR="001A20AC" w:rsidRPr="00ED366B" w:rsidRDefault="001A20AC" w:rsidP="00BF5CC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ED366B">
        <w:rPr>
          <w:sz w:val="28"/>
          <w:szCs w:val="28"/>
        </w:rPr>
        <w:t xml:space="preserve">В целом для учреждений культурно-досугового типа </w:t>
      </w:r>
      <w:r>
        <w:rPr>
          <w:sz w:val="28"/>
          <w:szCs w:val="28"/>
        </w:rPr>
        <w:t>района</w:t>
      </w:r>
      <w:r w:rsidRPr="00ED366B">
        <w:rPr>
          <w:sz w:val="28"/>
          <w:szCs w:val="28"/>
        </w:rPr>
        <w:t xml:space="preserve"> характерны те же системные проблемы, как и для страны в целом – сохраняющийся дефицит средств для реализации мероприятий по сохранению                                    и популяризации традиционной народной культуры, разрушение материально-технической базы, недостаток в высокопрофессиональных кадрах. </w:t>
      </w:r>
    </w:p>
    <w:p w:rsidR="001A20AC" w:rsidRPr="00ED366B" w:rsidRDefault="001A20AC" w:rsidP="009F04D6">
      <w:pPr>
        <w:ind w:firstLine="720"/>
        <w:jc w:val="both"/>
        <w:rPr>
          <w:sz w:val="28"/>
          <w:szCs w:val="28"/>
        </w:rPr>
      </w:pPr>
      <w:r w:rsidRPr="00ED366B">
        <w:rPr>
          <w:rStyle w:val="FontStyle19"/>
          <w:sz w:val="28"/>
          <w:szCs w:val="28"/>
        </w:rPr>
        <w:t xml:space="preserve">Важнейшим фактором, определяющим эффективность учреждений </w:t>
      </w:r>
      <w:r w:rsidRPr="00ED366B">
        <w:rPr>
          <w:sz w:val="28"/>
          <w:szCs w:val="28"/>
        </w:rPr>
        <w:t>культурно-досугового типа</w:t>
      </w:r>
      <w:r w:rsidRPr="00ED366B">
        <w:rPr>
          <w:rStyle w:val="FontStyle19"/>
          <w:sz w:val="28"/>
          <w:szCs w:val="28"/>
        </w:rPr>
        <w:t xml:space="preserve">, является кадровый ресурс. </w:t>
      </w:r>
      <w:r w:rsidRPr="00ED366B">
        <w:rPr>
          <w:sz w:val="28"/>
          <w:szCs w:val="28"/>
        </w:rPr>
        <w:t>На сегодняшний день профессиональный уровень специалистов отстает от уровня современных технологий культурно-досуговой деятельности.</w:t>
      </w:r>
      <w:r>
        <w:rPr>
          <w:sz w:val="28"/>
          <w:szCs w:val="28"/>
        </w:rPr>
        <w:t xml:space="preserve"> Н</w:t>
      </w:r>
      <w:r w:rsidRPr="00ED366B">
        <w:rPr>
          <w:rStyle w:val="FontStyle19"/>
          <w:sz w:val="28"/>
          <w:szCs w:val="28"/>
        </w:rPr>
        <w:t>аблюдается</w:t>
      </w:r>
      <w:r>
        <w:rPr>
          <w:rStyle w:val="FontStyle19"/>
          <w:sz w:val="28"/>
          <w:szCs w:val="28"/>
        </w:rPr>
        <w:t xml:space="preserve"> дефицит специалистов как со  средне – специальным так и высшим образованием, </w:t>
      </w:r>
      <w:r w:rsidRPr="00ED366B">
        <w:rPr>
          <w:rStyle w:val="FontStyle19"/>
          <w:sz w:val="28"/>
          <w:szCs w:val="28"/>
        </w:rPr>
        <w:t xml:space="preserve"> </w:t>
      </w:r>
      <w:r>
        <w:rPr>
          <w:rStyle w:val="FontStyle19"/>
          <w:sz w:val="28"/>
          <w:szCs w:val="28"/>
        </w:rPr>
        <w:t xml:space="preserve">наблюдается </w:t>
      </w:r>
      <w:r w:rsidRPr="00ED366B">
        <w:rPr>
          <w:rStyle w:val="FontStyle19"/>
          <w:sz w:val="28"/>
          <w:szCs w:val="28"/>
        </w:rPr>
        <w:t>тенденция старения кадров, что подтверждается ростом количества работников старше 50 лет и уменьшением количества работников до 30 лет.</w:t>
      </w:r>
      <w:r w:rsidRPr="00ED366B">
        <w:rPr>
          <w:spacing w:val="-4"/>
          <w:sz w:val="28"/>
          <w:szCs w:val="28"/>
        </w:rPr>
        <w:t xml:space="preserve"> </w:t>
      </w:r>
    </w:p>
    <w:p w:rsidR="001A20AC" w:rsidRPr="00ED366B" w:rsidRDefault="001A20AC" w:rsidP="00BF5CC9">
      <w:pPr>
        <w:jc w:val="both"/>
        <w:rPr>
          <w:rStyle w:val="FontStyle19"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ED366B">
        <w:rPr>
          <w:rStyle w:val="FontStyle19"/>
          <w:sz w:val="28"/>
          <w:szCs w:val="28"/>
        </w:rPr>
        <w:t xml:space="preserve">Несмотря на принимаемые меры, состояние материально-технической базы учреждений культурно-досугового типа продолжает ухудшаться,                  что значительно сдерживает развитие современных форм просветительно-досуговой деятельности и информационно-образовательных услуг. </w:t>
      </w:r>
    </w:p>
    <w:p w:rsidR="001A20AC" w:rsidRPr="00ED366B" w:rsidRDefault="001A20AC" w:rsidP="00CC7E73">
      <w:pPr>
        <w:ind w:firstLine="720"/>
        <w:jc w:val="both"/>
        <w:rPr>
          <w:rStyle w:val="FontStyle19"/>
          <w:sz w:val="28"/>
          <w:szCs w:val="28"/>
        </w:rPr>
      </w:pPr>
      <w:r w:rsidRPr="00ED366B">
        <w:rPr>
          <w:rStyle w:val="FontStyle19"/>
          <w:sz w:val="28"/>
          <w:szCs w:val="28"/>
        </w:rPr>
        <w:t xml:space="preserve">Необходимо сосредоточить усилия на обеспечении равного доступа населения к услугам учреждений культурно-досугового типа, расширении спектра предложений, увеличении степени вовлечённости различных социальных групп в деятельность клубных формирований, повышении просветительской роли учреждений культурно-досугового типа, обеспечении учреждений квалифицированными кадрами, улучшении материально-технической базы. </w:t>
      </w:r>
    </w:p>
    <w:p w:rsidR="001A20AC" w:rsidRPr="00ED366B" w:rsidRDefault="001A20AC" w:rsidP="00CC7E73">
      <w:pPr>
        <w:ind w:firstLine="720"/>
        <w:jc w:val="both"/>
        <w:rPr>
          <w:sz w:val="28"/>
          <w:szCs w:val="28"/>
        </w:rPr>
      </w:pPr>
    </w:p>
    <w:p w:rsidR="001A20AC" w:rsidRPr="00ED366B" w:rsidRDefault="001A20AC" w:rsidP="00CC7E7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D366B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ED366B">
        <w:rPr>
          <w:sz w:val="28"/>
          <w:szCs w:val="28"/>
        </w:rPr>
        <w:t xml:space="preserve">. Организация и проведение культурных событий, </w:t>
      </w:r>
    </w:p>
    <w:p w:rsidR="001A20AC" w:rsidRPr="00ED366B" w:rsidRDefault="001A20AC" w:rsidP="00CC7E7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ED366B">
        <w:rPr>
          <w:sz w:val="28"/>
          <w:szCs w:val="28"/>
        </w:rPr>
        <w:t>в том числе на межрегиональном и международном уровне</w:t>
      </w:r>
    </w:p>
    <w:p w:rsidR="001A20AC" w:rsidRPr="00ED366B" w:rsidRDefault="001A20AC" w:rsidP="00DC30A4">
      <w:pPr>
        <w:jc w:val="both"/>
        <w:rPr>
          <w:sz w:val="28"/>
          <w:szCs w:val="28"/>
        </w:rPr>
      </w:pPr>
    </w:p>
    <w:p w:rsidR="001A20AC" w:rsidRPr="00C34F5A" w:rsidRDefault="001A20AC" w:rsidP="007C494C">
      <w:pPr>
        <w:ind w:firstLine="709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Ежегодно в </w:t>
      </w:r>
      <w:r>
        <w:rPr>
          <w:sz w:val="28"/>
          <w:szCs w:val="28"/>
        </w:rPr>
        <w:t>районе</w:t>
      </w:r>
      <w:r w:rsidRPr="00ED366B">
        <w:rPr>
          <w:sz w:val="28"/>
          <w:szCs w:val="28"/>
        </w:rPr>
        <w:t xml:space="preserve"> проводится ряд крупных культурных массовых мероприятий, позволяющих вовлечь в культурную жизнь большие группы населения, в том числе мероприятия, связанные с празднованием календарных праздников и памятных дат</w:t>
      </w:r>
      <w:r w:rsidRPr="007C494C">
        <w:rPr>
          <w:b/>
          <w:i/>
          <w:sz w:val="28"/>
          <w:szCs w:val="28"/>
        </w:rPr>
        <w:t xml:space="preserve">. </w:t>
      </w:r>
      <w:r w:rsidRPr="00C34F5A">
        <w:rPr>
          <w:sz w:val="28"/>
          <w:szCs w:val="28"/>
        </w:rPr>
        <w:t>В течение ряда лет на территории               района  реализуются проекты:</w:t>
      </w:r>
      <w:r>
        <w:rPr>
          <w:sz w:val="28"/>
          <w:szCs w:val="28"/>
        </w:rPr>
        <w:t xml:space="preserve"> г</w:t>
      </w:r>
      <w:r w:rsidRPr="00C34F5A">
        <w:rPr>
          <w:sz w:val="28"/>
          <w:szCs w:val="28"/>
        </w:rPr>
        <w:t>астроли профессиональных коллективов Красноярской филармонии, Минусинского драмтеатра, проведение вечеров – встреч в рамках «Енисейского экспресса», региональный фестиваль казачьей культуры «Казачий разгуляй», брендовые мероприятия, турне «Живые родники души народной» коллективов, имеющих звание «народный» и «образцовый» и многие другие.</w:t>
      </w:r>
    </w:p>
    <w:p w:rsidR="001A20AC" w:rsidRPr="00ED366B" w:rsidRDefault="001A20AC" w:rsidP="004F5052">
      <w:pPr>
        <w:ind w:firstLine="709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Формированию уникального образа культуры </w:t>
      </w:r>
      <w:r>
        <w:rPr>
          <w:sz w:val="28"/>
          <w:szCs w:val="28"/>
        </w:rPr>
        <w:t>района</w:t>
      </w:r>
      <w:r w:rsidRPr="00ED366B">
        <w:rPr>
          <w:sz w:val="28"/>
          <w:szCs w:val="28"/>
        </w:rPr>
        <w:t xml:space="preserve">, обеспечению самобытности развития территорий способствует реализация культурных брендовых мероприятий, актуализирующих историческую                  и современную действительность </w:t>
      </w:r>
      <w:r>
        <w:rPr>
          <w:sz w:val="28"/>
          <w:szCs w:val="28"/>
        </w:rPr>
        <w:t>района</w:t>
      </w:r>
      <w:r w:rsidRPr="00ED366B">
        <w:rPr>
          <w:sz w:val="28"/>
          <w:szCs w:val="28"/>
        </w:rPr>
        <w:t>, в том числе</w:t>
      </w:r>
      <w:r>
        <w:rPr>
          <w:sz w:val="28"/>
          <w:szCs w:val="28"/>
        </w:rPr>
        <w:t xml:space="preserve"> праздник «Наадым» в с.Верхнеусинское, региональный фестиваль казачьей культуры «Казачий разгуляй» в с.Нижний Суэтук, Праздник добрых соседей в с.Мигна, проведение районных фестивалей и конкурсов в с.Ермаковское, реализация культурно - туристических маршрутов.</w:t>
      </w:r>
    </w:p>
    <w:p w:rsidR="001A20AC" w:rsidRPr="00ED366B" w:rsidRDefault="001A20AC" w:rsidP="005D5454">
      <w:pPr>
        <w:ind w:firstLine="708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Международное культурное сотрудничество оказывает благоприятное влияние на все культуры и способствует их взаимному обогащению, ведет                к росту взаимопонимания между народами, что, в свою очередь, способствует стабильности международных отношений. Культурный обмен раскрывает, с одной стороны, многогранность национальной культуры, ее интеграцию в общемировой культурный процесс, с другой дает возможность ознакомления с достижениями культурного богатства других стан. </w:t>
      </w:r>
    </w:p>
    <w:p w:rsidR="001A20AC" w:rsidRPr="00ED366B" w:rsidRDefault="001A20AC" w:rsidP="005D5454">
      <w:pPr>
        <w:ind w:firstLine="709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Интеграции</w:t>
      </w:r>
      <w:r>
        <w:rPr>
          <w:sz w:val="28"/>
          <w:szCs w:val="28"/>
        </w:rPr>
        <w:t xml:space="preserve"> Ермаковского</w:t>
      </w:r>
      <w:r w:rsidRPr="00ED366B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 w:rsidRPr="00ED366B">
        <w:rPr>
          <w:sz w:val="28"/>
          <w:szCs w:val="28"/>
        </w:rPr>
        <w:t xml:space="preserve"> в международное культурное пространство способствует </w:t>
      </w:r>
      <w:r>
        <w:rPr>
          <w:sz w:val="28"/>
          <w:szCs w:val="28"/>
        </w:rPr>
        <w:t>участие коллективов художественной самодеятельности, мастеров-умельцев в</w:t>
      </w:r>
      <w:r w:rsidRPr="00ED366B">
        <w:rPr>
          <w:sz w:val="28"/>
          <w:szCs w:val="28"/>
        </w:rPr>
        <w:t xml:space="preserve"> фестивал</w:t>
      </w:r>
      <w:r>
        <w:rPr>
          <w:sz w:val="28"/>
          <w:szCs w:val="28"/>
        </w:rPr>
        <w:t>ях</w:t>
      </w:r>
      <w:r w:rsidRPr="00ED366B">
        <w:rPr>
          <w:sz w:val="28"/>
          <w:szCs w:val="28"/>
        </w:rPr>
        <w:t xml:space="preserve"> и конкурс</w:t>
      </w:r>
      <w:r>
        <w:rPr>
          <w:sz w:val="28"/>
          <w:szCs w:val="28"/>
        </w:rPr>
        <w:t>ах различных уровней</w:t>
      </w:r>
      <w:r w:rsidRPr="00ED366B">
        <w:rPr>
          <w:sz w:val="28"/>
          <w:szCs w:val="28"/>
        </w:rPr>
        <w:t>, в том числе наиболее известны</w:t>
      </w:r>
      <w:r>
        <w:rPr>
          <w:sz w:val="28"/>
          <w:szCs w:val="28"/>
        </w:rPr>
        <w:t>х</w:t>
      </w:r>
      <w:r w:rsidRPr="00ED36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ED366B">
        <w:rPr>
          <w:sz w:val="28"/>
          <w:szCs w:val="28"/>
        </w:rPr>
        <w:t>Красноярский международный музыкальный фестиваль стран Азиатско-Тихоокеанского региона, Международный фестиваль этническо</w:t>
      </w:r>
      <w:r>
        <w:rPr>
          <w:sz w:val="28"/>
          <w:szCs w:val="28"/>
        </w:rPr>
        <w:t>й музыки и ремёсел «МИР Сибири» (п. Шушенское), Международный фестиваль войлока (г. Кызыл), обменные творческие гастроли в рамках сотрудничества с республикой Тыва, Хакасия.</w:t>
      </w:r>
    </w:p>
    <w:p w:rsidR="001A20AC" w:rsidRPr="00201C20" w:rsidRDefault="001A20AC" w:rsidP="005D5454">
      <w:pPr>
        <w:pStyle w:val="ConsPlusNormal"/>
        <w:widowControl/>
        <w:tabs>
          <w:tab w:val="num" w:pos="42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01C20">
        <w:rPr>
          <w:rFonts w:ascii="Times New Roman" w:hAnsi="Times New Roman" w:cs="Times New Roman"/>
          <w:sz w:val="28"/>
          <w:szCs w:val="28"/>
        </w:rPr>
        <w:tab/>
      </w:r>
      <w:r w:rsidRPr="00201C20">
        <w:rPr>
          <w:rFonts w:ascii="Times New Roman" w:hAnsi="Times New Roman" w:cs="Times New Roman"/>
          <w:sz w:val="28"/>
          <w:szCs w:val="28"/>
        </w:rPr>
        <w:tab/>
        <w:t xml:space="preserve">В целях наиболее полной интеграции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201C20">
        <w:rPr>
          <w:rFonts w:ascii="Times New Roman" w:hAnsi="Times New Roman" w:cs="Times New Roman"/>
          <w:sz w:val="28"/>
          <w:szCs w:val="28"/>
        </w:rPr>
        <w:t xml:space="preserve"> в мировой культурный                  и информационный процесс </w:t>
      </w:r>
      <w:r>
        <w:rPr>
          <w:rFonts w:ascii="Times New Roman" w:hAnsi="Times New Roman" w:cs="Times New Roman"/>
          <w:sz w:val="28"/>
          <w:szCs w:val="28"/>
        </w:rPr>
        <w:t>необходима</w:t>
      </w:r>
      <w:r w:rsidRPr="00201C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реализация</w:t>
      </w:r>
      <w:r w:rsidRPr="00201C20">
        <w:rPr>
          <w:rFonts w:ascii="Times New Roman" w:hAnsi="Times New Roman" w:cs="Times New Roman"/>
          <w:sz w:val="28"/>
          <w:szCs w:val="28"/>
        </w:rPr>
        <w:t xml:space="preserve"> международных культу</w:t>
      </w:r>
      <w:r>
        <w:rPr>
          <w:rFonts w:ascii="Times New Roman" w:hAnsi="Times New Roman" w:cs="Times New Roman"/>
          <w:sz w:val="28"/>
          <w:szCs w:val="28"/>
        </w:rPr>
        <w:t>рных проектов на территории (Туристический комплекс исторического моделирования)</w:t>
      </w:r>
      <w:r w:rsidRPr="00201C20">
        <w:rPr>
          <w:rFonts w:ascii="Times New Roman" w:hAnsi="Times New Roman" w:cs="Times New Roman"/>
          <w:sz w:val="28"/>
          <w:szCs w:val="28"/>
        </w:rPr>
        <w:t>, продвижение культуры за пределами</w:t>
      </w:r>
      <w:r>
        <w:rPr>
          <w:rFonts w:ascii="Times New Roman" w:hAnsi="Times New Roman" w:cs="Times New Roman"/>
          <w:sz w:val="28"/>
          <w:szCs w:val="28"/>
        </w:rPr>
        <w:t xml:space="preserve"> Ермаковского района</w:t>
      </w:r>
      <w:r w:rsidRPr="00201C20">
        <w:rPr>
          <w:rFonts w:ascii="Times New Roman" w:hAnsi="Times New Roman" w:cs="Times New Roman"/>
          <w:sz w:val="28"/>
          <w:szCs w:val="28"/>
        </w:rPr>
        <w:t>, прежде всего, в форме гастролей, участия в конкурсах, выставках и фестивалях, использование современных информационных технологий для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привлекательного</w:t>
      </w:r>
      <w:r w:rsidRPr="00201C20">
        <w:rPr>
          <w:rFonts w:ascii="Times New Roman" w:hAnsi="Times New Roman" w:cs="Times New Roman"/>
          <w:sz w:val="28"/>
          <w:szCs w:val="28"/>
        </w:rPr>
        <w:t xml:space="preserve"> образа </w:t>
      </w:r>
      <w:r>
        <w:rPr>
          <w:rFonts w:ascii="Times New Roman" w:hAnsi="Times New Roman" w:cs="Times New Roman"/>
          <w:sz w:val="28"/>
          <w:szCs w:val="28"/>
        </w:rPr>
        <w:t>района.</w:t>
      </w:r>
    </w:p>
    <w:p w:rsidR="001A20AC" w:rsidRPr="005D5454" w:rsidRDefault="001A20AC" w:rsidP="00DC30A4">
      <w:pPr>
        <w:widowControl w:val="0"/>
        <w:autoSpaceDE w:val="0"/>
        <w:autoSpaceDN w:val="0"/>
        <w:adjustRightInd w:val="0"/>
        <w:outlineLvl w:val="1"/>
        <w:rPr>
          <w:b/>
          <w:sz w:val="28"/>
          <w:szCs w:val="28"/>
          <w:highlight w:val="yellow"/>
        </w:rPr>
      </w:pPr>
    </w:p>
    <w:p w:rsidR="001A20AC" w:rsidRPr="00ED366B" w:rsidRDefault="001A20AC" w:rsidP="00CC7E7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D366B">
        <w:rPr>
          <w:sz w:val="28"/>
          <w:szCs w:val="28"/>
        </w:rPr>
        <w:t>2.</w:t>
      </w:r>
      <w:r>
        <w:rPr>
          <w:sz w:val="28"/>
          <w:szCs w:val="28"/>
        </w:rPr>
        <w:t>4</w:t>
      </w:r>
      <w:r w:rsidRPr="00ED366B">
        <w:rPr>
          <w:sz w:val="28"/>
          <w:szCs w:val="28"/>
        </w:rPr>
        <w:t xml:space="preserve">. Основная цель, задачи, этапы и сроки </w:t>
      </w:r>
    </w:p>
    <w:p w:rsidR="001A20AC" w:rsidRPr="00ED366B" w:rsidRDefault="001A20AC" w:rsidP="00CC7E7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D366B">
        <w:rPr>
          <w:sz w:val="28"/>
          <w:szCs w:val="28"/>
        </w:rPr>
        <w:t>выполнения подпрограммы, целевые индикаторы</w:t>
      </w:r>
    </w:p>
    <w:p w:rsidR="001A20AC" w:rsidRPr="00ED366B" w:rsidRDefault="001A20AC" w:rsidP="00CC7E7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1A20AC" w:rsidRPr="00ED366B" w:rsidRDefault="001A20AC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С учетом целевых установок и приоритетов культурной политики, Основных направлений стратегии культурной политики </w:t>
      </w:r>
      <w:r>
        <w:rPr>
          <w:sz w:val="28"/>
          <w:szCs w:val="28"/>
        </w:rPr>
        <w:t>Ермаковского района</w:t>
      </w:r>
      <w:r w:rsidRPr="00ED366B">
        <w:rPr>
          <w:sz w:val="28"/>
          <w:szCs w:val="28"/>
        </w:rPr>
        <w:t xml:space="preserve"> на 2009 - 2020 годы,  целью подпрограммы определено обеспечение доступа населения </w:t>
      </w:r>
      <w:r>
        <w:rPr>
          <w:sz w:val="28"/>
          <w:szCs w:val="28"/>
        </w:rPr>
        <w:t xml:space="preserve">Ермаковского района </w:t>
      </w:r>
      <w:r w:rsidRPr="00ED366B">
        <w:rPr>
          <w:sz w:val="28"/>
          <w:szCs w:val="28"/>
        </w:rPr>
        <w:t xml:space="preserve"> к культурным благам и участию в культурной жизни.</w:t>
      </w:r>
    </w:p>
    <w:p w:rsidR="001A20AC" w:rsidRPr="00ED366B" w:rsidRDefault="001A20AC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Достижение данной цели потребует решения следующих задач:</w:t>
      </w:r>
    </w:p>
    <w:p w:rsidR="001A20AC" w:rsidRPr="00ED366B" w:rsidRDefault="001A20AC" w:rsidP="00CC7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366B">
        <w:rPr>
          <w:rFonts w:ascii="Times New Roman" w:hAnsi="Times New Roman" w:cs="Times New Roman"/>
          <w:sz w:val="28"/>
          <w:szCs w:val="28"/>
        </w:rPr>
        <w:t>поддержка  искусства;</w:t>
      </w:r>
    </w:p>
    <w:p w:rsidR="001A20AC" w:rsidRPr="00ED366B" w:rsidRDefault="001A20AC" w:rsidP="00CC7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366B">
        <w:rPr>
          <w:rFonts w:ascii="Times New Roman" w:hAnsi="Times New Roman" w:cs="Times New Roman"/>
          <w:sz w:val="28"/>
          <w:szCs w:val="28"/>
        </w:rPr>
        <w:t>сохранение и развитие традиционной народной культуры;</w:t>
      </w:r>
    </w:p>
    <w:p w:rsidR="001A20AC" w:rsidRPr="00ED366B" w:rsidRDefault="001A20AC" w:rsidP="00CC7E73">
      <w:pPr>
        <w:ind w:firstLine="540"/>
        <w:jc w:val="both"/>
      </w:pPr>
      <w:r w:rsidRPr="00ED366B">
        <w:rPr>
          <w:sz w:val="28"/>
          <w:szCs w:val="28"/>
        </w:rPr>
        <w:t>организация и проведение культурных событий</w:t>
      </w:r>
      <w:r>
        <w:rPr>
          <w:sz w:val="28"/>
          <w:szCs w:val="28"/>
        </w:rPr>
        <w:t>, в том числе на межрегиональном и международном уровне.</w:t>
      </w:r>
    </w:p>
    <w:p w:rsidR="001A20AC" w:rsidRPr="00ED366B" w:rsidRDefault="001A20AC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Сроки исполнения подпрограммы: 2014 - 2016 годы.</w:t>
      </w:r>
    </w:p>
    <w:p w:rsidR="001A20AC" w:rsidRPr="00ED366B" w:rsidRDefault="001A20AC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Подпрограмма не предусматривает отдельные этапы реализации. </w:t>
      </w:r>
    </w:p>
    <w:p w:rsidR="001A20AC" w:rsidRPr="00B73201" w:rsidRDefault="001A20AC" w:rsidP="00CC7E73">
      <w:pPr>
        <w:ind w:firstLine="540"/>
        <w:jc w:val="both"/>
        <w:rPr>
          <w:color w:val="FF0000"/>
          <w:sz w:val="28"/>
          <w:szCs w:val="28"/>
        </w:rPr>
      </w:pPr>
      <w:r w:rsidRPr="00ED366B">
        <w:rPr>
          <w:sz w:val="28"/>
          <w:szCs w:val="28"/>
        </w:rPr>
        <w:t>Оценка результатов реализации подпрограммы осуществляется на основе использования показателей, сформированных с уч</w:t>
      </w:r>
      <w:r>
        <w:rPr>
          <w:sz w:val="28"/>
          <w:szCs w:val="28"/>
        </w:rPr>
        <w:t>етом специфики</w:t>
      </w:r>
      <w:r w:rsidRPr="00ED366B">
        <w:rPr>
          <w:sz w:val="28"/>
          <w:szCs w:val="28"/>
        </w:rPr>
        <w:t xml:space="preserve"> учреждений культурно-досугового типа,</w:t>
      </w:r>
      <w:r>
        <w:rPr>
          <w:sz w:val="28"/>
          <w:szCs w:val="28"/>
        </w:rPr>
        <w:t xml:space="preserve"> творческих коллективов, имеющих почетное звание,</w:t>
      </w:r>
      <w:r w:rsidRPr="00ED366B">
        <w:rPr>
          <w:sz w:val="28"/>
          <w:szCs w:val="28"/>
        </w:rPr>
        <w:t xml:space="preserve"> показателей Плана мероприятий («дорожной карты»)</w:t>
      </w:r>
      <w:r>
        <w:rPr>
          <w:sz w:val="28"/>
          <w:szCs w:val="28"/>
        </w:rPr>
        <w:t>.</w:t>
      </w:r>
      <w:r w:rsidRPr="00ED366B">
        <w:rPr>
          <w:sz w:val="28"/>
          <w:szCs w:val="28"/>
        </w:rPr>
        <w:t xml:space="preserve"> </w:t>
      </w:r>
    </w:p>
    <w:p w:rsidR="001A20AC" w:rsidRPr="00ED366B" w:rsidRDefault="001A20AC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Целевыми индикаторами реализации подпрограммы являются:</w:t>
      </w:r>
    </w:p>
    <w:p w:rsidR="001A20AC" w:rsidRPr="00ED366B" w:rsidRDefault="001A20AC" w:rsidP="00CC7E73">
      <w:pPr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количество пос</w:t>
      </w:r>
      <w:r>
        <w:rPr>
          <w:sz w:val="28"/>
          <w:szCs w:val="28"/>
        </w:rPr>
        <w:t xml:space="preserve">етителей </w:t>
      </w:r>
      <w:r w:rsidRPr="00ED366B">
        <w:rPr>
          <w:sz w:val="28"/>
          <w:szCs w:val="28"/>
        </w:rPr>
        <w:t>учреждений культурно-досугового типа на 1 тыс. человек населения;</w:t>
      </w:r>
    </w:p>
    <w:p w:rsidR="001A20AC" w:rsidRPr="00ED366B" w:rsidRDefault="001A20AC" w:rsidP="00CC7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366B">
        <w:rPr>
          <w:rFonts w:ascii="Times New Roman" w:hAnsi="Times New Roman" w:cs="Times New Roman"/>
          <w:sz w:val="28"/>
          <w:szCs w:val="28"/>
        </w:rPr>
        <w:t>число клубных формирований на 1 тыс. человек населения;</w:t>
      </w:r>
    </w:p>
    <w:p w:rsidR="001A20AC" w:rsidRPr="00ED366B" w:rsidRDefault="001A20AC" w:rsidP="00CC7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366B">
        <w:rPr>
          <w:rFonts w:ascii="Times New Roman" w:hAnsi="Times New Roman" w:cs="Times New Roman"/>
          <w:sz w:val="28"/>
          <w:szCs w:val="28"/>
        </w:rPr>
        <w:t>число участников клубных формирований на 1 тыс. человек населения;</w:t>
      </w:r>
    </w:p>
    <w:p w:rsidR="001A20AC" w:rsidRPr="00ED366B" w:rsidRDefault="001A20AC" w:rsidP="00CC7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366B">
        <w:rPr>
          <w:rFonts w:ascii="Times New Roman" w:hAnsi="Times New Roman" w:cs="Times New Roman"/>
          <w:sz w:val="28"/>
          <w:szCs w:val="28"/>
        </w:rPr>
        <w:t xml:space="preserve">число участников клубных формирований для детей в </w:t>
      </w:r>
      <w:r>
        <w:rPr>
          <w:rFonts w:ascii="Times New Roman" w:hAnsi="Times New Roman" w:cs="Times New Roman"/>
          <w:sz w:val="28"/>
          <w:szCs w:val="28"/>
        </w:rPr>
        <w:t>возрасте до 14 лет включительно.</w:t>
      </w:r>
    </w:p>
    <w:p w:rsidR="001A20AC" w:rsidRPr="00ED366B" w:rsidRDefault="001A20AC" w:rsidP="00CC7E73">
      <w:pPr>
        <w:ind w:firstLine="540"/>
        <w:jc w:val="both"/>
        <w:rPr>
          <w:bCs/>
          <w:sz w:val="28"/>
          <w:szCs w:val="28"/>
        </w:rPr>
      </w:pPr>
      <w:r w:rsidRPr="00ED366B">
        <w:rPr>
          <w:bCs/>
          <w:sz w:val="28"/>
          <w:szCs w:val="28"/>
        </w:rPr>
        <w:t xml:space="preserve">Целевые индикаторы приведены в приложении № 1 к подпрограмме </w:t>
      </w:r>
      <w:r w:rsidRPr="00ED366B">
        <w:rPr>
          <w:sz w:val="28"/>
          <w:szCs w:val="28"/>
        </w:rPr>
        <w:t>«</w:t>
      </w:r>
      <w:r>
        <w:rPr>
          <w:sz w:val="28"/>
          <w:szCs w:val="28"/>
        </w:rPr>
        <w:t>Поддержка и</w:t>
      </w:r>
      <w:r w:rsidRPr="00ED366B">
        <w:rPr>
          <w:sz w:val="28"/>
          <w:szCs w:val="28"/>
        </w:rPr>
        <w:t>скусств</w:t>
      </w:r>
      <w:r>
        <w:rPr>
          <w:sz w:val="28"/>
          <w:szCs w:val="28"/>
        </w:rPr>
        <w:t>а</w:t>
      </w:r>
      <w:r w:rsidRPr="00ED366B">
        <w:rPr>
          <w:sz w:val="28"/>
          <w:szCs w:val="28"/>
        </w:rPr>
        <w:t xml:space="preserve"> и народно</w:t>
      </w:r>
      <w:r>
        <w:rPr>
          <w:sz w:val="28"/>
          <w:szCs w:val="28"/>
        </w:rPr>
        <w:t>го</w:t>
      </w:r>
      <w:r w:rsidRPr="00ED366B">
        <w:rPr>
          <w:sz w:val="28"/>
          <w:szCs w:val="28"/>
        </w:rPr>
        <w:t xml:space="preserve"> творчеств</w:t>
      </w:r>
      <w:r>
        <w:rPr>
          <w:sz w:val="28"/>
          <w:szCs w:val="28"/>
        </w:rPr>
        <w:t>а</w:t>
      </w:r>
      <w:r w:rsidRPr="00ED366B">
        <w:rPr>
          <w:sz w:val="28"/>
          <w:szCs w:val="28"/>
        </w:rPr>
        <w:t>» на 2014 - 2016 годы</w:t>
      </w:r>
      <w:r w:rsidRPr="00ED366B">
        <w:rPr>
          <w:bCs/>
          <w:sz w:val="28"/>
          <w:szCs w:val="28"/>
        </w:rPr>
        <w:t>.</w:t>
      </w:r>
    </w:p>
    <w:p w:rsidR="001A20AC" w:rsidRPr="00ED366B" w:rsidRDefault="001A20AC" w:rsidP="00CC7E73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  <w:highlight w:val="yellow"/>
        </w:rPr>
      </w:pPr>
    </w:p>
    <w:p w:rsidR="001A20AC" w:rsidRPr="00F72428" w:rsidRDefault="001A20AC" w:rsidP="00CC7E7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72428">
        <w:rPr>
          <w:sz w:val="28"/>
          <w:szCs w:val="28"/>
        </w:rPr>
        <w:t>2.</w:t>
      </w:r>
      <w:r>
        <w:rPr>
          <w:sz w:val="28"/>
          <w:szCs w:val="28"/>
        </w:rPr>
        <w:t>5</w:t>
      </w:r>
      <w:r w:rsidRPr="00F72428">
        <w:rPr>
          <w:sz w:val="28"/>
          <w:szCs w:val="28"/>
        </w:rPr>
        <w:t>. Механизм реализации подпрограммы</w:t>
      </w:r>
    </w:p>
    <w:p w:rsidR="001A20AC" w:rsidRPr="00F72428" w:rsidRDefault="001A20AC" w:rsidP="00CC7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20AC" w:rsidRPr="00F72428" w:rsidRDefault="001A20AC" w:rsidP="00CC7E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72428">
        <w:rPr>
          <w:sz w:val="28"/>
          <w:szCs w:val="28"/>
        </w:rPr>
        <w:t>2.</w:t>
      </w:r>
      <w:r>
        <w:rPr>
          <w:sz w:val="28"/>
          <w:szCs w:val="28"/>
        </w:rPr>
        <w:t>5</w:t>
      </w:r>
      <w:r w:rsidRPr="00F72428">
        <w:rPr>
          <w:sz w:val="28"/>
          <w:szCs w:val="28"/>
        </w:rPr>
        <w:t xml:space="preserve">.1. Главный распорядитель бюджетных средств – </w:t>
      </w:r>
      <w:r>
        <w:rPr>
          <w:sz w:val="28"/>
          <w:szCs w:val="28"/>
        </w:rPr>
        <w:t>Отдел культуры администрации</w:t>
      </w:r>
      <w:r w:rsidRPr="00F72428">
        <w:rPr>
          <w:sz w:val="28"/>
          <w:szCs w:val="28"/>
        </w:rPr>
        <w:t xml:space="preserve"> </w:t>
      </w:r>
      <w:r>
        <w:rPr>
          <w:sz w:val="28"/>
          <w:szCs w:val="28"/>
        </w:rPr>
        <w:t>Ермаковского района</w:t>
      </w:r>
      <w:r w:rsidRPr="00F72428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Отдел</w:t>
      </w:r>
      <w:r w:rsidRPr="00F72428">
        <w:rPr>
          <w:sz w:val="28"/>
          <w:szCs w:val="28"/>
        </w:rPr>
        <w:t>).</w:t>
      </w:r>
    </w:p>
    <w:p w:rsidR="001A20AC" w:rsidRDefault="001A20AC" w:rsidP="00CC7E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72428">
        <w:rPr>
          <w:sz w:val="28"/>
          <w:szCs w:val="28"/>
        </w:rPr>
        <w:t>2.</w:t>
      </w:r>
      <w:r>
        <w:rPr>
          <w:sz w:val="28"/>
          <w:szCs w:val="28"/>
        </w:rPr>
        <w:t>5</w:t>
      </w:r>
      <w:r w:rsidRPr="00F72428">
        <w:rPr>
          <w:sz w:val="28"/>
          <w:szCs w:val="28"/>
        </w:rPr>
        <w:t xml:space="preserve">.2. Реализация мероприятий подпрограммы осуществляется путем предоставления субсидий по соглашениям, заключенным между </w:t>
      </w:r>
      <w:r>
        <w:rPr>
          <w:sz w:val="28"/>
          <w:szCs w:val="28"/>
        </w:rPr>
        <w:t>Отделом</w:t>
      </w:r>
      <w:r w:rsidRPr="00F72428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муниципальными учреждениями культуры, </w:t>
      </w:r>
      <w:r w:rsidRPr="00F72428">
        <w:rPr>
          <w:sz w:val="28"/>
          <w:szCs w:val="28"/>
        </w:rPr>
        <w:t xml:space="preserve">о порядке и условиях предоставления субсидии на цели, связанные с финансовым обеспечением выполнения </w:t>
      </w:r>
      <w:r>
        <w:rPr>
          <w:sz w:val="28"/>
          <w:szCs w:val="28"/>
        </w:rPr>
        <w:t>муниципального</w:t>
      </w:r>
      <w:r w:rsidRPr="00F72428">
        <w:rPr>
          <w:sz w:val="28"/>
          <w:szCs w:val="28"/>
        </w:rPr>
        <w:t xml:space="preserve"> задания на оказание </w:t>
      </w:r>
      <w:r>
        <w:rPr>
          <w:sz w:val="28"/>
          <w:szCs w:val="28"/>
        </w:rPr>
        <w:t>муниципальных</w:t>
      </w:r>
      <w:r w:rsidRPr="00F72428">
        <w:rPr>
          <w:sz w:val="28"/>
          <w:szCs w:val="28"/>
        </w:rPr>
        <w:t xml:space="preserve"> услуг (выполнение работ</w:t>
      </w:r>
      <w:r>
        <w:rPr>
          <w:sz w:val="28"/>
          <w:szCs w:val="28"/>
        </w:rPr>
        <w:t>).</w:t>
      </w:r>
    </w:p>
    <w:p w:rsidR="001A20AC" w:rsidRPr="00F72428" w:rsidRDefault="001A20AC" w:rsidP="00CC7E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A20AC" w:rsidRPr="001D6D13" w:rsidRDefault="001A20AC" w:rsidP="00FF2D8D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1D6D13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6</w:t>
      </w:r>
      <w:r w:rsidRPr="001D6D13">
        <w:rPr>
          <w:color w:val="000000"/>
          <w:sz w:val="28"/>
          <w:szCs w:val="28"/>
        </w:rPr>
        <w:t>. Управление подпрограммой и контроль за ходом ее выполнения</w:t>
      </w:r>
    </w:p>
    <w:p w:rsidR="001A20AC" w:rsidRDefault="001A20AC" w:rsidP="00FF2D8D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1A20AC" w:rsidRPr="001D6D13" w:rsidRDefault="001A20AC" w:rsidP="00FF2D8D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1A20AC" w:rsidRPr="001D6D13" w:rsidRDefault="001A20AC" w:rsidP="00FF2D8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1D6D13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6</w:t>
      </w:r>
      <w:r w:rsidRPr="001D6D13">
        <w:rPr>
          <w:color w:val="000000"/>
          <w:sz w:val="28"/>
          <w:szCs w:val="28"/>
        </w:rPr>
        <w:t xml:space="preserve">.1. Текущее управление и контроль за реализацией подпрограммы осуществляет </w:t>
      </w:r>
      <w:r>
        <w:rPr>
          <w:color w:val="000000"/>
          <w:sz w:val="28"/>
          <w:szCs w:val="28"/>
        </w:rPr>
        <w:t>Отдел культуры администрации</w:t>
      </w:r>
      <w:r w:rsidRPr="001D6D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Ермаковского района.</w:t>
      </w:r>
    </w:p>
    <w:p w:rsidR="001A20AC" w:rsidRPr="001D6D13" w:rsidRDefault="001A20AC" w:rsidP="00FF2D8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Отдел культуры администрации</w:t>
      </w:r>
      <w:r w:rsidRPr="001D6D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Ермаковского района</w:t>
      </w:r>
      <w:r w:rsidRPr="001D6D13">
        <w:rPr>
          <w:color w:val="000000"/>
          <w:sz w:val="28"/>
          <w:szCs w:val="28"/>
        </w:rPr>
        <w:t xml:space="preserve"> несет ответственность за реализацию подпрограммы, достижение конечного результат</w:t>
      </w:r>
      <w:r>
        <w:rPr>
          <w:color w:val="000000"/>
          <w:sz w:val="28"/>
          <w:szCs w:val="28"/>
        </w:rPr>
        <w:t xml:space="preserve">а, целевое </w:t>
      </w:r>
      <w:r w:rsidRPr="001D6D13">
        <w:rPr>
          <w:color w:val="000000"/>
          <w:sz w:val="28"/>
          <w:szCs w:val="28"/>
        </w:rPr>
        <w:t>и эффективное использование финансовых средств, выделяемых на выполнение подпрограммы.</w:t>
      </w:r>
    </w:p>
    <w:p w:rsidR="001A20AC" w:rsidRPr="001D6D13" w:rsidRDefault="001A20AC" w:rsidP="00FF2D8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1D6D13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6</w:t>
      </w:r>
      <w:r w:rsidRPr="001D6D13">
        <w:rPr>
          <w:color w:val="000000"/>
          <w:sz w:val="28"/>
          <w:szCs w:val="28"/>
        </w:rPr>
        <w:t xml:space="preserve">.2. </w:t>
      </w:r>
      <w:r>
        <w:rPr>
          <w:color w:val="000000"/>
          <w:sz w:val="28"/>
          <w:szCs w:val="28"/>
        </w:rPr>
        <w:t>Отдел культуры администрации</w:t>
      </w:r>
      <w:r w:rsidRPr="001D6D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Ермаковского района</w:t>
      </w:r>
      <w:r w:rsidRPr="001D6D13">
        <w:rPr>
          <w:color w:val="000000"/>
          <w:sz w:val="28"/>
          <w:szCs w:val="28"/>
        </w:rPr>
        <w:t xml:space="preserve"> осуществляет:</w:t>
      </w:r>
    </w:p>
    <w:p w:rsidR="001A20AC" w:rsidRPr="001D6D13" w:rsidRDefault="001A20AC" w:rsidP="00FF2D8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1D6D13">
        <w:rPr>
          <w:color w:val="000000"/>
          <w:sz w:val="28"/>
          <w:szCs w:val="28"/>
        </w:rPr>
        <w:t>) координацию исполнения мероприятий подпрограммы, мониторинг их реализации;</w:t>
      </w:r>
    </w:p>
    <w:p w:rsidR="001A20AC" w:rsidRPr="001D6D13" w:rsidRDefault="001A20AC" w:rsidP="00FF2D8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1D6D13">
        <w:rPr>
          <w:color w:val="000000"/>
          <w:sz w:val="28"/>
          <w:szCs w:val="28"/>
        </w:rPr>
        <w:t>) непосредственный контроль за ходом реализации мероприятий подпрограммы;</w:t>
      </w:r>
    </w:p>
    <w:p w:rsidR="001A20AC" w:rsidRPr="001D6D13" w:rsidRDefault="001A20AC" w:rsidP="00FF2D8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1D6D13">
        <w:rPr>
          <w:color w:val="000000"/>
          <w:sz w:val="28"/>
          <w:szCs w:val="28"/>
        </w:rPr>
        <w:t>) подготовку отчетов о реализации подпрограммы.</w:t>
      </w:r>
    </w:p>
    <w:p w:rsidR="001A20AC" w:rsidRPr="001D6D13" w:rsidRDefault="001A20AC" w:rsidP="00FF2D8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1D6D13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6.3. </w:t>
      </w:r>
      <w:r w:rsidRPr="001D6D13">
        <w:rPr>
          <w:color w:val="000000"/>
          <w:sz w:val="28"/>
          <w:szCs w:val="28"/>
        </w:rPr>
        <w:t>Обеспечение целевого расходован</w:t>
      </w:r>
      <w:r>
        <w:rPr>
          <w:color w:val="000000"/>
          <w:sz w:val="28"/>
          <w:szCs w:val="28"/>
        </w:rPr>
        <w:t xml:space="preserve">ия бюджетных средств, контроля </w:t>
      </w:r>
      <w:r w:rsidRPr="001D6D13">
        <w:rPr>
          <w:color w:val="000000"/>
          <w:sz w:val="28"/>
          <w:szCs w:val="28"/>
        </w:rPr>
        <w:t>за ходом реализации мероприятий подпрограммы и за достижением конечных результатов осуществляется главным распорядителем бюджетных средств и получателями бюджетных средств.</w:t>
      </w:r>
    </w:p>
    <w:p w:rsidR="001A20AC" w:rsidRPr="001D6D13" w:rsidRDefault="001A20AC" w:rsidP="00FF2D8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1D6D13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6.4.</w:t>
      </w:r>
      <w:r w:rsidRPr="001D6D13">
        <w:rPr>
          <w:color w:val="000000"/>
          <w:sz w:val="28"/>
          <w:szCs w:val="28"/>
        </w:rPr>
        <w:t xml:space="preserve">. Контроль за соблюдением условий выделения, получения, целевого использования и возврата средств </w:t>
      </w:r>
      <w:r>
        <w:rPr>
          <w:color w:val="000000"/>
          <w:sz w:val="28"/>
          <w:szCs w:val="28"/>
        </w:rPr>
        <w:t>местного</w:t>
      </w:r>
      <w:r w:rsidRPr="001D6D13">
        <w:rPr>
          <w:color w:val="000000"/>
          <w:sz w:val="28"/>
          <w:szCs w:val="28"/>
        </w:rPr>
        <w:t xml:space="preserve"> бюджета осуществляет </w:t>
      </w:r>
      <w:r>
        <w:rPr>
          <w:color w:val="000000"/>
          <w:sz w:val="28"/>
          <w:szCs w:val="28"/>
        </w:rPr>
        <w:t>финансовое управление администрации Ермаковского района</w:t>
      </w:r>
      <w:r w:rsidRPr="001D6D13">
        <w:rPr>
          <w:color w:val="000000"/>
          <w:sz w:val="28"/>
          <w:szCs w:val="28"/>
        </w:rPr>
        <w:t>.</w:t>
      </w:r>
    </w:p>
    <w:p w:rsidR="001A20AC" w:rsidRPr="00F72428" w:rsidRDefault="001A20AC" w:rsidP="00CC7E7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1A20AC" w:rsidRPr="00ED366B" w:rsidRDefault="001A20AC" w:rsidP="00CC7E7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D366B">
        <w:rPr>
          <w:sz w:val="28"/>
          <w:szCs w:val="28"/>
        </w:rPr>
        <w:t>2.</w:t>
      </w:r>
      <w:r>
        <w:rPr>
          <w:sz w:val="28"/>
          <w:szCs w:val="28"/>
        </w:rPr>
        <w:t>7</w:t>
      </w:r>
      <w:r w:rsidRPr="00ED366B">
        <w:rPr>
          <w:sz w:val="28"/>
          <w:szCs w:val="28"/>
        </w:rPr>
        <w:t>. Оценка социально-экономической эффективности</w:t>
      </w:r>
    </w:p>
    <w:p w:rsidR="001A20AC" w:rsidRPr="00ED366B" w:rsidRDefault="001A20AC" w:rsidP="00CC7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A20AC" w:rsidRPr="00ED366B" w:rsidRDefault="001A20AC" w:rsidP="00CC7E73">
      <w:pPr>
        <w:pStyle w:val="BodyTextIndent3"/>
        <w:spacing w:after="0"/>
        <w:ind w:left="0"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1A20AC" w:rsidRPr="00ED366B" w:rsidRDefault="001A20AC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Ожидаемые результаты:</w:t>
      </w:r>
    </w:p>
    <w:p w:rsidR="001A20AC" w:rsidRPr="00A34FF0" w:rsidRDefault="001A20AC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34FF0">
        <w:rPr>
          <w:sz w:val="28"/>
          <w:szCs w:val="28"/>
        </w:rPr>
        <w:t xml:space="preserve">количество посетителей учреждений культурно-досугового типа составит всего 719,1 тыс. человек, в том числе по годам: в 2014 году – не менее 239,3 тыс. человек, в 2015 году – не менее 239,7 тыс. человек, в 2016 году – 240,1 тыс. человек; </w:t>
      </w:r>
    </w:p>
    <w:p w:rsidR="001A20AC" w:rsidRPr="00A34FF0" w:rsidRDefault="001A20AC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34FF0">
        <w:rPr>
          <w:sz w:val="28"/>
          <w:szCs w:val="28"/>
        </w:rPr>
        <w:t>количество мероприятий, направленных на сохранение и развитие традиционной народной культуры составит всего 440 единиц, в том числе по годам: в 2014 году – не менее 144 единиц, в 2015 году – не менее 147 единиц, в 2016 году – не менее 149 единиц;</w:t>
      </w:r>
    </w:p>
    <w:p w:rsidR="001A20AC" w:rsidRPr="00ED366B" w:rsidRDefault="001A20AC" w:rsidP="00422E1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34FF0">
        <w:rPr>
          <w:sz w:val="28"/>
          <w:szCs w:val="28"/>
        </w:rPr>
        <w:t>количество мероприятий, направленных на организацию и проведение культурных событий, в том числе участие на межрегиональном и международном уровне составит всего 17 единиц, в том числе по годам: в 2014 году – не менее 19 ед., в 2015 году – не менее 43 ед., в 2016 году – не менее 21</w:t>
      </w:r>
      <w:r>
        <w:rPr>
          <w:sz w:val="28"/>
          <w:szCs w:val="28"/>
        </w:rPr>
        <w:t xml:space="preserve"> ед.</w:t>
      </w:r>
    </w:p>
    <w:p w:rsidR="001A20AC" w:rsidRPr="00ED366B" w:rsidRDefault="001A20AC" w:rsidP="00CC7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366B">
        <w:rPr>
          <w:rFonts w:ascii="Times New Roman" w:hAnsi="Times New Roman" w:cs="Times New Roman"/>
          <w:sz w:val="28"/>
          <w:szCs w:val="28"/>
        </w:rPr>
        <w:t>Реализация мероприятий подпрограммы будет способствовать:</w:t>
      </w:r>
    </w:p>
    <w:p w:rsidR="001A20AC" w:rsidRPr="00ED366B" w:rsidRDefault="001A20AC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созданию условий для доступа к произведениям кинематографии;</w:t>
      </w:r>
    </w:p>
    <w:p w:rsidR="001A20AC" w:rsidRPr="00ED366B" w:rsidRDefault="001A20AC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сохранению традиционной народной культуры, содействию сохранению        и развитию народных художественных промыслов и ремесел;</w:t>
      </w:r>
    </w:p>
    <w:p w:rsidR="001A20AC" w:rsidRPr="00ED366B" w:rsidRDefault="001A20AC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повышению качества и доступности культурно-досуговых услуг;</w:t>
      </w:r>
    </w:p>
    <w:p w:rsidR="001A20AC" w:rsidRPr="00ED366B" w:rsidRDefault="001A20AC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росту вовлеченности всех групп населения в активную творческую деятельность;</w:t>
      </w:r>
    </w:p>
    <w:p w:rsidR="001A20AC" w:rsidRPr="00ED366B" w:rsidRDefault="001A20AC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созданию </w:t>
      </w:r>
      <w:r w:rsidRPr="00ED366B">
        <w:rPr>
          <w:sz w:val="28"/>
          <w:szCs w:val="28"/>
        </w:rPr>
        <w:t xml:space="preserve"> творческих союзов и организаций культуры;</w:t>
      </w:r>
    </w:p>
    <w:p w:rsidR="001A20AC" w:rsidRPr="00ED366B" w:rsidRDefault="001A20AC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повышению уровня проведения культурных мероприятий;</w:t>
      </w:r>
    </w:p>
    <w:p w:rsidR="001A20AC" w:rsidRPr="00ED366B" w:rsidRDefault="001A20AC" w:rsidP="00CC7E73">
      <w:pPr>
        <w:pStyle w:val="ConsPlusCell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развитию межрегионального и международного сотрудничества в сфере культуры.</w:t>
      </w:r>
    </w:p>
    <w:p w:rsidR="001A20AC" w:rsidRPr="00ED366B" w:rsidRDefault="001A20AC" w:rsidP="00FF2D8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A20AC" w:rsidRPr="00ED366B" w:rsidRDefault="001A20AC" w:rsidP="00CC7E7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D366B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ED366B">
        <w:rPr>
          <w:sz w:val="28"/>
          <w:szCs w:val="28"/>
        </w:rPr>
        <w:t>. Мероприятия подпрограммы</w:t>
      </w:r>
    </w:p>
    <w:p w:rsidR="001A20AC" w:rsidRPr="00ED366B" w:rsidRDefault="001A20AC" w:rsidP="00CC7E7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A20AC" w:rsidRPr="00ED366B" w:rsidRDefault="001A20AC" w:rsidP="00CC7E73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hyperlink w:anchor="Par573" w:history="1">
        <w:r w:rsidRPr="00ED366B">
          <w:rPr>
            <w:sz w:val="28"/>
            <w:szCs w:val="28"/>
          </w:rPr>
          <w:t>Перечень</w:t>
        </w:r>
      </w:hyperlink>
      <w:r w:rsidRPr="00ED366B">
        <w:rPr>
          <w:sz w:val="28"/>
          <w:szCs w:val="28"/>
        </w:rPr>
        <w:t xml:space="preserve"> мероприятий подпрограммы приведен в приложении                          № </w:t>
      </w:r>
      <w:r>
        <w:rPr>
          <w:sz w:val="28"/>
          <w:szCs w:val="28"/>
        </w:rPr>
        <w:t>2</w:t>
      </w:r>
      <w:r w:rsidRPr="00ED366B">
        <w:rPr>
          <w:sz w:val="28"/>
          <w:szCs w:val="28"/>
        </w:rPr>
        <w:t xml:space="preserve"> к подпрограмме.</w:t>
      </w:r>
    </w:p>
    <w:p w:rsidR="001A20AC" w:rsidRPr="00ED366B" w:rsidRDefault="001A20AC" w:rsidP="00CC7E73">
      <w:pPr>
        <w:widowControl w:val="0"/>
        <w:autoSpaceDE w:val="0"/>
        <w:autoSpaceDN w:val="0"/>
        <w:adjustRightInd w:val="0"/>
        <w:ind w:firstLine="540"/>
        <w:jc w:val="both"/>
      </w:pPr>
    </w:p>
    <w:p w:rsidR="001A20AC" w:rsidRPr="00B73201" w:rsidRDefault="001A20AC" w:rsidP="00CC7E73">
      <w:pPr>
        <w:tabs>
          <w:tab w:val="left" w:pos="2805"/>
        </w:tabs>
        <w:jc w:val="center"/>
        <w:rPr>
          <w:sz w:val="28"/>
          <w:szCs w:val="28"/>
        </w:rPr>
      </w:pPr>
      <w:r w:rsidRPr="00B73201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B73201">
        <w:rPr>
          <w:sz w:val="28"/>
          <w:szCs w:val="28"/>
        </w:rPr>
        <w:t xml:space="preserve">. Обоснование финансовых, материальных и трудовых </w:t>
      </w:r>
    </w:p>
    <w:p w:rsidR="001A20AC" w:rsidRPr="00B73201" w:rsidRDefault="001A20AC" w:rsidP="00CC7E73">
      <w:pPr>
        <w:tabs>
          <w:tab w:val="left" w:pos="2805"/>
        </w:tabs>
        <w:jc w:val="center"/>
        <w:rPr>
          <w:sz w:val="28"/>
          <w:szCs w:val="28"/>
        </w:rPr>
      </w:pPr>
      <w:r w:rsidRPr="00B73201">
        <w:rPr>
          <w:sz w:val="28"/>
          <w:szCs w:val="28"/>
        </w:rPr>
        <w:t xml:space="preserve">затрат (ресурсное обеспечение подпрограммы) с указанием </w:t>
      </w:r>
    </w:p>
    <w:p w:rsidR="001A20AC" w:rsidRPr="00B73201" w:rsidRDefault="001A20AC" w:rsidP="00CC7E73">
      <w:pPr>
        <w:tabs>
          <w:tab w:val="left" w:pos="2805"/>
        </w:tabs>
        <w:jc w:val="center"/>
        <w:rPr>
          <w:sz w:val="28"/>
          <w:szCs w:val="28"/>
        </w:rPr>
      </w:pPr>
      <w:r w:rsidRPr="00B73201">
        <w:rPr>
          <w:sz w:val="28"/>
          <w:szCs w:val="28"/>
        </w:rPr>
        <w:t>источников финансирования</w:t>
      </w:r>
    </w:p>
    <w:p w:rsidR="001A20AC" w:rsidRPr="00B73201" w:rsidRDefault="001A20AC" w:rsidP="00CC7E73">
      <w:pPr>
        <w:tabs>
          <w:tab w:val="left" w:pos="2805"/>
        </w:tabs>
        <w:jc w:val="center"/>
        <w:rPr>
          <w:sz w:val="28"/>
          <w:szCs w:val="28"/>
        </w:rPr>
      </w:pPr>
    </w:p>
    <w:p w:rsidR="001A20AC" w:rsidRPr="00B73201" w:rsidRDefault="001A20AC" w:rsidP="00CC7E73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B73201">
        <w:rPr>
          <w:sz w:val="28"/>
          <w:szCs w:val="28"/>
        </w:rPr>
        <w:t xml:space="preserve">Мероприятия подпрограммы реализуются за счет средств </w:t>
      </w:r>
      <w:r>
        <w:rPr>
          <w:sz w:val="28"/>
          <w:szCs w:val="28"/>
        </w:rPr>
        <w:t>местного</w:t>
      </w:r>
      <w:r w:rsidRPr="00B73201">
        <w:rPr>
          <w:sz w:val="28"/>
          <w:szCs w:val="28"/>
        </w:rPr>
        <w:t xml:space="preserve"> бюджета, предусмотренных на оплату </w:t>
      </w:r>
      <w:r>
        <w:rPr>
          <w:sz w:val="28"/>
          <w:szCs w:val="28"/>
        </w:rPr>
        <w:t>муниципальных</w:t>
      </w:r>
      <w:r w:rsidRPr="00B73201">
        <w:rPr>
          <w:sz w:val="28"/>
          <w:szCs w:val="28"/>
        </w:rPr>
        <w:t xml:space="preserve"> контрактов </w:t>
      </w:r>
      <w:r w:rsidRPr="00A34FF0">
        <w:rPr>
          <w:sz w:val="28"/>
          <w:szCs w:val="28"/>
        </w:rPr>
        <w:t>(договоров) на выполнение работ, оказание услуг.</w:t>
      </w:r>
      <w:r w:rsidRPr="00B73201">
        <w:rPr>
          <w:color w:val="FF0000"/>
          <w:sz w:val="28"/>
          <w:szCs w:val="28"/>
        </w:rPr>
        <w:t xml:space="preserve"> </w:t>
      </w:r>
    </w:p>
    <w:p w:rsidR="001A20AC" w:rsidRPr="00157648" w:rsidRDefault="001A20AC" w:rsidP="00153E18">
      <w:pPr>
        <w:spacing w:line="233" w:lineRule="auto"/>
        <w:ind w:firstLine="540"/>
        <w:jc w:val="both"/>
        <w:rPr>
          <w:color w:val="000000"/>
          <w:sz w:val="28"/>
          <w:szCs w:val="28"/>
        </w:rPr>
      </w:pPr>
      <w:r w:rsidRPr="00A34FF0">
        <w:rPr>
          <w:sz w:val="28"/>
          <w:szCs w:val="28"/>
        </w:rPr>
        <w:t>Общий объем финансирования подпрограммы составляет</w:t>
      </w:r>
      <w:r w:rsidRPr="00B73201"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43 342,88 </w:t>
      </w:r>
      <w:r w:rsidRPr="00157648">
        <w:rPr>
          <w:color w:val="000000"/>
          <w:sz w:val="28"/>
          <w:szCs w:val="28"/>
        </w:rPr>
        <w:t>тыс. рублей, из них по годам:</w:t>
      </w:r>
      <w:r>
        <w:rPr>
          <w:color w:val="000000"/>
          <w:sz w:val="28"/>
          <w:szCs w:val="28"/>
        </w:rPr>
        <w:t xml:space="preserve"> </w:t>
      </w:r>
    </w:p>
    <w:p w:rsidR="001A20AC" w:rsidRPr="00157648" w:rsidRDefault="001A20AC" w:rsidP="005445E5">
      <w:pPr>
        <w:spacing w:line="233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2014 год – 14171,62</w:t>
      </w:r>
      <w:r w:rsidRPr="00157648">
        <w:rPr>
          <w:color w:val="000000"/>
          <w:sz w:val="28"/>
          <w:szCs w:val="28"/>
        </w:rPr>
        <w:t xml:space="preserve"> тыс. рублей;</w:t>
      </w:r>
    </w:p>
    <w:p w:rsidR="001A20AC" w:rsidRPr="00157648" w:rsidRDefault="001A20AC" w:rsidP="00CC7E73">
      <w:pPr>
        <w:spacing w:line="233" w:lineRule="auto"/>
        <w:ind w:firstLine="540"/>
        <w:jc w:val="both"/>
        <w:rPr>
          <w:color w:val="000000"/>
          <w:sz w:val="28"/>
          <w:szCs w:val="28"/>
        </w:rPr>
      </w:pPr>
      <w:r w:rsidRPr="00157648">
        <w:rPr>
          <w:color w:val="000000"/>
          <w:sz w:val="28"/>
          <w:szCs w:val="28"/>
        </w:rPr>
        <w:t xml:space="preserve">2015 год – </w:t>
      </w:r>
      <w:r>
        <w:rPr>
          <w:color w:val="000000"/>
          <w:sz w:val="28"/>
          <w:szCs w:val="28"/>
        </w:rPr>
        <w:t>14585,63</w:t>
      </w:r>
      <w:r w:rsidRPr="00157648">
        <w:rPr>
          <w:color w:val="000000"/>
          <w:sz w:val="28"/>
          <w:szCs w:val="28"/>
        </w:rPr>
        <w:t xml:space="preserve"> тыс. рублей;</w:t>
      </w:r>
    </w:p>
    <w:p w:rsidR="001A20AC" w:rsidRPr="00157648" w:rsidRDefault="001A20AC" w:rsidP="00CC7E73">
      <w:pPr>
        <w:spacing w:line="233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2016 год – 14585,63</w:t>
      </w:r>
      <w:r w:rsidRPr="00157648">
        <w:rPr>
          <w:color w:val="000000"/>
          <w:sz w:val="28"/>
          <w:szCs w:val="28"/>
        </w:rPr>
        <w:t xml:space="preserve"> тыс. рублей.                     </w:t>
      </w:r>
    </w:p>
    <w:sectPr w:rsidR="001A20AC" w:rsidRPr="00157648" w:rsidSect="00001A03">
      <w:headerReference w:type="even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0AC" w:rsidRDefault="001A20AC" w:rsidP="00483BBB">
      <w:r>
        <w:separator/>
      </w:r>
    </w:p>
  </w:endnote>
  <w:endnote w:type="continuationSeparator" w:id="0">
    <w:p w:rsidR="001A20AC" w:rsidRDefault="001A20AC" w:rsidP="00483B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0AC" w:rsidRDefault="001A20AC" w:rsidP="00483BBB">
      <w:r>
        <w:separator/>
      </w:r>
    </w:p>
  </w:footnote>
  <w:footnote w:type="continuationSeparator" w:id="0">
    <w:p w:rsidR="001A20AC" w:rsidRDefault="001A20AC" w:rsidP="00483B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0AC" w:rsidRDefault="001A20AC" w:rsidP="00595B6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A20AC" w:rsidRDefault="001A20A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0AC" w:rsidRDefault="001A20AC">
    <w:pPr>
      <w:pStyle w:val="Header"/>
      <w:jc w:val="center"/>
    </w:pPr>
    <w:fldSimple w:instr=" PAGE   \* MERGEFORMAT ">
      <w:r>
        <w:rPr>
          <w:noProof/>
        </w:rPr>
        <w:t>1</w:t>
      </w:r>
    </w:fldSimple>
  </w:p>
  <w:p w:rsidR="001A20AC" w:rsidRDefault="001A20A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C4FB8"/>
    <w:multiLevelType w:val="hybridMultilevel"/>
    <w:tmpl w:val="62CA4E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7E73"/>
    <w:rsid w:val="00001A03"/>
    <w:rsid w:val="000334C1"/>
    <w:rsid w:val="00045D98"/>
    <w:rsid w:val="00151F4C"/>
    <w:rsid w:val="00153E18"/>
    <w:rsid w:val="00157648"/>
    <w:rsid w:val="00167FC3"/>
    <w:rsid w:val="001763BB"/>
    <w:rsid w:val="001A20AC"/>
    <w:rsid w:val="001D1C80"/>
    <w:rsid w:val="001D6D13"/>
    <w:rsid w:val="00201C20"/>
    <w:rsid w:val="00203CE2"/>
    <w:rsid w:val="00205C12"/>
    <w:rsid w:val="00247417"/>
    <w:rsid w:val="002A7F17"/>
    <w:rsid w:val="00345E38"/>
    <w:rsid w:val="00364706"/>
    <w:rsid w:val="00385E33"/>
    <w:rsid w:val="004037D4"/>
    <w:rsid w:val="00422E1F"/>
    <w:rsid w:val="00432715"/>
    <w:rsid w:val="004357A7"/>
    <w:rsid w:val="00453F1A"/>
    <w:rsid w:val="004608C3"/>
    <w:rsid w:val="00483BBB"/>
    <w:rsid w:val="00484760"/>
    <w:rsid w:val="004F0163"/>
    <w:rsid w:val="004F5052"/>
    <w:rsid w:val="00506060"/>
    <w:rsid w:val="00512175"/>
    <w:rsid w:val="00533615"/>
    <w:rsid w:val="005445E5"/>
    <w:rsid w:val="00553944"/>
    <w:rsid w:val="00595B68"/>
    <w:rsid w:val="005B1237"/>
    <w:rsid w:val="005C1F88"/>
    <w:rsid w:val="005C3A0F"/>
    <w:rsid w:val="005C5499"/>
    <w:rsid w:val="005D5454"/>
    <w:rsid w:val="00620BBB"/>
    <w:rsid w:val="00623811"/>
    <w:rsid w:val="00623BCA"/>
    <w:rsid w:val="006914FA"/>
    <w:rsid w:val="006970D8"/>
    <w:rsid w:val="007118EA"/>
    <w:rsid w:val="00713ECC"/>
    <w:rsid w:val="00763467"/>
    <w:rsid w:val="007665A6"/>
    <w:rsid w:val="007804DD"/>
    <w:rsid w:val="00781B6C"/>
    <w:rsid w:val="007864B2"/>
    <w:rsid w:val="007C494C"/>
    <w:rsid w:val="00807F42"/>
    <w:rsid w:val="008E76AA"/>
    <w:rsid w:val="00945705"/>
    <w:rsid w:val="0096338F"/>
    <w:rsid w:val="009640B8"/>
    <w:rsid w:val="00966395"/>
    <w:rsid w:val="00991375"/>
    <w:rsid w:val="009B0D92"/>
    <w:rsid w:val="009B5D9B"/>
    <w:rsid w:val="009F04D6"/>
    <w:rsid w:val="009F08A1"/>
    <w:rsid w:val="00A34FF0"/>
    <w:rsid w:val="00A67BA3"/>
    <w:rsid w:val="00AC248C"/>
    <w:rsid w:val="00AC5B07"/>
    <w:rsid w:val="00B01710"/>
    <w:rsid w:val="00B73201"/>
    <w:rsid w:val="00BB3E2A"/>
    <w:rsid w:val="00BD6B49"/>
    <w:rsid w:val="00BE15BF"/>
    <w:rsid w:val="00BF5CC9"/>
    <w:rsid w:val="00C34F5A"/>
    <w:rsid w:val="00C931DA"/>
    <w:rsid w:val="00CC7E73"/>
    <w:rsid w:val="00CF6105"/>
    <w:rsid w:val="00D17790"/>
    <w:rsid w:val="00D93AA4"/>
    <w:rsid w:val="00DC0B38"/>
    <w:rsid w:val="00DC30A4"/>
    <w:rsid w:val="00DF6BD1"/>
    <w:rsid w:val="00E41E5B"/>
    <w:rsid w:val="00E470FD"/>
    <w:rsid w:val="00E51BA4"/>
    <w:rsid w:val="00E5369F"/>
    <w:rsid w:val="00E56127"/>
    <w:rsid w:val="00EC1145"/>
    <w:rsid w:val="00ED366B"/>
    <w:rsid w:val="00EE18F7"/>
    <w:rsid w:val="00EF62CE"/>
    <w:rsid w:val="00F103AC"/>
    <w:rsid w:val="00F72428"/>
    <w:rsid w:val="00FF2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E7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C7E7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CC7E7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CC7E7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FontStyle19">
    <w:name w:val="Font Style19"/>
    <w:uiPriority w:val="99"/>
    <w:rsid w:val="00CC7E73"/>
    <w:rPr>
      <w:rFonts w:ascii="Times New Roman" w:hAnsi="Times New Roman"/>
      <w:sz w:val="26"/>
    </w:rPr>
  </w:style>
  <w:style w:type="paragraph" w:styleId="BodyTextIndent3">
    <w:name w:val="Body Text Indent 3"/>
    <w:basedOn w:val="Normal"/>
    <w:link w:val="BodyTextIndent3Char"/>
    <w:uiPriority w:val="99"/>
    <w:rsid w:val="00CC7E73"/>
    <w:pPr>
      <w:spacing w:after="120"/>
      <w:ind w:left="283"/>
    </w:pPr>
    <w:rPr>
      <w:rFonts w:eastAsia="Calibr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CC7E73"/>
    <w:rPr>
      <w:rFonts w:ascii="Times New Roman" w:hAnsi="Times New Roman"/>
      <w:sz w:val="16"/>
      <w:lang w:eastAsia="ru-RU"/>
    </w:rPr>
  </w:style>
  <w:style w:type="paragraph" w:customStyle="1" w:styleId="1">
    <w:name w:val="Без интервала1"/>
    <w:uiPriority w:val="99"/>
    <w:rsid w:val="00CC7E73"/>
    <w:rPr>
      <w:rFonts w:eastAsia="Times New Roman"/>
      <w:lang w:eastAsia="en-US"/>
    </w:rPr>
  </w:style>
  <w:style w:type="paragraph" w:styleId="Header">
    <w:name w:val="header"/>
    <w:basedOn w:val="Normal"/>
    <w:link w:val="HeaderChar"/>
    <w:uiPriority w:val="99"/>
    <w:rsid w:val="00CC7E7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C7E73"/>
    <w:rPr>
      <w:rFonts w:ascii="Times New Roman" w:hAnsi="Times New Roman"/>
      <w:sz w:val="24"/>
      <w:lang w:eastAsia="ru-RU"/>
    </w:rPr>
  </w:style>
  <w:style w:type="character" w:styleId="PageNumber">
    <w:name w:val="page number"/>
    <w:basedOn w:val="DefaultParagraphFont"/>
    <w:uiPriority w:val="99"/>
    <w:rsid w:val="00CC7E73"/>
    <w:rPr>
      <w:rFonts w:cs="Times New Roman"/>
    </w:rPr>
  </w:style>
  <w:style w:type="paragraph" w:styleId="ListParagraph">
    <w:name w:val="List Paragraph"/>
    <w:basedOn w:val="Normal"/>
    <w:uiPriority w:val="99"/>
    <w:qFormat/>
    <w:rsid w:val="00045D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6970D8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970D8"/>
    <w:rPr>
      <w:rFonts w:ascii="Tahoma" w:hAnsi="Tahoma"/>
      <w:sz w:val="16"/>
      <w:lang w:eastAsia="ru-RU"/>
    </w:rPr>
  </w:style>
  <w:style w:type="paragraph" w:styleId="Footer">
    <w:name w:val="footer"/>
    <w:basedOn w:val="Normal"/>
    <w:link w:val="FooterChar"/>
    <w:uiPriority w:val="99"/>
    <w:rsid w:val="000334C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432</TotalTime>
  <Pages>8</Pages>
  <Words>2753</Words>
  <Characters>15693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302-1s</cp:lastModifiedBy>
  <cp:revision>35</cp:revision>
  <cp:lastPrinted>2014-06-26T01:54:00Z</cp:lastPrinted>
  <dcterms:created xsi:type="dcterms:W3CDTF">2013-09-02T02:57:00Z</dcterms:created>
  <dcterms:modified xsi:type="dcterms:W3CDTF">2014-07-01T00:58:00Z</dcterms:modified>
</cp:coreProperties>
</file>