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88" w:rsidRDefault="00722288" w:rsidP="00577486">
      <w:pPr>
        <w:autoSpaceDE w:val="0"/>
        <w:autoSpaceDN w:val="0"/>
        <w:adjustRightInd w:val="0"/>
        <w:ind w:left="284"/>
        <w:jc w:val="center"/>
        <w:outlineLvl w:val="1"/>
        <w:rPr>
          <w:b/>
          <w:sz w:val="36"/>
          <w:szCs w:val="40"/>
        </w:rPr>
      </w:pPr>
      <w:r>
        <w:rPr>
          <w:b/>
          <w:sz w:val="36"/>
          <w:szCs w:val="40"/>
        </w:rPr>
        <w:t xml:space="preserve">Администрация Ермаковского района </w:t>
      </w:r>
    </w:p>
    <w:p w:rsidR="00722288" w:rsidRDefault="00722288" w:rsidP="00577486">
      <w:pPr>
        <w:autoSpaceDE w:val="0"/>
        <w:autoSpaceDN w:val="0"/>
        <w:adjustRightInd w:val="0"/>
        <w:ind w:left="284" w:firstLine="540"/>
        <w:outlineLvl w:val="0"/>
        <w:rPr>
          <w:b/>
          <w:sz w:val="40"/>
          <w:szCs w:val="40"/>
        </w:rPr>
      </w:pPr>
    </w:p>
    <w:p w:rsidR="00722288" w:rsidRDefault="00722288" w:rsidP="00577486">
      <w:pPr>
        <w:autoSpaceDE w:val="0"/>
        <w:autoSpaceDN w:val="0"/>
        <w:adjustRightInd w:val="0"/>
        <w:ind w:left="284"/>
        <w:jc w:val="center"/>
        <w:outlineLvl w:val="1"/>
        <w:rPr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722288" w:rsidRDefault="00722288" w:rsidP="00577486">
      <w:pPr>
        <w:autoSpaceDE w:val="0"/>
        <w:autoSpaceDN w:val="0"/>
        <w:adjustRightInd w:val="0"/>
        <w:ind w:left="284" w:firstLine="540"/>
        <w:outlineLvl w:val="0"/>
        <w:rPr>
          <w:sz w:val="24"/>
          <w:szCs w:val="28"/>
        </w:rPr>
      </w:pPr>
      <w:r>
        <w:rPr>
          <w:szCs w:val="28"/>
        </w:rPr>
        <w:t xml:space="preserve">    </w:t>
      </w:r>
    </w:p>
    <w:p w:rsidR="00722288" w:rsidRDefault="00722288" w:rsidP="00577486">
      <w:pPr>
        <w:autoSpaceDE w:val="0"/>
        <w:autoSpaceDN w:val="0"/>
        <w:adjustRightInd w:val="0"/>
        <w:ind w:left="28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«26» июня 2014 года                      с. Ермаковское                      № 467-п            </w:t>
      </w:r>
    </w:p>
    <w:p w:rsidR="00722288" w:rsidRDefault="00722288" w:rsidP="00577486">
      <w:pPr>
        <w:rPr>
          <w:sz w:val="24"/>
          <w:szCs w:val="24"/>
        </w:rPr>
      </w:pPr>
    </w:p>
    <w:p w:rsidR="00722288" w:rsidRDefault="00722288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2288" w:rsidRDefault="00722288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097E">
        <w:rPr>
          <w:rFonts w:ascii="Times New Roman" w:hAnsi="Times New Roman"/>
          <w:sz w:val="28"/>
          <w:szCs w:val="28"/>
        </w:rPr>
        <w:t>О внесении изменений и дополнений</w:t>
      </w:r>
    </w:p>
    <w:p w:rsidR="00722288" w:rsidRDefault="00722288" w:rsidP="00EC4E4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п</w:t>
      </w:r>
      <w:r w:rsidRPr="006D097E">
        <w:rPr>
          <w:rFonts w:ascii="Times New Roman" w:hAnsi="Times New Roman"/>
          <w:sz w:val="28"/>
          <w:szCs w:val="28"/>
        </w:rPr>
        <w:t>остановление от 3</w:t>
      </w:r>
      <w:r>
        <w:rPr>
          <w:rFonts w:ascii="Times New Roman" w:hAnsi="Times New Roman"/>
          <w:sz w:val="28"/>
          <w:szCs w:val="28"/>
        </w:rPr>
        <w:t>1.1</w:t>
      </w:r>
      <w:r w:rsidRPr="006D097E">
        <w:rPr>
          <w:rFonts w:ascii="Times New Roman" w:hAnsi="Times New Roman"/>
          <w:sz w:val="28"/>
          <w:szCs w:val="28"/>
        </w:rPr>
        <w:t>0.2013г. №7</w:t>
      </w:r>
      <w:r>
        <w:rPr>
          <w:rFonts w:ascii="Times New Roman" w:hAnsi="Times New Roman"/>
          <w:sz w:val="28"/>
          <w:szCs w:val="28"/>
        </w:rPr>
        <w:t>20</w:t>
      </w:r>
      <w:r w:rsidRPr="006D097E">
        <w:rPr>
          <w:rFonts w:ascii="Times New Roman" w:hAnsi="Times New Roman"/>
          <w:sz w:val="28"/>
          <w:szCs w:val="28"/>
        </w:rPr>
        <w:t>-п</w:t>
      </w:r>
      <w:r w:rsidRPr="00EC4E41">
        <w:rPr>
          <w:rFonts w:ascii="Times New Roman" w:hAnsi="Times New Roman"/>
          <w:sz w:val="28"/>
          <w:szCs w:val="28"/>
        </w:rPr>
        <w:t xml:space="preserve"> </w:t>
      </w:r>
    </w:p>
    <w:p w:rsidR="00722288" w:rsidRPr="00EC4E41" w:rsidRDefault="00722288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униципальной программы  </w:t>
      </w:r>
    </w:p>
    <w:p w:rsidR="00722288" w:rsidRPr="00EC4E41" w:rsidRDefault="00722288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Ермаковского района «Содействие развитию </w:t>
      </w:r>
    </w:p>
    <w:p w:rsidR="00722288" w:rsidRPr="00EC4E41" w:rsidRDefault="00722288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C4E41">
        <w:rPr>
          <w:rFonts w:ascii="Times New Roman" w:hAnsi="Times New Roman"/>
          <w:bCs/>
          <w:sz w:val="28"/>
          <w:szCs w:val="28"/>
          <w:lang w:eastAsia="ru-RU"/>
        </w:rPr>
        <w:t>местного самоуправления»  на 2014 - 2016 годы</w:t>
      </w:r>
    </w:p>
    <w:p w:rsidR="00722288" w:rsidRPr="00243C48" w:rsidRDefault="00722288" w:rsidP="00EC4E4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3C48">
        <w:rPr>
          <w:rFonts w:ascii="Times New Roman" w:hAnsi="Times New Roman"/>
          <w:bCs/>
          <w:sz w:val="28"/>
          <w:szCs w:val="28"/>
          <w:lang w:eastAsia="ru-RU"/>
        </w:rPr>
        <w:t>в редакции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от 21.01.2014г. №29-п, 23.04.2014г. №291-п</w:t>
      </w:r>
    </w:p>
    <w:p w:rsidR="00722288" w:rsidRDefault="00722288" w:rsidP="00EC4E4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722288" w:rsidRDefault="00722288" w:rsidP="006D097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22288" w:rsidRPr="00A35529" w:rsidRDefault="00722288" w:rsidP="00A35529">
      <w:pPr>
        <w:spacing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35529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2015- 2016 </w:t>
      </w:r>
      <w:r w:rsidRPr="00243C48">
        <w:rPr>
          <w:rFonts w:ascii="Times New Roman" w:hAnsi="Times New Roman"/>
          <w:sz w:val="28"/>
          <w:szCs w:val="28"/>
        </w:rPr>
        <w:t xml:space="preserve">годов в редакции от </w:t>
      </w:r>
      <w:r w:rsidRPr="0010493F">
        <w:rPr>
          <w:rFonts w:ascii="Times New Roman" w:hAnsi="Times New Roman"/>
          <w:sz w:val="28"/>
          <w:szCs w:val="28"/>
        </w:rPr>
        <w:t>21.02.2014г. №46-255р; 04.04.2014г. №48-273в; 25.04.2014г. №49-274р</w:t>
      </w:r>
      <w:r w:rsidRPr="00A35529">
        <w:rPr>
          <w:rFonts w:ascii="Times New Roman" w:hAnsi="Times New Roman"/>
          <w:sz w:val="28"/>
          <w:szCs w:val="28"/>
        </w:rPr>
        <w:t xml:space="preserve"> администрация Ермаковского района ПОСТАНОВЛЯЕТ:</w:t>
      </w:r>
    </w:p>
    <w:p w:rsidR="00722288" w:rsidRPr="00EC4E41" w:rsidRDefault="00722288" w:rsidP="00D71188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</w:t>
      </w:r>
      <w:r>
        <w:rPr>
          <w:rFonts w:ascii="Times New Roman" w:hAnsi="Times New Roman"/>
          <w:bCs/>
          <w:sz w:val="28"/>
          <w:szCs w:val="28"/>
          <w:lang w:eastAsia="ru-RU"/>
        </w:rPr>
        <w:t>постановление администрации Ермаковского района от 31.10.2013г. №720-п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 xml:space="preserve"> «Содействие развитию местного самоуп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равления»  на 2014 - 2016 годы в редакции от 21.01.2014г. №29-п, 23.04.2014г. №291-п изложив приложение к постановлению в новой редакции, 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>согласно приложени</w:t>
      </w:r>
      <w:r>
        <w:rPr>
          <w:rFonts w:ascii="Times New Roman" w:hAnsi="Times New Roman"/>
          <w:bCs/>
          <w:sz w:val="28"/>
          <w:szCs w:val="28"/>
          <w:lang w:eastAsia="ru-RU"/>
        </w:rPr>
        <w:t>я к настоящему постановлению</w:t>
      </w:r>
      <w:r w:rsidRPr="00EC4E41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722288" w:rsidRPr="00EC4E41" w:rsidRDefault="00722288" w:rsidP="00D71188">
      <w:pPr>
        <w:pStyle w:val="ListParagraph"/>
        <w:numPr>
          <w:ilvl w:val="0"/>
          <w:numId w:val="4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722288" w:rsidRPr="00AF4BB5" w:rsidRDefault="00722288" w:rsidP="00AF4BB5">
      <w:pPr>
        <w:pStyle w:val="ConsPlusTitle"/>
        <w:widowControl/>
        <w:numPr>
          <w:ilvl w:val="0"/>
          <w:numId w:val="4"/>
        </w:numPr>
        <w:tabs>
          <w:tab w:val="clear" w:pos="1068"/>
          <w:tab w:val="num" w:pos="0"/>
        </w:tabs>
        <w:ind w:left="0" w:firstLine="708"/>
        <w:jc w:val="both"/>
        <w:outlineLvl w:val="0"/>
        <w:rPr>
          <w:b w:val="0"/>
        </w:rPr>
      </w:pPr>
      <w:r w:rsidRPr="00AF4BB5">
        <w:rPr>
          <w:b w:val="0"/>
        </w:rPr>
        <w:t>Постан</w:t>
      </w:r>
      <w:r>
        <w:rPr>
          <w:b w:val="0"/>
        </w:rPr>
        <w:t>овление вступает в силу со дня его официального опубликования</w:t>
      </w:r>
      <w:r w:rsidRPr="00AF4BB5">
        <w:rPr>
          <w:b w:val="0"/>
        </w:rPr>
        <w:t>.</w:t>
      </w:r>
    </w:p>
    <w:p w:rsidR="00722288" w:rsidRDefault="00722288" w:rsidP="003B7277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722288" w:rsidRDefault="00722288" w:rsidP="003B7277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722288" w:rsidRDefault="00722288" w:rsidP="003B7277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722288" w:rsidRDefault="00722288" w:rsidP="003B7277">
      <w:pPr>
        <w:pStyle w:val="ConsNormal"/>
        <w:ind w:righ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главы администрации</w:t>
      </w:r>
    </w:p>
    <w:p w:rsidR="00722288" w:rsidRPr="00EC4E41" w:rsidRDefault="00722288" w:rsidP="003B72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Ермаковского района</w:t>
      </w:r>
      <w:r w:rsidRPr="00BC56E3">
        <w:rPr>
          <w:rFonts w:ascii="Times New Roman" w:hAnsi="Times New Roman"/>
          <w:sz w:val="28"/>
        </w:rPr>
        <w:tab/>
      </w:r>
      <w:r w:rsidRPr="00BC56E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Ю.В. Сарлин</w:t>
      </w:r>
      <w:r w:rsidRPr="00BC56E3">
        <w:rPr>
          <w:rFonts w:ascii="Times New Roman" w:hAnsi="Times New Roman"/>
          <w:sz w:val="28"/>
        </w:rPr>
        <w:tab/>
      </w:r>
    </w:p>
    <w:sectPr w:rsidR="00722288" w:rsidRPr="00EC4E41" w:rsidSect="0086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73B"/>
    <w:multiLevelType w:val="hybridMultilevel"/>
    <w:tmpl w:val="9746E6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1B47D6A"/>
    <w:multiLevelType w:val="hybridMultilevel"/>
    <w:tmpl w:val="6374AFB8"/>
    <w:lvl w:ilvl="0" w:tplc="5814653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68E6FB7"/>
    <w:multiLevelType w:val="hybridMultilevel"/>
    <w:tmpl w:val="0394A0FE"/>
    <w:lvl w:ilvl="0" w:tplc="813410F6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B1A61BA"/>
    <w:multiLevelType w:val="hybridMultilevel"/>
    <w:tmpl w:val="B66AA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72F"/>
    <w:rsid w:val="000355C0"/>
    <w:rsid w:val="000F6EAF"/>
    <w:rsid w:val="0010493F"/>
    <w:rsid w:val="001117C5"/>
    <w:rsid w:val="00112C59"/>
    <w:rsid w:val="001679DE"/>
    <w:rsid w:val="00183224"/>
    <w:rsid w:val="00243C48"/>
    <w:rsid w:val="00377AD8"/>
    <w:rsid w:val="00382A00"/>
    <w:rsid w:val="003842A0"/>
    <w:rsid w:val="00395DB9"/>
    <w:rsid w:val="003B2F6B"/>
    <w:rsid w:val="003B7277"/>
    <w:rsid w:val="003E64FB"/>
    <w:rsid w:val="004558A6"/>
    <w:rsid w:val="00466E17"/>
    <w:rsid w:val="004E408B"/>
    <w:rsid w:val="00511700"/>
    <w:rsid w:val="00515144"/>
    <w:rsid w:val="005335D7"/>
    <w:rsid w:val="00577486"/>
    <w:rsid w:val="0059072F"/>
    <w:rsid w:val="006545C7"/>
    <w:rsid w:val="006859D8"/>
    <w:rsid w:val="006D097E"/>
    <w:rsid w:val="00722288"/>
    <w:rsid w:val="00736B9C"/>
    <w:rsid w:val="00744E83"/>
    <w:rsid w:val="00755C3C"/>
    <w:rsid w:val="007700A9"/>
    <w:rsid w:val="00782289"/>
    <w:rsid w:val="008100B2"/>
    <w:rsid w:val="0085100C"/>
    <w:rsid w:val="00866C5B"/>
    <w:rsid w:val="00874C85"/>
    <w:rsid w:val="008C5B9D"/>
    <w:rsid w:val="009065FE"/>
    <w:rsid w:val="00925D6F"/>
    <w:rsid w:val="009C0A70"/>
    <w:rsid w:val="00A124D1"/>
    <w:rsid w:val="00A35529"/>
    <w:rsid w:val="00A553F5"/>
    <w:rsid w:val="00A73820"/>
    <w:rsid w:val="00AB3748"/>
    <w:rsid w:val="00AC0BF6"/>
    <w:rsid w:val="00AF4BB5"/>
    <w:rsid w:val="00BC56E3"/>
    <w:rsid w:val="00C30A71"/>
    <w:rsid w:val="00C357EC"/>
    <w:rsid w:val="00C7783C"/>
    <w:rsid w:val="00C9122C"/>
    <w:rsid w:val="00D71188"/>
    <w:rsid w:val="00DA17E5"/>
    <w:rsid w:val="00DE26E0"/>
    <w:rsid w:val="00E24D52"/>
    <w:rsid w:val="00EC0FF3"/>
    <w:rsid w:val="00EC4E41"/>
    <w:rsid w:val="00EF082C"/>
    <w:rsid w:val="00F00B6E"/>
    <w:rsid w:val="00F07C1A"/>
    <w:rsid w:val="00F126E3"/>
    <w:rsid w:val="00F7141D"/>
    <w:rsid w:val="00F91ED4"/>
    <w:rsid w:val="00FE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4E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C4E4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A3552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uiPriority w:val="99"/>
    <w:rsid w:val="003B7277"/>
    <w:pPr>
      <w:autoSpaceDE w:val="0"/>
      <w:autoSpaceDN w:val="0"/>
      <w:adjustRightInd w:val="0"/>
      <w:ind w:right="19772" w:firstLine="720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15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0A7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</TotalTime>
  <Pages>1</Pages>
  <Words>233</Words>
  <Characters>1329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302-1s</cp:lastModifiedBy>
  <cp:revision>27</cp:revision>
  <cp:lastPrinted>2014-06-26T05:17:00Z</cp:lastPrinted>
  <dcterms:created xsi:type="dcterms:W3CDTF">2013-11-01T01:44:00Z</dcterms:created>
  <dcterms:modified xsi:type="dcterms:W3CDTF">2014-07-01T00:11:00Z</dcterms:modified>
</cp:coreProperties>
</file>