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31E" w:rsidRDefault="00ED531E" w:rsidP="00CB0088">
      <w:pPr>
        <w:jc w:val="center"/>
      </w:pPr>
      <w:r>
        <w:rPr>
          <w:sz w:val="24"/>
          <w:szCs w:val="24"/>
        </w:rPr>
        <w:t>Администрация Ермаковского района</w:t>
      </w:r>
    </w:p>
    <w:p w:rsidR="00ED531E" w:rsidRDefault="00ED531E" w:rsidP="00CB0088">
      <w:pPr>
        <w:jc w:val="center"/>
        <w:rPr>
          <w:sz w:val="28"/>
          <w:szCs w:val="28"/>
        </w:rPr>
      </w:pPr>
      <w:r>
        <w:rPr>
          <w:b/>
          <w:sz w:val="36"/>
          <w:szCs w:val="36"/>
        </w:rPr>
        <w:t>ПОСТАНОВЛЕНИЕ</w:t>
      </w:r>
    </w:p>
    <w:p w:rsidR="00ED531E" w:rsidRDefault="00ED531E" w:rsidP="00CB0088">
      <w:pPr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u w:val="single"/>
        </w:rPr>
        <w:t>27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>февраля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</w:t>
        </w:r>
        <w:r>
          <w:rPr>
            <w:sz w:val="28"/>
            <w:szCs w:val="28"/>
            <w:u w:val="single"/>
          </w:rPr>
          <w:t>13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              с. Ермаковское                              № 93</w:t>
      </w:r>
      <w:r>
        <w:rPr>
          <w:sz w:val="28"/>
          <w:szCs w:val="28"/>
          <w:u w:val="single"/>
        </w:rPr>
        <w:t>-п</w:t>
      </w:r>
      <w:r>
        <w:rPr>
          <w:sz w:val="28"/>
          <w:szCs w:val="28"/>
        </w:rPr>
        <w:t xml:space="preserve"> </w:t>
      </w:r>
    </w:p>
    <w:p w:rsidR="00ED531E" w:rsidRDefault="00ED531E" w:rsidP="00C879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531E" w:rsidRDefault="00ED531E" w:rsidP="00C879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531E" w:rsidRDefault="00ED531E" w:rsidP="00C8796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Положения об оплате</w:t>
      </w:r>
    </w:p>
    <w:p w:rsidR="00ED531E" w:rsidRDefault="00ED531E" w:rsidP="00C8796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труда работников Муниципального</w:t>
      </w:r>
    </w:p>
    <w:p w:rsidR="00ED531E" w:rsidRDefault="00ED531E" w:rsidP="00C8796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казённого учреждения «Ермаковский</w:t>
      </w:r>
    </w:p>
    <w:p w:rsidR="00ED531E" w:rsidRDefault="00ED531E" w:rsidP="00C8796B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 капитального строительства»</w:t>
      </w:r>
    </w:p>
    <w:p w:rsidR="00ED531E" w:rsidRDefault="00ED531E" w:rsidP="00C8796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D531E" w:rsidRDefault="00ED531E" w:rsidP="00C8796B">
      <w:pPr>
        <w:pStyle w:val="ListParagraph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урегулирования вопросов оплаты труда работников Муниципального казённого учреждения «Ермаковский центр капитального строительства», руководствуясь решением районного Совета депутатов «Об оплате труда работников муниципальных учреждений», в соответствии со статьёй 35 Устава Ермаковского района, администрации района, ПОСТАНОВЛЯЮ:</w:t>
      </w:r>
    </w:p>
    <w:p w:rsidR="00ED531E" w:rsidRPr="009303C2" w:rsidRDefault="00ED531E">
      <w:pPr>
        <w:rPr>
          <w:rFonts w:ascii="Times New Roman" w:hAnsi="Times New Roman"/>
          <w:sz w:val="28"/>
          <w:szCs w:val="28"/>
        </w:rPr>
      </w:pPr>
    </w:p>
    <w:p w:rsidR="00ED531E" w:rsidRDefault="00ED531E" w:rsidP="00661315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Положение об оплате труда работников Муниципального казённого учреждения «Ермаковский центр капитального строительства» согласно приложению.</w:t>
      </w:r>
    </w:p>
    <w:p w:rsidR="00ED531E" w:rsidRDefault="00ED531E" w:rsidP="00661315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постановления возложить на первого заместителя главы администрации Ермаковского района Афанасьева Е.Е.</w:t>
      </w:r>
    </w:p>
    <w:p w:rsidR="00ED531E" w:rsidRDefault="00ED531E" w:rsidP="00661315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hanging="720"/>
        <w:jc w:val="both"/>
        <w:rPr>
          <w:rFonts w:ascii="Times New Roman" w:hAnsi="Times New Roman"/>
          <w:sz w:val="28"/>
          <w:szCs w:val="28"/>
        </w:rPr>
      </w:pPr>
      <w:r w:rsidRPr="009303C2">
        <w:rPr>
          <w:rFonts w:ascii="Times New Roman" w:hAnsi="Times New Roman"/>
          <w:sz w:val="28"/>
          <w:szCs w:val="28"/>
        </w:rPr>
        <w:t xml:space="preserve">Постановление вступает в силу </w:t>
      </w:r>
      <w:r>
        <w:rPr>
          <w:rFonts w:ascii="Times New Roman" w:hAnsi="Times New Roman"/>
          <w:sz w:val="28"/>
          <w:szCs w:val="28"/>
        </w:rPr>
        <w:t>со дня его опубликования.</w:t>
      </w:r>
    </w:p>
    <w:p w:rsidR="00ED531E" w:rsidRDefault="00ED531E" w:rsidP="009303C2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ED531E" w:rsidRPr="00B8117B" w:rsidRDefault="00ED531E" w:rsidP="009303C2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ED531E" w:rsidRPr="00B8117B" w:rsidRDefault="00ED531E" w:rsidP="009303C2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ED531E" w:rsidRDefault="00ED531E" w:rsidP="00D9250A">
      <w:pPr>
        <w:pStyle w:val="ListParagraph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главы </w:t>
      </w:r>
    </w:p>
    <w:p w:rsidR="00ED531E" w:rsidRPr="009303C2" w:rsidRDefault="00ED531E" w:rsidP="009303C2">
      <w:pPr>
        <w:pStyle w:val="ListParagraph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района                                                          Е.Е. Афанасьев    </w:t>
      </w:r>
    </w:p>
    <w:sectPr w:rsidR="00ED531E" w:rsidRPr="009303C2" w:rsidSect="006229D5">
      <w:pgSz w:w="11906" w:h="16838"/>
      <w:pgMar w:top="1134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64BE0E39"/>
    <w:multiLevelType w:val="hybridMultilevel"/>
    <w:tmpl w:val="8AF668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E05A50"/>
    <w:multiLevelType w:val="hybridMultilevel"/>
    <w:tmpl w:val="6E5E74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5135"/>
    <w:rsid w:val="00087A4D"/>
    <w:rsid w:val="000E5E9E"/>
    <w:rsid w:val="00106F18"/>
    <w:rsid w:val="001128CA"/>
    <w:rsid w:val="00160182"/>
    <w:rsid w:val="001615EC"/>
    <w:rsid w:val="00176804"/>
    <w:rsid w:val="001C6B4D"/>
    <w:rsid w:val="002C773D"/>
    <w:rsid w:val="00350FEA"/>
    <w:rsid w:val="00376CB4"/>
    <w:rsid w:val="003E72DF"/>
    <w:rsid w:val="00421760"/>
    <w:rsid w:val="00425E38"/>
    <w:rsid w:val="004A365B"/>
    <w:rsid w:val="004C3BBF"/>
    <w:rsid w:val="004E69E1"/>
    <w:rsid w:val="004F07A1"/>
    <w:rsid w:val="0051140D"/>
    <w:rsid w:val="005364C0"/>
    <w:rsid w:val="006001FA"/>
    <w:rsid w:val="006229D5"/>
    <w:rsid w:val="00625135"/>
    <w:rsid w:val="00657811"/>
    <w:rsid w:val="00661315"/>
    <w:rsid w:val="0069454E"/>
    <w:rsid w:val="006D5E5E"/>
    <w:rsid w:val="00862A74"/>
    <w:rsid w:val="008A39B1"/>
    <w:rsid w:val="00917352"/>
    <w:rsid w:val="009303C2"/>
    <w:rsid w:val="009554A2"/>
    <w:rsid w:val="00991687"/>
    <w:rsid w:val="009F5BC1"/>
    <w:rsid w:val="00A45360"/>
    <w:rsid w:val="00B8117B"/>
    <w:rsid w:val="00C16DAA"/>
    <w:rsid w:val="00C23BF2"/>
    <w:rsid w:val="00C419F7"/>
    <w:rsid w:val="00C50B85"/>
    <w:rsid w:val="00C60472"/>
    <w:rsid w:val="00C64A25"/>
    <w:rsid w:val="00C8796B"/>
    <w:rsid w:val="00CB0088"/>
    <w:rsid w:val="00D04013"/>
    <w:rsid w:val="00D46D9E"/>
    <w:rsid w:val="00D9250A"/>
    <w:rsid w:val="00ED531E"/>
    <w:rsid w:val="00F56AEA"/>
    <w:rsid w:val="00F64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9E1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CB0088"/>
    <w:pPr>
      <w:keepNext/>
      <w:numPr>
        <w:numId w:val="2"/>
      </w:numPr>
      <w:suppressAutoHyphens/>
      <w:spacing w:after="0" w:line="240" w:lineRule="auto"/>
      <w:outlineLvl w:val="0"/>
    </w:pPr>
    <w:rPr>
      <w:rFonts w:ascii="Times New Roman" w:hAnsi="Times New Roman"/>
      <w:sz w:val="28"/>
      <w:szCs w:val="20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63D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ListParagraph">
    <w:name w:val="List Paragraph"/>
    <w:basedOn w:val="Normal"/>
    <w:uiPriority w:val="99"/>
    <w:qFormat/>
    <w:rsid w:val="006251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48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159</TotalTime>
  <Pages>1</Pages>
  <Words>159</Words>
  <Characters>912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</dc:title>
  <dc:subject/>
  <dc:creator>Admin</dc:creator>
  <cp:keywords/>
  <dc:description/>
  <cp:lastModifiedBy>Общий отдел</cp:lastModifiedBy>
  <cp:revision>6</cp:revision>
  <cp:lastPrinted>2013-02-27T04:56:00Z</cp:lastPrinted>
  <dcterms:created xsi:type="dcterms:W3CDTF">2013-02-27T02:21:00Z</dcterms:created>
  <dcterms:modified xsi:type="dcterms:W3CDTF">2013-02-27T07:58:00Z</dcterms:modified>
</cp:coreProperties>
</file>