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621" w:rsidRPr="00635195" w:rsidRDefault="00B55621" w:rsidP="00E41276">
      <w:pPr>
        <w:jc w:val="center"/>
        <w:rPr>
          <w:rFonts w:ascii="Times New Roman" w:hAnsi="Times New Roman"/>
          <w:b/>
          <w:sz w:val="28"/>
          <w:szCs w:val="28"/>
        </w:rPr>
      </w:pPr>
      <w:r w:rsidRPr="00635195">
        <w:rPr>
          <w:rFonts w:ascii="Times New Roman" w:hAnsi="Times New Roman"/>
          <w:b/>
          <w:sz w:val="28"/>
          <w:szCs w:val="28"/>
        </w:rPr>
        <w:t>Администрация Ермаковского района</w:t>
      </w:r>
    </w:p>
    <w:p w:rsidR="00B55621" w:rsidRPr="00635195" w:rsidRDefault="00B55621" w:rsidP="00E41276">
      <w:pPr>
        <w:rPr>
          <w:rFonts w:ascii="Times New Roman" w:hAnsi="Times New Roman"/>
          <w:b/>
          <w:sz w:val="28"/>
          <w:szCs w:val="28"/>
        </w:rPr>
      </w:pPr>
      <w:r w:rsidRPr="00635195">
        <w:rPr>
          <w:rFonts w:ascii="Times New Roman" w:hAnsi="Times New Roman"/>
          <w:b/>
          <w:sz w:val="28"/>
          <w:szCs w:val="28"/>
        </w:rPr>
        <w:t xml:space="preserve">                                                      ПОСТАНОВЛЕНИЕ</w:t>
      </w:r>
    </w:p>
    <w:p w:rsidR="00B55621" w:rsidRPr="00635195" w:rsidRDefault="00B55621" w:rsidP="00E4127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29.09.2014г.                                                                      № 749-п</w:t>
      </w:r>
      <w:bookmarkStart w:id="0" w:name="_GoBack"/>
      <w:bookmarkEnd w:id="0"/>
    </w:p>
    <w:p w:rsidR="00B55621" w:rsidRPr="00635195" w:rsidRDefault="00B55621" w:rsidP="00E41276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B55621" w:rsidRDefault="00B55621" w:rsidP="00E41276">
      <w:pPr>
        <w:spacing w:after="0" w:line="240" w:lineRule="auto"/>
        <w:rPr>
          <w:rFonts w:ascii="Times New Roman" w:hAnsi="Times New Roman"/>
          <w:sz w:val="28"/>
        </w:rPr>
      </w:pPr>
      <w:r w:rsidRPr="00A1041F"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 xml:space="preserve">Положения </w:t>
      </w:r>
    </w:p>
    <w:p w:rsidR="00B55621" w:rsidRDefault="00B55621" w:rsidP="00E41276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оплате труда работников </w:t>
      </w:r>
    </w:p>
    <w:p w:rsidR="00B55621" w:rsidRDefault="00B55621" w:rsidP="00E41276">
      <w:pPr>
        <w:spacing w:after="0" w:line="240" w:lineRule="auto"/>
        <w:rPr>
          <w:rFonts w:ascii="Times New Roman" w:hAnsi="Times New Roman"/>
          <w:sz w:val="28"/>
        </w:rPr>
      </w:pPr>
      <w:r w:rsidRPr="005A764C">
        <w:rPr>
          <w:rFonts w:ascii="Times New Roman" w:hAnsi="Times New Roman"/>
          <w:sz w:val="28"/>
        </w:rPr>
        <w:t>муниципального бюджетного</w:t>
      </w:r>
    </w:p>
    <w:p w:rsidR="00B55621" w:rsidRDefault="00B55621" w:rsidP="00E41276">
      <w:pPr>
        <w:spacing w:after="0" w:line="240" w:lineRule="auto"/>
        <w:rPr>
          <w:rFonts w:ascii="Times New Roman" w:hAnsi="Times New Roman"/>
          <w:sz w:val="28"/>
        </w:rPr>
      </w:pPr>
      <w:r w:rsidRPr="005A764C">
        <w:rPr>
          <w:rFonts w:ascii="Times New Roman" w:hAnsi="Times New Roman"/>
          <w:sz w:val="28"/>
        </w:rPr>
        <w:t xml:space="preserve"> образовательного учреждения </w:t>
      </w:r>
    </w:p>
    <w:p w:rsidR="00B55621" w:rsidRDefault="00B55621" w:rsidP="00E41276">
      <w:pPr>
        <w:spacing w:after="0" w:line="240" w:lineRule="auto"/>
        <w:rPr>
          <w:rFonts w:ascii="Times New Roman" w:hAnsi="Times New Roman"/>
          <w:sz w:val="28"/>
        </w:rPr>
      </w:pPr>
      <w:r w:rsidRPr="005A764C">
        <w:rPr>
          <w:rFonts w:ascii="Times New Roman" w:hAnsi="Times New Roman"/>
          <w:sz w:val="28"/>
        </w:rPr>
        <w:t xml:space="preserve">дополнительного образования </w:t>
      </w:r>
    </w:p>
    <w:p w:rsidR="00B55621" w:rsidRDefault="00B55621" w:rsidP="00E41276">
      <w:pPr>
        <w:spacing w:after="0" w:line="240" w:lineRule="auto"/>
        <w:rPr>
          <w:rFonts w:ascii="Times New Roman" w:hAnsi="Times New Roman"/>
          <w:sz w:val="28"/>
        </w:rPr>
      </w:pPr>
      <w:r w:rsidRPr="005A764C">
        <w:rPr>
          <w:rFonts w:ascii="Times New Roman" w:hAnsi="Times New Roman"/>
          <w:sz w:val="28"/>
        </w:rPr>
        <w:t>детей «Ермаковская детская школа искусств»</w:t>
      </w:r>
    </w:p>
    <w:p w:rsidR="00B55621" w:rsidRDefault="00B55621" w:rsidP="00E41276">
      <w:pPr>
        <w:spacing w:after="0" w:line="240" w:lineRule="auto"/>
        <w:rPr>
          <w:rFonts w:ascii="Times New Roman" w:hAnsi="Times New Roman"/>
          <w:sz w:val="28"/>
        </w:rPr>
      </w:pPr>
    </w:p>
    <w:p w:rsidR="00B55621" w:rsidRPr="00A1041F" w:rsidRDefault="00B55621" w:rsidP="00E41276">
      <w:pPr>
        <w:spacing w:after="0" w:line="240" w:lineRule="auto"/>
        <w:rPr>
          <w:rFonts w:ascii="Times New Roman" w:hAnsi="Times New Roman"/>
          <w:sz w:val="28"/>
        </w:rPr>
      </w:pPr>
    </w:p>
    <w:p w:rsidR="00B55621" w:rsidRDefault="00B55621" w:rsidP="005A764C">
      <w:pPr>
        <w:spacing w:after="0"/>
        <w:jc w:val="both"/>
        <w:rPr>
          <w:rFonts w:ascii="Times New Roman" w:hAnsi="Times New Roman"/>
          <w:sz w:val="28"/>
        </w:rPr>
      </w:pPr>
      <w:r w:rsidRPr="005A764C">
        <w:rPr>
          <w:rFonts w:ascii="Times New Roman" w:hAnsi="Times New Roman"/>
          <w:sz w:val="28"/>
        </w:rPr>
        <w:t xml:space="preserve">В соответствии со статьей 135 Трудового кодекса Российской Федерации, поручением Губернаторского совета Красноярского края от 06.02.2014 №14, постановлением Правительства Красноярского края №621-п от 01.12.2009 г. «Об утверждении примерного положения об оплате труда работников краевых государственных бюджетных и казенных учреждений, подведомственных министерству культуры Красноярского края», Решением Ермаковского районного Совета депутатов от 18 мая </w:t>
      </w:r>
      <w:smartTag w:uri="urn:schemas-microsoft-com:office:smarttags" w:element="metricconverter">
        <w:smartTagPr>
          <w:attr w:name="ProductID" w:val="2012 г"/>
        </w:smartTagPr>
        <w:r w:rsidRPr="005A764C">
          <w:rPr>
            <w:rFonts w:ascii="Times New Roman" w:hAnsi="Times New Roman"/>
            <w:sz w:val="28"/>
          </w:rPr>
          <w:t>2012 г</w:t>
        </w:r>
      </w:smartTag>
      <w:r w:rsidRPr="005A764C">
        <w:rPr>
          <w:rFonts w:ascii="Times New Roman" w:hAnsi="Times New Roman"/>
          <w:sz w:val="28"/>
        </w:rPr>
        <w:t xml:space="preserve">. №21-137р «Об оплате труда работников районных муниципальных учреждений» в редакции от 30.11.2012 г. №28-163р; 13.09.2013 г. №41-224р; 23.09.2014 г. №54-307р, руководствуясь статьей 35 Устава Ермаковского района Красноярского края, </w:t>
      </w:r>
      <w:r>
        <w:rPr>
          <w:rFonts w:ascii="Times New Roman" w:hAnsi="Times New Roman"/>
          <w:sz w:val="28"/>
        </w:rPr>
        <w:t xml:space="preserve">администрация района </w:t>
      </w:r>
      <w:r w:rsidRPr="005A764C">
        <w:rPr>
          <w:rFonts w:ascii="Times New Roman" w:hAnsi="Times New Roman"/>
          <w:sz w:val="28"/>
        </w:rPr>
        <w:t>ПОСТАНОВЛЯЕТ:</w:t>
      </w:r>
    </w:p>
    <w:p w:rsidR="00B55621" w:rsidRPr="005A764C" w:rsidRDefault="00B55621" w:rsidP="005A764C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</w:rPr>
      </w:pPr>
      <w:r w:rsidRPr="005A764C">
        <w:rPr>
          <w:rFonts w:ascii="Times New Roman" w:hAnsi="Times New Roman"/>
          <w:sz w:val="28"/>
        </w:rPr>
        <w:t xml:space="preserve">Утвердить Положение об оплате труда работников МБОУ ДОД «Ермаковская детская школа искусств» согласно приложению к настоящему постановлению. </w:t>
      </w:r>
    </w:p>
    <w:p w:rsidR="00B55621" w:rsidRDefault="00B55621" w:rsidP="00A1041F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</w:rPr>
      </w:pPr>
      <w:r w:rsidRPr="00A1041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Контроль  </w:t>
      </w:r>
      <w:r w:rsidRPr="00A1041F">
        <w:rPr>
          <w:rFonts w:ascii="Times New Roman" w:hAnsi="Times New Roman"/>
          <w:sz w:val="28"/>
        </w:rPr>
        <w:t xml:space="preserve">за исполнением </w:t>
      </w:r>
      <w:r>
        <w:rPr>
          <w:rFonts w:ascii="Times New Roman" w:hAnsi="Times New Roman"/>
          <w:sz w:val="28"/>
        </w:rPr>
        <w:t>п</w:t>
      </w:r>
      <w:r w:rsidRPr="00A1041F">
        <w:rPr>
          <w:rFonts w:ascii="Times New Roman" w:hAnsi="Times New Roman"/>
          <w:sz w:val="28"/>
        </w:rPr>
        <w:t>остановления возложить на заместителя главы администрации Ермаковского района по социальным и общественно-политическим вопросам</w:t>
      </w:r>
      <w:r>
        <w:rPr>
          <w:rFonts w:ascii="Times New Roman" w:hAnsi="Times New Roman"/>
          <w:sz w:val="28"/>
        </w:rPr>
        <w:t xml:space="preserve"> Добросоцкую И.П.</w:t>
      </w:r>
    </w:p>
    <w:p w:rsidR="00B55621" w:rsidRPr="005A764C" w:rsidRDefault="00B55621" w:rsidP="005A764C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</w:rPr>
      </w:pPr>
      <w:r w:rsidRPr="005A764C">
        <w:rPr>
          <w:rFonts w:ascii="Times New Roman" w:hAnsi="Times New Roman"/>
          <w:sz w:val="28"/>
        </w:rPr>
        <w:t xml:space="preserve">Признать утратившим силу Постановление администрации Ермаковского района «Об утверждении примерного положения об оплате труда работников муниципальных бюджетных </w:t>
      </w:r>
      <w:r>
        <w:rPr>
          <w:rFonts w:ascii="Times New Roman" w:hAnsi="Times New Roman"/>
          <w:sz w:val="28"/>
        </w:rPr>
        <w:t xml:space="preserve">образовательных учреждений, подведомственных Управлению </w:t>
      </w:r>
      <w:r w:rsidRPr="005A764C">
        <w:rPr>
          <w:rFonts w:ascii="Times New Roman" w:hAnsi="Times New Roman"/>
          <w:sz w:val="28"/>
        </w:rPr>
        <w:t xml:space="preserve">культуры </w:t>
      </w:r>
      <w:r>
        <w:rPr>
          <w:rFonts w:ascii="Times New Roman" w:hAnsi="Times New Roman"/>
          <w:sz w:val="28"/>
        </w:rPr>
        <w:t xml:space="preserve">администрации Ермаковского района </w:t>
      </w:r>
      <w:r w:rsidRPr="005A764C"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0</w:t>
      </w:r>
      <w:r w:rsidRPr="005A764C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июля</w:t>
      </w:r>
      <w:r w:rsidRPr="005A764C">
        <w:rPr>
          <w:rFonts w:ascii="Times New Roman" w:hAnsi="Times New Roman"/>
          <w:sz w:val="28"/>
        </w:rPr>
        <w:t xml:space="preserve"> 201</w:t>
      </w:r>
      <w:r>
        <w:rPr>
          <w:rFonts w:ascii="Times New Roman" w:hAnsi="Times New Roman"/>
          <w:sz w:val="28"/>
        </w:rPr>
        <w:t>3</w:t>
      </w:r>
      <w:r w:rsidRPr="005A764C">
        <w:rPr>
          <w:rFonts w:ascii="Times New Roman" w:hAnsi="Times New Roman"/>
          <w:sz w:val="28"/>
        </w:rPr>
        <w:t xml:space="preserve"> года №</w:t>
      </w:r>
      <w:r>
        <w:rPr>
          <w:rFonts w:ascii="Times New Roman" w:hAnsi="Times New Roman"/>
          <w:sz w:val="28"/>
        </w:rPr>
        <w:t>437</w:t>
      </w:r>
      <w:r w:rsidRPr="005A764C">
        <w:rPr>
          <w:rFonts w:ascii="Times New Roman" w:hAnsi="Times New Roman"/>
          <w:sz w:val="28"/>
        </w:rPr>
        <w:t>-п.</w:t>
      </w:r>
    </w:p>
    <w:p w:rsidR="00B55621" w:rsidRDefault="00B55621" w:rsidP="000F4974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</w:rPr>
      </w:pPr>
      <w:r w:rsidRPr="005A764C">
        <w:rPr>
          <w:rFonts w:ascii="Times New Roman" w:hAnsi="Times New Roman"/>
          <w:sz w:val="28"/>
        </w:rPr>
        <w:t>Постановление вступает в силу со дня его официального опубликования и применяется к правоотношениям, возникшим с 01.10.2014 года.</w:t>
      </w:r>
    </w:p>
    <w:p w:rsidR="00B55621" w:rsidRPr="005A764C" w:rsidRDefault="00B55621" w:rsidP="00D223F8">
      <w:pPr>
        <w:pStyle w:val="ListParagraph"/>
        <w:spacing w:after="0"/>
        <w:jc w:val="both"/>
        <w:rPr>
          <w:rFonts w:ascii="Times New Roman" w:hAnsi="Times New Roman"/>
          <w:sz w:val="28"/>
        </w:rPr>
      </w:pPr>
    </w:p>
    <w:p w:rsidR="00B55621" w:rsidRPr="00A1041F" w:rsidRDefault="00B55621" w:rsidP="000F4974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  <w:r w:rsidRPr="00A1041F">
        <w:rPr>
          <w:rFonts w:ascii="Times New Roman" w:hAnsi="Times New Roman"/>
          <w:sz w:val="28"/>
        </w:rPr>
        <w:t xml:space="preserve">администрации Ермаковского района </w:t>
      </w:r>
      <w:r>
        <w:rPr>
          <w:rFonts w:ascii="Times New Roman" w:hAnsi="Times New Roman"/>
          <w:sz w:val="28"/>
        </w:rPr>
        <w:t xml:space="preserve">                                 </w:t>
      </w:r>
      <w:r w:rsidRPr="00A1041F"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>В.И. Форсель</w:t>
      </w:r>
    </w:p>
    <w:sectPr w:rsidR="00B55621" w:rsidRPr="00A1041F" w:rsidSect="00E41276">
      <w:pgSz w:w="11906" w:h="16838"/>
      <w:pgMar w:top="568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365C7"/>
    <w:multiLevelType w:val="hybridMultilevel"/>
    <w:tmpl w:val="85B291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4E96"/>
    <w:rsid w:val="00007DF4"/>
    <w:rsid w:val="00067DA9"/>
    <w:rsid w:val="00073C2A"/>
    <w:rsid w:val="000808B1"/>
    <w:rsid w:val="000A55E6"/>
    <w:rsid w:val="000F4974"/>
    <w:rsid w:val="000F5FEA"/>
    <w:rsid w:val="00160975"/>
    <w:rsid w:val="0037649C"/>
    <w:rsid w:val="00435299"/>
    <w:rsid w:val="004C1170"/>
    <w:rsid w:val="005A764C"/>
    <w:rsid w:val="005C41D5"/>
    <w:rsid w:val="00635195"/>
    <w:rsid w:val="00680597"/>
    <w:rsid w:val="006E4E96"/>
    <w:rsid w:val="0071620B"/>
    <w:rsid w:val="007E5CBE"/>
    <w:rsid w:val="008A1BD1"/>
    <w:rsid w:val="008A5177"/>
    <w:rsid w:val="00935CE5"/>
    <w:rsid w:val="009424A1"/>
    <w:rsid w:val="009C4842"/>
    <w:rsid w:val="00A1041F"/>
    <w:rsid w:val="00B06EE6"/>
    <w:rsid w:val="00B55621"/>
    <w:rsid w:val="00CB67F3"/>
    <w:rsid w:val="00CF30F8"/>
    <w:rsid w:val="00D223F8"/>
    <w:rsid w:val="00E41276"/>
    <w:rsid w:val="00E84610"/>
    <w:rsid w:val="00F71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BD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F49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1</Pages>
  <Words>290</Words>
  <Characters>1653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302-1s</cp:lastModifiedBy>
  <cp:revision>21</cp:revision>
  <cp:lastPrinted>2014-09-29T04:18:00Z</cp:lastPrinted>
  <dcterms:created xsi:type="dcterms:W3CDTF">2013-09-30T03:50:00Z</dcterms:created>
  <dcterms:modified xsi:type="dcterms:W3CDTF">2014-10-01T03:33:00Z</dcterms:modified>
</cp:coreProperties>
</file>