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F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№2 </w:t>
      </w:r>
    </w:p>
    <w:p w:rsidR="00720BF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</w:p>
    <w:p w:rsidR="00720BFB" w:rsidRDefault="00720BFB" w:rsidP="009217C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«16» 09.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b w:val="0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b w:val="0"/>
          <w:sz w:val="28"/>
          <w:szCs w:val="28"/>
        </w:rPr>
        <w:t>. № 687-п</w:t>
      </w:r>
    </w:p>
    <w:p w:rsidR="00720BFB" w:rsidRPr="00ED366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0BFB" w:rsidRPr="00ED366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программе  </w:t>
      </w:r>
    </w:p>
    <w:p w:rsidR="00720BF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</w:p>
    <w:p w:rsidR="00720BF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культуры» </w:t>
      </w:r>
    </w:p>
    <w:p w:rsidR="00720BFB" w:rsidRPr="00ED366B" w:rsidRDefault="00720BFB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на 2014 - 2016 годы</w:t>
      </w:r>
    </w:p>
    <w:p w:rsidR="00720BFB" w:rsidRPr="00ED366B" w:rsidRDefault="00720BFB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20BFB" w:rsidRDefault="00720BFB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скусств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» на 2014 - 2016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0BFB" w:rsidRPr="00ED366B" w:rsidRDefault="00720BFB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 культуры» на 2014 - 2016 годы</w:t>
      </w:r>
      <w:bookmarkStart w:id="0" w:name="_GoBack"/>
      <w:bookmarkEnd w:id="0"/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0BFB" w:rsidRPr="009217C8" w:rsidRDefault="00720BFB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720BFB" w:rsidRPr="00ED366B" w:rsidRDefault="00720BFB" w:rsidP="00DC30A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скусств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народно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творчеств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2014 - 2016 годы (далее – подпрограмма)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720BFB" w:rsidRPr="00ED366B" w:rsidRDefault="00720BFB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Ермаковского района 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культуры» на 2014 - 2016 годы (далее – Программа)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400" w:type="dxa"/>
          </w:tcPr>
          <w:p w:rsidR="00720BFB" w:rsidRPr="00ED366B" w:rsidRDefault="00720BFB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сполнители мероприятий подпрограммы</w:t>
            </w:r>
          </w:p>
        </w:tc>
        <w:tc>
          <w:tcPr>
            <w:tcW w:w="5400" w:type="dxa"/>
          </w:tcPr>
          <w:p w:rsidR="00720BFB" w:rsidRPr="00ED366B" w:rsidRDefault="00720BFB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720BFB" w:rsidRPr="00ED366B" w:rsidRDefault="00720BFB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учреждения культуры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720BFB" w:rsidRPr="00763467" w:rsidRDefault="00720BFB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400" w:type="dxa"/>
          </w:tcPr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720BFB" w:rsidRPr="00045D98" w:rsidRDefault="00720BFB" w:rsidP="00045D9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045D98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 населения;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720BFB" w:rsidRPr="00ED366B" w:rsidRDefault="00720BFB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720BFB" w:rsidRPr="00ED366B" w:rsidRDefault="00720BFB" w:rsidP="006970D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720BFB" w:rsidRPr="007864B2" w:rsidRDefault="00720BFB" w:rsidP="006669C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7864B2">
              <w:rPr>
                <w:bCs/>
                <w:sz w:val="28"/>
                <w:szCs w:val="28"/>
              </w:rPr>
              <w:t>общий объем финансирования за счет средств местного бюджета –</w:t>
            </w:r>
            <w:r>
              <w:rPr>
                <w:bCs/>
                <w:sz w:val="28"/>
                <w:szCs w:val="28"/>
              </w:rPr>
              <w:t xml:space="preserve">44 032,182 </w:t>
            </w:r>
            <w:r w:rsidRPr="007864B2">
              <w:rPr>
                <w:bCs/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2014 год </w:t>
            </w:r>
            <w:r>
              <w:rPr>
                <w:bCs/>
                <w:sz w:val="28"/>
                <w:szCs w:val="28"/>
              </w:rPr>
              <w:t xml:space="preserve">– 14860,92 </w:t>
            </w:r>
            <w:r w:rsidRPr="007864B2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2015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2016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тыс. рублей</w:t>
            </w:r>
            <w:r>
              <w:rPr>
                <w:bCs/>
                <w:sz w:val="28"/>
                <w:szCs w:val="28"/>
              </w:rPr>
              <w:t>.</w:t>
            </w:r>
            <w:r w:rsidRPr="007864B2">
              <w:rPr>
                <w:bCs/>
                <w:sz w:val="28"/>
                <w:szCs w:val="28"/>
              </w:rPr>
              <w:t xml:space="preserve">                     </w:t>
            </w:r>
          </w:p>
        </w:tc>
      </w:tr>
      <w:tr w:rsidR="00720BFB" w:rsidRPr="00ED366B" w:rsidTr="00EE18F7">
        <w:tc>
          <w:tcPr>
            <w:tcW w:w="3780" w:type="dxa"/>
          </w:tcPr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400" w:type="dxa"/>
          </w:tcPr>
          <w:p w:rsidR="00720BF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Ермаковского района</w:t>
            </w:r>
          </w:p>
          <w:p w:rsidR="00720BFB" w:rsidRPr="00ED366B" w:rsidRDefault="00720BFB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финансовое управление администрации Ермаковского района</w:t>
            </w:r>
            <w:r w:rsidRPr="00ED366B"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720BFB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0BFB" w:rsidRPr="00ED366B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 Основные разделы подпрограммы</w:t>
      </w:r>
    </w:p>
    <w:p w:rsidR="00720BFB" w:rsidRPr="00ED366B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0BFB" w:rsidRPr="00ED366B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 xml:space="preserve">2.1. Постановка </w:t>
      </w:r>
      <w:r>
        <w:rPr>
          <w:sz w:val="28"/>
          <w:szCs w:val="28"/>
        </w:rPr>
        <w:t>общерайонной</w:t>
      </w:r>
      <w:r w:rsidRPr="00ED366B">
        <w:rPr>
          <w:sz w:val="28"/>
          <w:szCs w:val="28"/>
        </w:rPr>
        <w:t xml:space="preserve"> проблемы </w:t>
      </w:r>
    </w:p>
    <w:p w:rsidR="00720BFB" w:rsidRPr="00ED366B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и обоснование необходимости разработки подпрограммы</w:t>
      </w:r>
    </w:p>
    <w:p w:rsidR="00720BFB" w:rsidRPr="00ED366B" w:rsidRDefault="00720BFB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20BFB" w:rsidRPr="00ED366B" w:rsidRDefault="00720BFB" w:rsidP="00CC7E73">
      <w:pPr>
        <w:pStyle w:val="ConsPlusCell"/>
        <w:ind w:firstLine="54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 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Ермаковского района</w:t>
      </w:r>
      <w:r w:rsidRPr="00ED366B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D366B">
        <w:rPr>
          <w:sz w:val="28"/>
          <w:szCs w:val="28"/>
        </w:rPr>
        <w:t xml:space="preserve"> Программы.</w:t>
      </w:r>
    </w:p>
    <w:p w:rsidR="00720BFB" w:rsidRPr="00ED366B" w:rsidRDefault="00720BFB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2.1.1. Поддержка  искусства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условиях возрастающей коммерциализации и глобализации искусства в целом </w:t>
      </w:r>
      <w:r>
        <w:rPr>
          <w:sz w:val="28"/>
          <w:szCs w:val="28"/>
        </w:rPr>
        <w:t xml:space="preserve">культура и </w:t>
      </w:r>
      <w:r w:rsidRPr="00ED366B">
        <w:rPr>
          <w:sz w:val="28"/>
          <w:szCs w:val="28"/>
        </w:rPr>
        <w:t xml:space="preserve">искусство приобретает особую важность                     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и качества социокультурной среды. </w:t>
      </w:r>
      <w:r>
        <w:rPr>
          <w:sz w:val="28"/>
          <w:szCs w:val="28"/>
        </w:rPr>
        <w:t>И</w:t>
      </w:r>
      <w:r w:rsidRPr="00ED366B">
        <w:rPr>
          <w:sz w:val="28"/>
          <w:szCs w:val="28"/>
        </w:rPr>
        <w:t xml:space="preserve">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720BFB" w:rsidRPr="00ED366B" w:rsidRDefault="00720BFB" w:rsidP="00CC7E73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Одним из важнейших средств нравственного и эстетического воспитания населения является киноискусство. Вместе с тем следует отметить снижение роли кинематографа в интеллектуальном, творческом               и духовном развитии населения. Как следствие в обществе продолжает расти прагматизм, отчужденность от культуры, идеалов нравствен</w:t>
      </w:r>
      <w:r w:rsidRPr="00ED366B">
        <w:rPr>
          <w:sz w:val="28"/>
          <w:szCs w:val="28"/>
        </w:rPr>
        <w:softHyphen/>
        <w:t>ности. Дегуманизация сознания, де</w:t>
      </w:r>
      <w:r w:rsidRPr="00ED366B">
        <w:rPr>
          <w:sz w:val="28"/>
          <w:szCs w:val="28"/>
        </w:rPr>
        <w:softHyphen/>
        <w:t>вальвация нравственно-этических ценностей, бездухов</w:t>
      </w:r>
      <w:r w:rsidRPr="00ED366B">
        <w:rPr>
          <w:sz w:val="28"/>
          <w:szCs w:val="28"/>
        </w:rPr>
        <w:softHyphen/>
        <w:t>ность, вещизм, равнодушие к человеку и окружающему ми</w:t>
      </w:r>
      <w:r w:rsidRPr="00ED366B">
        <w:rPr>
          <w:sz w:val="28"/>
          <w:szCs w:val="28"/>
        </w:rPr>
        <w:softHyphen/>
        <w:t>ру становятся характерными чертами современного человека.</w:t>
      </w:r>
    </w:p>
    <w:p w:rsidR="00720BFB" w:rsidRPr="00ED366B" w:rsidRDefault="00720BFB" w:rsidP="00CC7E73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90-е годы  киноотрасль  района  была ликвидирована.</w:t>
      </w:r>
    </w:p>
    <w:p w:rsidR="00720BFB" w:rsidRPr="00364706" w:rsidRDefault="00720BFB" w:rsidP="0036470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настоящее время ситуация</w:t>
      </w:r>
      <w:r>
        <w:rPr>
          <w:sz w:val="28"/>
          <w:szCs w:val="28"/>
        </w:rPr>
        <w:t xml:space="preserve"> с кинообслуживанием населения района</w:t>
      </w:r>
      <w:r w:rsidRPr="00ED366B">
        <w:rPr>
          <w:sz w:val="28"/>
          <w:szCs w:val="28"/>
        </w:rPr>
        <w:t xml:space="preserve"> улучш</w:t>
      </w:r>
      <w:r>
        <w:rPr>
          <w:sz w:val="28"/>
          <w:szCs w:val="28"/>
        </w:rPr>
        <w:t>илась. В 2010 году 9 учреждений культуры клубного типа получили видеопроекционное</w:t>
      </w:r>
      <w:r w:rsidRPr="00ED366B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 xml:space="preserve">, на территории Ермаковского района вновь возобновился кинопоказ. В 2012году успешно стала работать кинопередвижка, обслуживающая реакриационные зоны отдыха населения в летнее время, населенные пункты, не имеющие учреждений культуры. </w:t>
      </w:r>
      <w:r w:rsidRPr="00ED366B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>учреждений</w:t>
      </w:r>
      <w:r w:rsidRPr="00ED366B">
        <w:rPr>
          <w:sz w:val="28"/>
          <w:szCs w:val="28"/>
        </w:rPr>
        <w:t xml:space="preserve"> уделяется работе с детьми и молодежью, проводятся киновикторины, игровые кинопрограммы, </w:t>
      </w:r>
      <w:r>
        <w:rPr>
          <w:sz w:val="28"/>
          <w:szCs w:val="28"/>
        </w:rPr>
        <w:t xml:space="preserve">кинолектории. </w:t>
      </w:r>
    </w:p>
    <w:p w:rsidR="00720BFB" w:rsidRDefault="00720BFB" w:rsidP="00CC7E73">
      <w:pPr>
        <w:tabs>
          <w:tab w:val="left" w:pos="180"/>
        </w:tabs>
        <w:ind w:firstLine="540"/>
        <w:jc w:val="both"/>
        <w:rPr>
          <w:sz w:val="28"/>
          <w:szCs w:val="28"/>
        </w:rPr>
      </w:pPr>
    </w:p>
    <w:p w:rsidR="00720BFB" w:rsidRPr="00ED366B" w:rsidRDefault="00720BFB" w:rsidP="00CC7E73">
      <w:pPr>
        <w:ind w:firstLine="540"/>
        <w:jc w:val="both"/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 xml:space="preserve">2.2. Сохранение и развитие традиционной народной культуры 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20BFB" w:rsidRPr="00ED366B" w:rsidRDefault="00720BFB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720BFB" w:rsidRPr="00ED366B" w:rsidRDefault="00720BFB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720BFB" w:rsidRPr="00ED366B" w:rsidRDefault="00720BFB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</w:t>
      </w:r>
      <w:r>
        <w:rPr>
          <w:sz w:val="28"/>
          <w:szCs w:val="28"/>
        </w:rPr>
        <w:t xml:space="preserve">дения культурно-досугового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720BFB" w:rsidRPr="00ED366B" w:rsidRDefault="00720BFB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720BFB" w:rsidRPr="00ED366B" w:rsidRDefault="00720BFB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Сложилась система традиционных творческих акций по всем жанрам любительского искусства, таких как музыкальные</w:t>
      </w:r>
      <w:r>
        <w:rPr>
          <w:sz w:val="28"/>
          <w:szCs w:val="28"/>
        </w:rPr>
        <w:t xml:space="preserve"> фестивали</w:t>
      </w:r>
      <w:r w:rsidRPr="00ED366B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Pr="00ED366B">
        <w:rPr>
          <w:sz w:val="28"/>
          <w:szCs w:val="28"/>
        </w:rPr>
        <w:t>хореограф</w:t>
      </w:r>
      <w:r>
        <w:rPr>
          <w:sz w:val="28"/>
          <w:szCs w:val="28"/>
        </w:rPr>
        <w:t xml:space="preserve">ические </w:t>
      </w:r>
      <w:r w:rsidRPr="00ED366B">
        <w:rPr>
          <w:sz w:val="28"/>
          <w:szCs w:val="28"/>
        </w:rPr>
        <w:t>и фольклорные фестивали</w:t>
      </w:r>
      <w:r>
        <w:rPr>
          <w:sz w:val="28"/>
          <w:szCs w:val="28"/>
        </w:rPr>
        <w:t>)</w:t>
      </w:r>
      <w:r w:rsidRPr="00ED366B">
        <w:rPr>
          <w:sz w:val="28"/>
          <w:szCs w:val="28"/>
        </w:rPr>
        <w:t xml:space="preserve">, творческие мастерские, выставки декоративно-прикладного искусства, фестивали национальных культур, детского творчества. </w:t>
      </w:r>
    </w:p>
    <w:p w:rsidR="00720BFB" w:rsidRPr="004357A7" w:rsidRDefault="00720BFB" w:rsidP="00CC7E73">
      <w:pPr>
        <w:ind w:firstLine="708"/>
        <w:jc w:val="both"/>
        <w:rPr>
          <w:sz w:val="28"/>
          <w:szCs w:val="28"/>
        </w:rPr>
      </w:pPr>
      <w:r w:rsidRPr="004357A7">
        <w:rPr>
          <w:sz w:val="28"/>
          <w:szCs w:val="28"/>
        </w:rPr>
        <w:t xml:space="preserve">Из 18 учреждений культурно-досугового типа </w:t>
      </w:r>
      <w:r>
        <w:rPr>
          <w:sz w:val="28"/>
          <w:szCs w:val="28"/>
        </w:rPr>
        <w:t>то</w:t>
      </w:r>
      <w:r w:rsidRPr="004357A7">
        <w:rPr>
          <w:sz w:val="28"/>
          <w:szCs w:val="28"/>
        </w:rPr>
        <w:t>лько  МБУК «Ермаковский районный Дом культуры» оснащен современным свето-звуко</w:t>
      </w:r>
      <w:r>
        <w:rPr>
          <w:sz w:val="28"/>
          <w:szCs w:val="28"/>
        </w:rPr>
        <w:t xml:space="preserve"> </w:t>
      </w:r>
      <w:r w:rsidRPr="004357A7">
        <w:rPr>
          <w:sz w:val="28"/>
          <w:szCs w:val="28"/>
        </w:rPr>
        <w:t xml:space="preserve">техническим оборудованием, </w:t>
      </w:r>
      <w:r w:rsidRPr="004357A7">
        <w:rPr>
          <w:bCs/>
          <w:sz w:val="28"/>
          <w:szCs w:val="28"/>
        </w:rPr>
        <w:t>музыкальными инструментами,</w:t>
      </w:r>
      <w:r w:rsidRPr="004357A7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720BFB" w:rsidRPr="00ED366B" w:rsidRDefault="00720BFB" w:rsidP="0043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D366B">
        <w:rPr>
          <w:sz w:val="28"/>
          <w:szCs w:val="28"/>
        </w:rPr>
        <w:t xml:space="preserve">По основным показателям деятельности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наблюдается положительная динамика, что объясняется, в том числе, активизацией усилий работников культуры по расширению спектра предоставляемых жителям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культурных услуг, улучшением материально-технической базы учреждений.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насчитывается 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 xml:space="preserve"> коллективов, удостоенных звания «народный»</w:t>
      </w:r>
      <w:r>
        <w:rPr>
          <w:sz w:val="28"/>
          <w:szCs w:val="28"/>
        </w:rPr>
        <w:t xml:space="preserve"> и образцовый, в их числе театры, ансамбли песни и танца, хор ветеранов, вокальный ансамбль, кино-видеостудия, детский хореографический коллектив</w:t>
      </w:r>
      <w:r w:rsidRPr="00ED366B">
        <w:rPr>
          <w:sz w:val="28"/>
          <w:szCs w:val="28"/>
        </w:rPr>
        <w:t>.</w:t>
      </w:r>
    </w:p>
    <w:p w:rsidR="00720BFB" w:rsidRDefault="00720BFB" w:rsidP="009F04D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широко распространено декоративно-прикладное искусство                  и народные художественные ремесла (гончарное, </w:t>
      </w:r>
      <w:r>
        <w:rPr>
          <w:sz w:val="28"/>
          <w:szCs w:val="28"/>
        </w:rPr>
        <w:t>ювелирное</w:t>
      </w:r>
      <w:r w:rsidRPr="00ED366B">
        <w:rPr>
          <w:sz w:val="28"/>
          <w:szCs w:val="28"/>
        </w:rPr>
        <w:t>, резьба                          и роспись по дереву, бисероплетение</w:t>
      </w:r>
      <w:r>
        <w:rPr>
          <w:sz w:val="28"/>
          <w:szCs w:val="28"/>
        </w:rPr>
        <w:t>, художественная обработка камня, работа с берестой, пимокатное дело</w:t>
      </w:r>
      <w:r w:rsidRPr="00ED366B">
        <w:rPr>
          <w:sz w:val="28"/>
          <w:szCs w:val="28"/>
        </w:rPr>
        <w:t xml:space="preserve"> и др.). Уникальные  работы </w:t>
      </w:r>
      <w:r>
        <w:rPr>
          <w:sz w:val="28"/>
          <w:szCs w:val="28"/>
        </w:rPr>
        <w:t>Ермаковских</w:t>
      </w:r>
      <w:r w:rsidRPr="00ED366B">
        <w:rPr>
          <w:sz w:val="28"/>
          <w:szCs w:val="28"/>
        </w:rPr>
        <w:t xml:space="preserve"> мастеров</w:t>
      </w:r>
      <w:r>
        <w:rPr>
          <w:sz w:val="28"/>
          <w:szCs w:val="28"/>
        </w:rPr>
        <w:t xml:space="preserve"> были представлены на конкурсах и фестивалях различного уровня</w:t>
      </w:r>
      <w:r w:rsidRPr="00ED366B">
        <w:rPr>
          <w:sz w:val="28"/>
          <w:szCs w:val="28"/>
        </w:rPr>
        <w:t xml:space="preserve">. В целях сохранения, развития и пропаганды народных художественных ремёсел </w:t>
      </w:r>
      <w:r>
        <w:rPr>
          <w:sz w:val="28"/>
          <w:szCs w:val="28"/>
        </w:rPr>
        <w:t>в Ермаковском районном Доме культуры работает Ремесленная мастерская с филиалами в п.Ойский, с.Григорьевка, п.Большая Речка, постоянно экспонируются на выствках в Художественной галереи и Музее природы, создан сайт МБУК ЕРДК.</w:t>
      </w:r>
    </w:p>
    <w:p w:rsidR="00720BFB" w:rsidRPr="005D5454" w:rsidRDefault="00720BFB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D5454">
        <w:rPr>
          <w:sz w:val="28"/>
          <w:szCs w:val="28"/>
        </w:rPr>
        <w:t>Вместе с тем</w:t>
      </w:r>
      <w:r>
        <w:rPr>
          <w:sz w:val="28"/>
          <w:szCs w:val="28"/>
        </w:rPr>
        <w:t xml:space="preserve"> следует отметить, что сеть</w:t>
      </w:r>
      <w:r w:rsidRPr="005D5454">
        <w:rPr>
          <w:sz w:val="28"/>
          <w:szCs w:val="28"/>
        </w:rPr>
        <w:t xml:space="preserve"> учреждений культурно-досугового типа</w:t>
      </w:r>
      <w:r>
        <w:rPr>
          <w:sz w:val="28"/>
          <w:szCs w:val="28"/>
        </w:rPr>
        <w:t xml:space="preserve"> не изменялась, что обеспечивает реализацию</w:t>
      </w:r>
      <w:r w:rsidRPr="005D5454">
        <w:rPr>
          <w:sz w:val="28"/>
          <w:szCs w:val="28"/>
        </w:rPr>
        <w:t xml:space="preserve"> конституционных прав граждан на получение услуг в сфере культуры.</w:t>
      </w:r>
    </w:p>
    <w:p w:rsidR="00720BFB" w:rsidRPr="00ED366B" w:rsidRDefault="00720BFB" w:rsidP="00BF5C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sz w:val="28"/>
          <w:szCs w:val="28"/>
        </w:rPr>
        <w:t xml:space="preserve">В целом для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характерны те же системные проблемы, как и для страны в целом – сохраняющийся дефицит средств для реализации мероприятий по сохранению                                   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720BFB" w:rsidRPr="00ED366B" w:rsidRDefault="00720BFB" w:rsidP="009F04D6">
      <w:pPr>
        <w:ind w:firstLine="720"/>
        <w:jc w:val="both"/>
        <w:rPr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D366B">
        <w:rPr>
          <w:sz w:val="28"/>
          <w:szCs w:val="28"/>
        </w:rPr>
        <w:t>культурно-досугового типа</w:t>
      </w:r>
      <w:r w:rsidRPr="00ED366B">
        <w:rPr>
          <w:rStyle w:val="FontStyle19"/>
          <w:sz w:val="28"/>
          <w:szCs w:val="28"/>
        </w:rPr>
        <w:t xml:space="preserve">, является кадровый ресурс. </w:t>
      </w:r>
      <w:r w:rsidRPr="00ED366B">
        <w:rPr>
          <w:sz w:val="28"/>
          <w:szCs w:val="28"/>
        </w:rPr>
        <w:t>На сегодняшний день профессиональный уровень специалистов отстает от уровня современных технологий культурно-досуговой деятельности.</w:t>
      </w:r>
      <w:r>
        <w:rPr>
          <w:sz w:val="28"/>
          <w:szCs w:val="28"/>
        </w:rPr>
        <w:t xml:space="preserve"> Н</w:t>
      </w:r>
      <w:r w:rsidRPr="00ED366B">
        <w:rPr>
          <w:rStyle w:val="FontStyle19"/>
          <w:sz w:val="28"/>
          <w:szCs w:val="28"/>
        </w:rPr>
        <w:t>аблюдается</w:t>
      </w:r>
      <w:r>
        <w:rPr>
          <w:rStyle w:val="FontStyle19"/>
          <w:sz w:val="28"/>
          <w:szCs w:val="28"/>
        </w:rPr>
        <w:t xml:space="preserve"> дефицит специалистов как со  средне – специальным так и высшим образованием, </w:t>
      </w:r>
      <w:r w:rsidRPr="00ED366B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наблюдается </w:t>
      </w:r>
      <w:r w:rsidRPr="00ED366B">
        <w:rPr>
          <w:rStyle w:val="FontStyle19"/>
          <w:sz w:val="28"/>
          <w:szCs w:val="28"/>
        </w:rPr>
        <w:t>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D366B">
        <w:rPr>
          <w:spacing w:val="-4"/>
          <w:sz w:val="28"/>
          <w:szCs w:val="28"/>
        </w:rPr>
        <w:t xml:space="preserve"> </w:t>
      </w:r>
    </w:p>
    <w:p w:rsidR="00720BFB" w:rsidRPr="00ED366B" w:rsidRDefault="00720BFB" w:rsidP="00BF5CC9">
      <w:pPr>
        <w:jc w:val="both"/>
        <w:rPr>
          <w:rStyle w:val="FontStyle19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культурно-досугового типа продолжает ухудшаться,                 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720BFB" w:rsidRPr="00ED366B" w:rsidRDefault="00720BFB" w:rsidP="00CC7E73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720BFB" w:rsidRPr="00ED366B" w:rsidRDefault="00720BFB" w:rsidP="00CC7E73">
      <w:pPr>
        <w:ind w:firstLine="720"/>
        <w:jc w:val="both"/>
        <w:rPr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ED366B">
        <w:rPr>
          <w:sz w:val="28"/>
          <w:szCs w:val="28"/>
        </w:rPr>
        <w:t xml:space="preserve">. Организация и проведение культурных событий, 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D366B">
        <w:rPr>
          <w:sz w:val="28"/>
          <w:szCs w:val="28"/>
        </w:rPr>
        <w:t>в том числе на межрегиональном и международном уровне</w:t>
      </w:r>
    </w:p>
    <w:p w:rsidR="00720BFB" w:rsidRPr="00ED366B" w:rsidRDefault="00720BFB" w:rsidP="00DC30A4">
      <w:pPr>
        <w:jc w:val="both"/>
        <w:rPr>
          <w:sz w:val="28"/>
          <w:szCs w:val="28"/>
        </w:rPr>
      </w:pPr>
    </w:p>
    <w:p w:rsidR="00720BFB" w:rsidRPr="00C34F5A" w:rsidRDefault="00720BFB" w:rsidP="007C494C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Ежегодно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</w:t>
      </w:r>
      <w:r w:rsidRPr="007C494C">
        <w:rPr>
          <w:b/>
          <w:i/>
          <w:sz w:val="28"/>
          <w:szCs w:val="28"/>
        </w:rPr>
        <w:t xml:space="preserve">. </w:t>
      </w:r>
      <w:r w:rsidRPr="00C34F5A">
        <w:rPr>
          <w:sz w:val="28"/>
          <w:szCs w:val="28"/>
        </w:rPr>
        <w:t>В течение ряда лет на территории               района  реализуются проекты:</w:t>
      </w:r>
      <w:r>
        <w:rPr>
          <w:sz w:val="28"/>
          <w:szCs w:val="28"/>
        </w:rPr>
        <w:t xml:space="preserve"> г</w:t>
      </w:r>
      <w:r w:rsidRPr="00C34F5A">
        <w:rPr>
          <w:sz w:val="28"/>
          <w:szCs w:val="28"/>
        </w:rPr>
        <w:t>астроли профессиональных коллективов Красноярской филармонии, Минусинского драмтеатра, проведение вечеров – встреч в рамках «Енисейского экспресса», региональный фестиваль казачьей культуры «Казачий разгуляй», брендовые мероприятия, турне «Живые родники души народной» коллективов, имеющих звание «народный» и «образцовый» и многие другие.</w:t>
      </w:r>
    </w:p>
    <w:p w:rsidR="00720BFB" w:rsidRPr="00ED366B" w:rsidRDefault="00720BFB" w:rsidP="004F5052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Формированию уникального образа культуры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, обеспечению самобытности развития территорий способствует реализация культурных брендовых мероприятий, актуализирующих историческую                  и современную действительность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праздник «Наадым» в с.Верхнеусинское, региональный фестиваль казачьей культуры «Казачий разгуляй» в с.Нижний Суэтук, Праздник добрых соседей в с.Мигна, проведение районных фестивалей и конкурсов в с.Ермаковское, реализация культурно - туристических маршрутов.</w:t>
      </w:r>
    </w:p>
    <w:p w:rsidR="00720BFB" w:rsidRPr="00ED366B" w:rsidRDefault="00720BFB" w:rsidP="005D5454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Международное культурное сотрудничество оказывает благоприятное влияние на все культуры и способствует их взаимному обогащению, ведет                к росту взаимопонимания между народами, что, в свою очередь, способствует стабильности международных отношений. Культурный обмен раскрывает, с одной стороны, многогранность национальной культуры, ее интеграцию в общемировой культурный процесс, с другой дает возможность ознакомления с достижениями культурного богатства других стан. </w:t>
      </w:r>
    </w:p>
    <w:p w:rsidR="00720BFB" w:rsidRPr="00ED366B" w:rsidRDefault="00720BFB" w:rsidP="005D5454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Интеграции</w:t>
      </w:r>
      <w:r>
        <w:rPr>
          <w:sz w:val="28"/>
          <w:szCs w:val="28"/>
        </w:rPr>
        <w:t xml:space="preserve"> Ермаковского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в международное культурное пространство способствует </w:t>
      </w:r>
      <w:r>
        <w:rPr>
          <w:sz w:val="28"/>
          <w:szCs w:val="28"/>
        </w:rPr>
        <w:t>участие коллективов художественной самодеятельности, мастеров-умельцев в</w:t>
      </w:r>
      <w:r w:rsidRPr="00ED366B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ях</w:t>
      </w:r>
      <w:r w:rsidRPr="00ED366B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ах различных уровней</w:t>
      </w:r>
      <w:r w:rsidRPr="00ED366B">
        <w:rPr>
          <w:sz w:val="28"/>
          <w:szCs w:val="28"/>
        </w:rPr>
        <w:t>, в том числе наиболее известны</w:t>
      </w:r>
      <w:r>
        <w:rPr>
          <w:sz w:val="28"/>
          <w:szCs w:val="28"/>
        </w:rPr>
        <w:t>х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D366B">
        <w:rPr>
          <w:sz w:val="28"/>
          <w:szCs w:val="28"/>
        </w:rPr>
        <w:t>Красноярский международный музыкальный фестиваль стран Азиатско-Тихоокеанского региона, Международный фестиваль этническо</w:t>
      </w:r>
      <w:r>
        <w:rPr>
          <w:sz w:val="28"/>
          <w:szCs w:val="28"/>
        </w:rPr>
        <w:t>й музыки и ремёсел «МИР Сибири» (п. Шушенское), Международный фестиваль войлока (г. Кызыл), обменные творческие гастроли в рамках сотрудничества с республикой Тыва, Хакасия.</w:t>
      </w:r>
    </w:p>
    <w:p w:rsidR="00720BFB" w:rsidRPr="00201C20" w:rsidRDefault="00720BFB" w:rsidP="005D5454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C20">
        <w:rPr>
          <w:rFonts w:ascii="Times New Roman" w:hAnsi="Times New Roman" w:cs="Times New Roman"/>
          <w:sz w:val="28"/>
          <w:szCs w:val="28"/>
        </w:rPr>
        <w:tab/>
      </w:r>
      <w:r w:rsidRPr="00201C20">
        <w:rPr>
          <w:rFonts w:ascii="Times New Roman" w:hAnsi="Times New Roman" w:cs="Times New Roman"/>
          <w:sz w:val="28"/>
          <w:szCs w:val="28"/>
        </w:rPr>
        <w:tab/>
        <w:t xml:space="preserve">В целях наиболее полной интеграции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в мировой культурный                  и информационный процесс </w:t>
      </w:r>
      <w:r>
        <w:rPr>
          <w:rFonts w:ascii="Times New Roman" w:hAnsi="Times New Roman" w:cs="Times New Roman"/>
          <w:sz w:val="28"/>
          <w:szCs w:val="28"/>
        </w:rPr>
        <w:t>необходима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201C20">
        <w:rPr>
          <w:rFonts w:ascii="Times New Roman" w:hAnsi="Times New Roman" w:cs="Times New Roman"/>
          <w:sz w:val="28"/>
          <w:szCs w:val="28"/>
        </w:rPr>
        <w:t xml:space="preserve"> международных культу</w:t>
      </w:r>
      <w:r>
        <w:rPr>
          <w:rFonts w:ascii="Times New Roman" w:hAnsi="Times New Roman" w:cs="Times New Roman"/>
          <w:sz w:val="28"/>
          <w:szCs w:val="28"/>
        </w:rPr>
        <w:t>рных проектов на территории (Туристический комплекс исторического моделирования)</w:t>
      </w:r>
      <w:r w:rsidRPr="00201C20">
        <w:rPr>
          <w:rFonts w:ascii="Times New Roman" w:hAnsi="Times New Roman" w:cs="Times New Roman"/>
          <w:sz w:val="28"/>
          <w:szCs w:val="28"/>
        </w:rPr>
        <w:t>, продвижение культуры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 w:rsidRPr="00201C20">
        <w:rPr>
          <w:rFonts w:ascii="Times New Roman" w:hAnsi="Times New Roman" w:cs="Times New Roman"/>
          <w:sz w:val="28"/>
          <w:szCs w:val="28"/>
        </w:rPr>
        <w:t>, прежде всего, в форме гастролей, участия в конкурсах, выставках и фестивалях, использование современных информационных технологий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привлекательного</w:t>
      </w:r>
      <w:r w:rsidRPr="00201C20">
        <w:rPr>
          <w:rFonts w:ascii="Times New Roman" w:hAnsi="Times New Roman" w:cs="Times New Roman"/>
          <w:sz w:val="28"/>
          <w:szCs w:val="28"/>
        </w:rPr>
        <w:t xml:space="preserve"> образа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720BFB" w:rsidRPr="005D5454" w:rsidRDefault="00720BFB" w:rsidP="00DC30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  <w:highlight w:val="yellow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ED366B">
        <w:rPr>
          <w:sz w:val="28"/>
          <w:szCs w:val="28"/>
        </w:rPr>
        <w:t xml:space="preserve">. Основная цель, задачи, этапы и сроки 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выполнения подпрограммы, целевые индикаторы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 учетом целевых установок и приоритетов культурной политики, Основных направлений стратегии культурной политики </w:t>
      </w:r>
      <w:r>
        <w:rPr>
          <w:sz w:val="28"/>
          <w:szCs w:val="28"/>
        </w:rPr>
        <w:t>Ермаковского района</w:t>
      </w:r>
      <w:r w:rsidRPr="00ED366B">
        <w:rPr>
          <w:sz w:val="28"/>
          <w:szCs w:val="28"/>
        </w:rPr>
        <w:t xml:space="preserve"> на 2009 - 2020 годы,  целью подпрограммы определено обеспечение доступа населения </w:t>
      </w:r>
      <w:r>
        <w:rPr>
          <w:sz w:val="28"/>
          <w:szCs w:val="28"/>
        </w:rPr>
        <w:t xml:space="preserve">Ермаковского района </w:t>
      </w:r>
      <w:r w:rsidRPr="00ED366B">
        <w:rPr>
          <w:sz w:val="28"/>
          <w:szCs w:val="28"/>
        </w:rPr>
        <w:t xml:space="preserve"> к культурным благам и участию в культурной жизни.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720BFB" w:rsidRPr="00ED366B" w:rsidRDefault="00720BFB" w:rsidP="00CC7E73">
      <w:pPr>
        <w:ind w:firstLine="540"/>
        <w:jc w:val="both"/>
      </w:pPr>
      <w:r w:rsidRPr="00ED366B">
        <w:rPr>
          <w:sz w:val="28"/>
          <w:szCs w:val="28"/>
        </w:rPr>
        <w:t>организация и проведение культурных событий</w:t>
      </w:r>
      <w:r>
        <w:rPr>
          <w:sz w:val="28"/>
          <w:szCs w:val="28"/>
        </w:rPr>
        <w:t>, в том числе на межрегиональном и международном уровне.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720BFB" w:rsidRPr="00B73201" w:rsidRDefault="00720BFB" w:rsidP="00CC7E73">
      <w:pPr>
        <w:ind w:firstLine="540"/>
        <w:jc w:val="both"/>
        <w:rPr>
          <w:color w:val="FF0000"/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</w:t>
      </w:r>
      <w:r>
        <w:rPr>
          <w:sz w:val="28"/>
          <w:szCs w:val="28"/>
        </w:rPr>
        <w:t>етом специфики</w:t>
      </w:r>
      <w:r w:rsidRPr="00ED366B">
        <w:rPr>
          <w:sz w:val="28"/>
          <w:szCs w:val="28"/>
        </w:rPr>
        <w:t xml:space="preserve"> учреждений культурно-досугового типа,</w:t>
      </w:r>
      <w:r>
        <w:rPr>
          <w:sz w:val="28"/>
          <w:szCs w:val="28"/>
        </w:rPr>
        <w:t xml:space="preserve"> творческих коллективов, имеющих почетное звание,</w:t>
      </w:r>
      <w:r w:rsidRPr="00ED366B">
        <w:rPr>
          <w:sz w:val="28"/>
          <w:szCs w:val="28"/>
        </w:rPr>
        <w:t xml:space="preserve"> показателей Плана мероприятий («дорожной карты»)</w:t>
      </w:r>
      <w:r>
        <w:rPr>
          <w:sz w:val="28"/>
          <w:szCs w:val="28"/>
        </w:rPr>
        <w:t>.</w:t>
      </w:r>
      <w:r w:rsidRPr="00ED366B">
        <w:rPr>
          <w:sz w:val="28"/>
          <w:szCs w:val="28"/>
        </w:rPr>
        <w:t xml:space="preserve"> 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720BFB" w:rsidRPr="00ED366B" w:rsidRDefault="00720BFB" w:rsidP="00CC7E73">
      <w:pPr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>
        <w:rPr>
          <w:sz w:val="28"/>
          <w:szCs w:val="28"/>
        </w:rPr>
        <w:t xml:space="preserve">етителей </w:t>
      </w:r>
      <w:r w:rsidRPr="00ED366B">
        <w:rPr>
          <w:sz w:val="28"/>
          <w:szCs w:val="28"/>
        </w:rPr>
        <w:t>учреждений культурно-досугового типа на 1 тыс. человек населения;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 xml:space="preserve">число участников клубных формирований для детей в </w:t>
      </w:r>
      <w:r>
        <w:rPr>
          <w:rFonts w:ascii="Times New Roman" w:hAnsi="Times New Roman" w:cs="Times New Roman"/>
          <w:sz w:val="28"/>
          <w:szCs w:val="28"/>
        </w:rPr>
        <w:t>возрасте до 14 лет включительно.</w:t>
      </w:r>
    </w:p>
    <w:p w:rsidR="00720BFB" w:rsidRPr="00ED366B" w:rsidRDefault="00720BFB" w:rsidP="00CC7E73">
      <w:pPr>
        <w:ind w:firstLine="54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</w:t>
      </w:r>
      <w:r>
        <w:rPr>
          <w:sz w:val="28"/>
          <w:szCs w:val="28"/>
        </w:rPr>
        <w:t>Поддержка и</w:t>
      </w:r>
      <w:r w:rsidRPr="00ED366B">
        <w:rPr>
          <w:sz w:val="28"/>
          <w:szCs w:val="28"/>
        </w:rPr>
        <w:t>скусств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 xml:space="preserve"> и народно</w:t>
      </w:r>
      <w:r>
        <w:rPr>
          <w:sz w:val="28"/>
          <w:szCs w:val="28"/>
        </w:rPr>
        <w:t>го</w:t>
      </w:r>
      <w:r w:rsidRPr="00ED366B">
        <w:rPr>
          <w:sz w:val="28"/>
          <w:szCs w:val="28"/>
        </w:rPr>
        <w:t xml:space="preserve"> творчеств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>» на 2014 - 2016 годы</w:t>
      </w:r>
      <w:r w:rsidRPr="00ED366B">
        <w:rPr>
          <w:bCs/>
          <w:sz w:val="28"/>
          <w:szCs w:val="28"/>
        </w:rPr>
        <w:t>.</w:t>
      </w:r>
    </w:p>
    <w:p w:rsidR="00720BFB" w:rsidRPr="00ED366B" w:rsidRDefault="00720BFB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720BFB" w:rsidRPr="00F72428" w:rsidRDefault="00720BFB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>. Механизм реализации подпрограммы</w:t>
      </w:r>
    </w:p>
    <w:p w:rsidR="00720BFB" w:rsidRPr="00F72428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0BFB" w:rsidRPr="00F72428" w:rsidRDefault="00720BFB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.1. Главный распорядитель бюджетных средств – </w:t>
      </w:r>
      <w:r>
        <w:rPr>
          <w:sz w:val="28"/>
          <w:szCs w:val="28"/>
        </w:rPr>
        <w:t>Отдел культуры администрации</w:t>
      </w:r>
      <w:r w:rsidRPr="00F72428">
        <w:rPr>
          <w:sz w:val="28"/>
          <w:szCs w:val="28"/>
        </w:rPr>
        <w:t xml:space="preserve"> </w:t>
      </w:r>
      <w:r>
        <w:rPr>
          <w:sz w:val="28"/>
          <w:szCs w:val="28"/>
        </w:rPr>
        <w:t>Ермаковского района</w:t>
      </w:r>
      <w:r w:rsidRPr="00F7242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Отдел</w:t>
      </w:r>
      <w:r w:rsidRPr="00F72428">
        <w:rPr>
          <w:sz w:val="28"/>
          <w:szCs w:val="28"/>
        </w:rPr>
        <w:t>).</w:t>
      </w:r>
    </w:p>
    <w:p w:rsidR="00720BFB" w:rsidRDefault="00720BFB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Отделом</w:t>
      </w:r>
      <w:r w:rsidRPr="00F7242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муниципальными учреждениями культуры, </w:t>
      </w:r>
      <w:r w:rsidRPr="00F72428">
        <w:rPr>
          <w:sz w:val="28"/>
          <w:szCs w:val="28"/>
        </w:rPr>
        <w:t xml:space="preserve">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F724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F72428">
        <w:rPr>
          <w:sz w:val="28"/>
          <w:szCs w:val="28"/>
        </w:rPr>
        <w:t xml:space="preserve"> услуг (выполнение работ</w:t>
      </w:r>
      <w:r>
        <w:rPr>
          <w:sz w:val="28"/>
          <w:szCs w:val="28"/>
        </w:rPr>
        <w:t>).</w:t>
      </w:r>
    </w:p>
    <w:p w:rsidR="00720BFB" w:rsidRPr="00F72428" w:rsidRDefault="00720BFB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20BFB" w:rsidRPr="001D6D13" w:rsidRDefault="00720BFB" w:rsidP="00FF2D8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>. Управление подпрограммой и контроль за ходом ее выполнения</w:t>
      </w:r>
    </w:p>
    <w:p w:rsidR="00720BFB" w:rsidRDefault="00720BFB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720BFB" w:rsidRPr="001D6D13" w:rsidRDefault="00720BFB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.1. Текущее управление и контроль за реализацией подпрограммы осуществляет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района.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несет ответственность за реализацию подпрограммы, достижение конечного результат</w:t>
      </w:r>
      <w:r>
        <w:rPr>
          <w:color w:val="000000"/>
          <w:sz w:val="28"/>
          <w:szCs w:val="28"/>
        </w:rPr>
        <w:t xml:space="preserve">а, целевое </w:t>
      </w:r>
      <w:r w:rsidRPr="001D6D13">
        <w:rPr>
          <w:color w:val="000000"/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осуществляет: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1D6D13">
        <w:rPr>
          <w:color w:val="000000"/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6D13">
        <w:rPr>
          <w:color w:val="000000"/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6D13">
        <w:rPr>
          <w:color w:val="000000"/>
          <w:sz w:val="28"/>
          <w:szCs w:val="28"/>
        </w:rPr>
        <w:t>) подготовку отчетов о реализации подпрограммы.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6.3. </w:t>
      </w:r>
      <w:r w:rsidRPr="001D6D13">
        <w:rPr>
          <w:color w:val="000000"/>
          <w:sz w:val="28"/>
          <w:szCs w:val="28"/>
        </w:rPr>
        <w:t>Обеспечение целевого расходован</w:t>
      </w:r>
      <w:r>
        <w:rPr>
          <w:color w:val="000000"/>
          <w:sz w:val="28"/>
          <w:szCs w:val="28"/>
        </w:rPr>
        <w:t xml:space="preserve">ия бюджетных средств, контроля </w:t>
      </w:r>
      <w:r w:rsidRPr="001D6D13">
        <w:rPr>
          <w:color w:val="000000"/>
          <w:sz w:val="28"/>
          <w:szCs w:val="28"/>
        </w:rPr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720BFB" w:rsidRPr="001D6D13" w:rsidRDefault="00720BFB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6.4.</w:t>
      </w:r>
      <w:r w:rsidRPr="001D6D13">
        <w:rPr>
          <w:color w:val="000000"/>
          <w:sz w:val="28"/>
          <w:szCs w:val="28"/>
        </w:rPr>
        <w:t xml:space="preserve">. Контроль за соблюдением условий выделения, получения, целевого использования и возврата средств </w:t>
      </w:r>
      <w:r>
        <w:rPr>
          <w:color w:val="000000"/>
          <w:sz w:val="28"/>
          <w:szCs w:val="28"/>
        </w:rPr>
        <w:t>местного</w:t>
      </w:r>
      <w:r w:rsidRPr="001D6D13">
        <w:rPr>
          <w:color w:val="000000"/>
          <w:sz w:val="28"/>
          <w:szCs w:val="28"/>
        </w:rPr>
        <w:t xml:space="preserve"> бюджета осуществляет </w:t>
      </w:r>
      <w:r>
        <w:rPr>
          <w:color w:val="000000"/>
          <w:sz w:val="28"/>
          <w:szCs w:val="28"/>
        </w:rPr>
        <w:t>финансовое управление администрации Ермаковского района</w:t>
      </w:r>
      <w:r w:rsidRPr="001D6D13">
        <w:rPr>
          <w:color w:val="000000"/>
          <w:sz w:val="28"/>
          <w:szCs w:val="28"/>
        </w:rPr>
        <w:t>.</w:t>
      </w:r>
    </w:p>
    <w:p w:rsidR="00720BFB" w:rsidRPr="00F72428" w:rsidRDefault="00720BFB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20BFB" w:rsidRPr="00ED366B" w:rsidRDefault="00720BFB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ED366B">
        <w:rPr>
          <w:sz w:val="28"/>
          <w:szCs w:val="28"/>
        </w:rPr>
        <w:t>. Оценка социально-экономической эффективности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0BFB" w:rsidRPr="00ED366B" w:rsidRDefault="00720BFB" w:rsidP="00CC7E73">
      <w:pPr>
        <w:pStyle w:val="BodyTextIndent3"/>
        <w:spacing w:after="0"/>
        <w:ind w:left="0"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Ожидаемые результаты:</w:t>
      </w:r>
    </w:p>
    <w:p w:rsidR="00720BFB" w:rsidRPr="00A34FF0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посетителей учреждений культурно-досугового типа составит всего 719,1 тыс. человек, в том числе по годам: в 2014 году – не менее 239,3 тыс. человек, в 2015 году – не менее 239,7 тыс. человек, в 2016 году – 240,1 тыс. человек; </w:t>
      </w:r>
    </w:p>
    <w:p w:rsidR="00720BFB" w:rsidRPr="00A34FF0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сохранение и развитие традиционной народной культуры составит всего 440 единиц, в том числе по годам: в 2014 году – не менее 144 единиц, в 2015 году – не менее 147 единиц, в 2016 году – не менее 149 единиц;</w:t>
      </w:r>
    </w:p>
    <w:p w:rsidR="00720BFB" w:rsidRPr="00ED366B" w:rsidRDefault="00720BFB" w:rsidP="00422E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организацию и проведение культурных событий, в том числе участие на межрегиональном и международном уровне составит всего 17 единиц, в том числе по годам: в 2014 году – не менее 19 ед., в 2015 году – не менее 43 ед., в 2016 году – не менее 21</w:t>
      </w:r>
      <w:r>
        <w:rPr>
          <w:sz w:val="28"/>
          <w:szCs w:val="28"/>
        </w:rPr>
        <w:t xml:space="preserve"> ед.</w:t>
      </w:r>
    </w:p>
    <w:p w:rsidR="00720BFB" w:rsidRPr="00ED366B" w:rsidRDefault="00720BFB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</w:t>
      </w:r>
      <w:r w:rsidRPr="00ED366B">
        <w:rPr>
          <w:sz w:val="28"/>
          <w:szCs w:val="28"/>
        </w:rPr>
        <w:t xml:space="preserve"> творческих союзов и организаций культуры;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720BFB" w:rsidRPr="00ED366B" w:rsidRDefault="00720BFB" w:rsidP="00CC7E73">
      <w:pPr>
        <w:pStyle w:val="ConsPlusCell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720BFB" w:rsidRPr="00ED366B" w:rsidRDefault="00720BFB" w:rsidP="00FF2D8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>. Мероприятия подпрограммы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Pr="00ED366B">
          <w:rPr>
            <w:sz w:val="28"/>
            <w:szCs w:val="28"/>
          </w:rPr>
          <w:t>Перечень</w:t>
        </w:r>
      </w:hyperlink>
      <w:r w:rsidRPr="00ED366B">
        <w:rPr>
          <w:sz w:val="28"/>
          <w:szCs w:val="28"/>
        </w:rPr>
        <w:t xml:space="preserve"> мероприятий подпрограммы приведен в приложении                          № </w:t>
      </w:r>
      <w:r>
        <w:rPr>
          <w:sz w:val="28"/>
          <w:szCs w:val="28"/>
        </w:rPr>
        <w:t>2</w:t>
      </w:r>
      <w:r w:rsidRPr="00ED366B">
        <w:rPr>
          <w:sz w:val="28"/>
          <w:szCs w:val="28"/>
        </w:rPr>
        <w:t xml:space="preserve"> к подпрограмме.</w:t>
      </w:r>
    </w:p>
    <w:p w:rsidR="00720BFB" w:rsidRPr="00ED366B" w:rsidRDefault="00720BFB" w:rsidP="00CC7E73">
      <w:pPr>
        <w:widowControl w:val="0"/>
        <w:autoSpaceDE w:val="0"/>
        <w:autoSpaceDN w:val="0"/>
        <w:adjustRightInd w:val="0"/>
        <w:ind w:firstLine="540"/>
        <w:jc w:val="both"/>
      </w:pPr>
    </w:p>
    <w:p w:rsidR="00720BFB" w:rsidRPr="00B73201" w:rsidRDefault="00720BFB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B73201">
        <w:rPr>
          <w:sz w:val="28"/>
          <w:szCs w:val="28"/>
        </w:rPr>
        <w:t xml:space="preserve">. Обоснование финансовых, материальных и трудовых </w:t>
      </w:r>
    </w:p>
    <w:p w:rsidR="00720BFB" w:rsidRPr="00B73201" w:rsidRDefault="00720BFB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720BFB" w:rsidRPr="00B73201" w:rsidRDefault="00720BFB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источников финансирования</w:t>
      </w:r>
    </w:p>
    <w:p w:rsidR="00720BFB" w:rsidRPr="00B73201" w:rsidRDefault="00720BFB" w:rsidP="00CC7E73">
      <w:pPr>
        <w:tabs>
          <w:tab w:val="left" w:pos="2805"/>
        </w:tabs>
        <w:jc w:val="center"/>
        <w:rPr>
          <w:sz w:val="28"/>
          <w:szCs w:val="28"/>
        </w:rPr>
      </w:pPr>
    </w:p>
    <w:p w:rsidR="00720BFB" w:rsidRPr="00B73201" w:rsidRDefault="00720BFB" w:rsidP="00CC7E7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73201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местного</w:t>
      </w:r>
      <w:r w:rsidRPr="00B73201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B73201">
        <w:rPr>
          <w:sz w:val="28"/>
          <w:szCs w:val="28"/>
        </w:rPr>
        <w:t xml:space="preserve"> контрактов </w:t>
      </w:r>
      <w:r w:rsidRPr="00A34FF0">
        <w:rPr>
          <w:sz w:val="28"/>
          <w:szCs w:val="28"/>
        </w:rPr>
        <w:t>(договоров) на выполнение работ, оказание услуг.</w:t>
      </w:r>
      <w:r w:rsidRPr="00B73201">
        <w:rPr>
          <w:color w:val="FF0000"/>
          <w:sz w:val="28"/>
          <w:szCs w:val="28"/>
        </w:rPr>
        <w:t xml:space="preserve"> </w:t>
      </w:r>
    </w:p>
    <w:p w:rsidR="00720BFB" w:rsidRPr="00157648" w:rsidRDefault="00720BFB" w:rsidP="00153E18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A34FF0">
        <w:rPr>
          <w:sz w:val="28"/>
          <w:szCs w:val="28"/>
        </w:rPr>
        <w:t>Общий объем финансирования подпрограммы составляет</w:t>
      </w:r>
      <w:r w:rsidRPr="00B73201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44 032,182 </w:t>
      </w:r>
      <w:r w:rsidRPr="00157648">
        <w:rPr>
          <w:color w:val="000000"/>
          <w:sz w:val="28"/>
          <w:szCs w:val="28"/>
        </w:rPr>
        <w:t>тыс. рублей, из них по годам:</w:t>
      </w:r>
      <w:r>
        <w:rPr>
          <w:color w:val="000000"/>
          <w:sz w:val="28"/>
          <w:szCs w:val="28"/>
        </w:rPr>
        <w:t xml:space="preserve"> </w:t>
      </w:r>
    </w:p>
    <w:p w:rsidR="00720BFB" w:rsidRPr="00157648" w:rsidRDefault="00720BFB" w:rsidP="005445E5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14860,92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720BFB" w:rsidRPr="00157648" w:rsidRDefault="00720BFB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157648">
        <w:rPr>
          <w:color w:val="000000"/>
          <w:sz w:val="28"/>
          <w:szCs w:val="28"/>
        </w:rPr>
        <w:t xml:space="preserve">2015 год – </w:t>
      </w:r>
      <w:r>
        <w:rPr>
          <w:color w:val="000000"/>
          <w:sz w:val="28"/>
          <w:szCs w:val="28"/>
        </w:rPr>
        <w:t>14585,63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720BFB" w:rsidRPr="00157648" w:rsidRDefault="00720BFB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14585,63</w:t>
      </w:r>
      <w:r w:rsidRPr="00157648">
        <w:rPr>
          <w:color w:val="000000"/>
          <w:sz w:val="28"/>
          <w:szCs w:val="28"/>
        </w:rPr>
        <w:t xml:space="preserve"> тыс. рублей.                     </w:t>
      </w:r>
    </w:p>
    <w:sectPr w:rsidR="00720BFB" w:rsidRPr="00157648" w:rsidSect="00001A03">
      <w:headerReference w:type="even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BFB" w:rsidRDefault="00720BFB" w:rsidP="00483BBB">
      <w:r>
        <w:separator/>
      </w:r>
    </w:p>
  </w:endnote>
  <w:endnote w:type="continuationSeparator" w:id="0">
    <w:p w:rsidR="00720BFB" w:rsidRDefault="00720BFB" w:rsidP="00483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BFB" w:rsidRDefault="00720BFB" w:rsidP="00483BBB">
      <w:r>
        <w:separator/>
      </w:r>
    </w:p>
  </w:footnote>
  <w:footnote w:type="continuationSeparator" w:id="0">
    <w:p w:rsidR="00720BFB" w:rsidRDefault="00720BFB" w:rsidP="00483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BFB" w:rsidRDefault="00720BFB" w:rsidP="00595B6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0BFB" w:rsidRDefault="00720B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BFB" w:rsidRDefault="00720BFB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720BFB" w:rsidRDefault="00720B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E73"/>
    <w:rsid w:val="00001A03"/>
    <w:rsid w:val="000334C1"/>
    <w:rsid w:val="00045D98"/>
    <w:rsid w:val="00151F4C"/>
    <w:rsid w:val="00153E18"/>
    <w:rsid w:val="00157648"/>
    <w:rsid w:val="00167FC3"/>
    <w:rsid w:val="001763BB"/>
    <w:rsid w:val="001D1C80"/>
    <w:rsid w:val="001D6D13"/>
    <w:rsid w:val="00201C20"/>
    <w:rsid w:val="00203CE2"/>
    <w:rsid w:val="00205C12"/>
    <w:rsid w:val="002A7F17"/>
    <w:rsid w:val="002F3FE9"/>
    <w:rsid w:val="00327104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F0163"/>
    <w:rsid w:val="004F5052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7118EA"/>
    <w:rsid w:val="00713ECC"/>
    <w:rsid w:val="00720BFB"/>
    <w:rsid w:val="00763467"/>
    <w:rsid w:val="007665A6"/>
    <w:rsid w:val="007804DD"/>
    <w:rsid w:val="00781B6C"/>
    <w:rsid w:val="007864B2"/>
    <w:rsid w:val="007C494C"/>
    <w:rsid w:val="00804714"/>
    <w:rsid w:val="00807F42"/>
    <w:rsid w:val="008E76AA"/>
    <w:rsid w:val="009217C8"/>
    <w:rsid w:val="009370FB"/>
    <w:rsid w:val="00945705"/>
    <w:rsid w:val="009640B8"/>
    <w:rsid w:val="00966395"/>
    <w:rsid w:val="00991375"/>
    <w:rsid w:val="009B0D92"/>
    <w:rsid w:val="009B5D9B"/>
    <w:rsid w:val="009F04D6"/>
    <w:rsid w:val="009F08A1"/>
    <w:rsid w:val="00A34FF0"/>
    <w:rsid w:val="00A67BA3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931DA"/>
    <w:rsid w:val="00CC7E73"/>
    <w:rsid w:val="00CE2BBB"/>
    <w:rsid w:val="00CE3B3C"/>
    <w:rsid w:val="00CF6105"/>
    <w:rsid w:val="00D17790"/>
    <w:rsid w:val="00D93AA4"/>
    <w:rsid w:val="00DC0B38"/>
    <w:rsid w:val="00DC30A4"/>
    <w:rsid w:val="00DF6BD1"/>
    <w:rsid w:val="00DF7CF6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72428"/>
    <w:rsid w:val="00FF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BodyTextIndent3">
    <w:name w:val="Body Text Indent 3"/>
    <w:basedOn w:val="Normal"/>
    <w:link w:val="BodyTextIndent3Char"/>
    <w:uiPriority w:val="99"/>
    <w:rsid w:val="00CC7E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C7E73"/>
    <w:rPr>
      <w:rFonts w:ascii="Times New Roman" w:hAnsi="Times New Roman"/>
      <w:sz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CC7E7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7E73"/>
    <w:rPr>
      <w:rFonts w:ascii="Times New Roman" w:hAnsi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CC7E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045D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970D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70D8"/>
    <w:rPr>
      <w:rFonts w:ascii="Tahoma" w:hAnsi="Tahoma"/>
      <w:sz w:val="16"/>
      <w:lang w:eastAsia="ru-RU"/>
    </w:rPr>
  </w:style>
  <w:style w:type="paragraph" w:styleId="Footer">
    <w:name w:val="footer"/>
    <w:basedOn w:val="Normal"/>
    <w:link w:val="FooterChar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8</Pages>
  <Words>2754</Words>
  <Characters>15699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302-1s</cp:lastModifiedBy>
  <cp:revision>39</cp:revision>
  <cp:lastPrinted>2014-09-08T06:29:00Z</cp:lastPrinted>
  <dcterms:created xsi:type="dcterms:W3CDTF">2013-09-02T02:57:00Z</dcterms:created>
  <dcterms:modified xsi:type="dcterms:W3CDTF">2014-09-17T01:09:00Z</dcterms:modified>
</cp:coreProperties>
</file>