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F7" w:rsidRDefault="00CC74F7" w:rsidP="00746D6A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Ермаковского района</w:t>
      </w:r>
    </w:p>
    <w:p w:rsidR="00CC74F7" w:rsidRDefault="00CC74F7" w:rsidP="00746D6A">
      <w:pPr>
        <w:jc w:val="center"/>
        <w:rPr>
          <w:sz w:val="32"/>
          <w:szCs w:val="32"/>
        </w:rPr>
      </w:pPr>
    </w:p>
    <w:p w:rsidR="00CC74F7" w:rsidRDefault="00CC74F7" w:rsidP="00746D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C74F7" w:rsidRDefault="00CC74F7" w:rsidP="00746D6A">
      <w:pPr>
        <w:jc w:val="center"/>
        <w:rPr>
          <w:b/>
          <w:sz w:val="36"/>
          <w:szCs w:val="36"/>
        </w:rPr>
      </w:pPr>
    </w:p>
    <w:p w:rsidR="00CC74F7" w:rsidRDefault="00CC74F7" w:rsidP="00746D6A">
      <w:pPr>
        <w:rPr>
          <w:sz w:val="26"/>
          <w:szCs w:val="26"/>
        </w:rPr>
      </w:pPr>
      <w:r>
        <w:rPr>
          <w:noProof/>
        </w:rPr>
        <w:pict>
          <v:line id="_x0000_s1026" style="position:absolute;left:0;text-align:left;flip:x;z-index:251658240" from="5.7pt,13.75pt" to="23.7pt,13.75pt"/>
        </w:pict>
      </w:r>
      <w:r>
        <w:rPr>
          <w:noProof/>
        </w:rPr>
        <w:pict>
          <v:line id="_x0000_s1027" style="position:absolute;left:0;text-align:left;z-index:251657216" from="33.45pt,14.5pt" to="111.45pt,14.5pt"/>
        </w:pict>
      </w:r>
      <w:r>
        <w:rPr>
          <w:sz w:val="26"/>
          <w:szCs w:val="26"/>
        </w:rPr>
        <w:t xml:space="preserve">«04»  августа 2014г.             с. Ермаковское                                       №  574-п </w:t>
      </w:r>
    </w:p>
    <w:p w:rsidR="00CC74F7" w:rsidRDefault="00CC74F7" w:rsidP="001536E2">
      <w:pPr>
        <w:outlineLvl w:val="0"/>
      </w:pPr>
    </w:p>
    <w:p w:rsidR="00CC74F7" w:rsidRDefault="00CC74F7" w:rsidP="001536E2">
      <w:pPr>
        <w:outlineLvl w:val="0"/>
      </w:pPr>
    </w:p>
    <w:p w:rsidR="00CC74F7" w:rsidRPr="005D2166" w:rsidRDefault="00CC74F7" w:rsidP="001536E2">
      <w:pPr>
        <w:outlineLvl w:val="0"/>
      </w:pPr>
      <w:r w:rsidRPr="005D2166">
        <w:t>О внесении изменений и дополнений</w:t>
      </w:r>
    </w:p>
    <w:p w:rsidR="00CC74F7" w:rsidRPr="005D2166" w:rsidRDefault="00CC74F7" w:rsidP="006C4931">
      <w:r w:rsidRPr="005D2166">
        <w:t xml:space="preserve"> в постановление от 31.10.2013 г. №718-п</w:t>
      </w:r>
    </w:p>
    <w:p w:rsidR="00CC74F7" w:rsidRPr="005D2166" w:rsidRDefault="00CC74F7" w:rsidP="006C4931">
      <w:r w:rsidRPr="005D2166">
        <w:t xml:space="preserve"> «Об утверждении муниципальной</w:t>
      </w:r>
    </w:p>
    <w:p w:rsidR="00CC74F7" w:rsidRPr="005D2166" w:rsidRDefault="00CC74F7" w:rsidP="006C4931">
      <w:r w:rsidRPr="005D2166">
        <w:t xml:space="preserve"> программы Ермаковского района</w:t>
      </w:r>
    </w:p>
    <w:p w:rsidR="00CC74F7" w:rsidRDefault="00CC74F7" w:rsidP="006C4931">
      <w:r w:rsidRPr="005D2166">
        <w:t xml:space="preserve"> «Развитие культуры» на 2014-2016 годы»</w:t>
      </w:r>
    </w:p>
    <w:p w:rsidR="00CC74F7" w:rsidRPr="005D2166" w:rsidRDefault="00CC74F7" w:rsidP="006C4931"/>
    <w:p w:rsidR="00CC74F7" w:rsidRPr="005D2166" w:rsidRDefault="00CC74F7" w:rsidP="006C4931">
      <w:r w:rsidRPr="005D2166"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2015-2016 годов администрации Ермаковского района ПОСТАНОВЛЯЕТ:</w:t>
      </w:r>
    </w:p>
    <w:p w:rsidR="00CC74F7" w:rsidRPr="005D2166" w:rsidRDefault="00CC74F7" w:rsidP="00D07C46">
      <w:pPr>
        <w:pStyle w:val="ListParagraph"/>
        <w:numPr>
          <w:ilvl w:val="0"/>
          <w:numId w:val="1"/>
        </w:numPr>
      </w:pPr>
      <w:r w:rsidRPr="005D2166">
        <w:t>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</w:t>
      </w:r>
      <w:r>
        <w:t>; от 16.07.2014 №541-п</w:t>
      </w:r>
      <w:r w:rsidRPr="005D2166">
        <w:t>) следующие изменения и дополнения:</w:t>
      </w:r>
    </w:p>
    <w:p w:rsidR="00CC74F7" w:rsidRPr="005D2166" w:rsidRDefault="00CC74F7" w:rsidP="00C37C0A">
      <w:pPr>
        <w:pStyle w:val="ListParagraph"/>
        <w:numPr>
          <w:ilvl w:val="1"/>
          <w:numId w:val="1"/>
        </w:numPr>
      </w:pPr>
      <w:r w:rsidRPr="005D2166">
        <w:t xml:space="preserve"> Приложение к указанному постановлению «Паспорт муниципальной программы «Развитие культуры» на 2014-2016 годы» изложить в редакции приложения №1 к настоящему постановлению.</w:t>
      </w:r>
    </w:p>
    <w:p w:rsidR="00CC74F7" w:rsidRPr="001720A9" w:rsidRDefault="00CC74F7" w:rsidP="001720A9">
      <w:pPr>
        <w:numPr>
          <w:ilvl w:val="1"/>
          <w:numId w:val="1"/>
        </w:numPr>
      </w:pPr>
      <w:r w:rsidRPr="001720A9">
        <w:t>Приложение №2 к муниципальной программе «Развитие культуры» на 2014-2016 годы» «Паспорт подпрограммы 2 «Поддержка искусства и народного творчества» и</w:t>
      </w:r>
      <w:r>
        <w:t>зложить в редакции приложения №2</w:t>
      </w:r>
      <w:r w:rsidRPr="001720A9">
        <w:t xml:space="preserve"> к настоящему постановлению.</w:t>
      </w:r>
    </w:p>
    <w:p w:rsidR="00CC74F7" w:rsidRPr="001720A9" w:rsidRDefault="00CC74F7" w:rsidP="001720A9">
      <w:pPr>
        <w:numPr>
          <w:ilvl w:val="1"/>
          <w:numId w:val="1"/>
        </w:numPr>
      </w:pPr>
      <w:r w:rsidRPr="001720A9">
        <w:t>Приложение №2 к подпрограмме 2 «Поддержка искусства и народного творчества» изложить в редакции приложения №</w:t>
      </w:r>
      <w:r>
        <w:t>3</w:t>
      </w:r>
      <w:r w:rsidRPr="001720A9">
        <w:t xml:space="preserve"> к настоящему постановлению.</w:t>
      </w:r>
    </w:p>
    <w:p w:rsidR="00CC74F7" w:rsidRDefault="00CC74F7" w:rsidP="001720A9">
      <w:pPr>
        <w:pStyle w:val="ListParagraph"/>
        <w:numPr>
          <w:ilvl w:val="1"/>
          <w:numId w:val="1"/>
        </w:numPr>
      </w:pPr>
      <w:r>
        <w:t xml:space="preserve">Приложение №4 к муниципальной </w:t>
      </w:r>
      <w:r w:rsidRPr="001720A9">
        <w:t>программе «Развитие культуры» на 2014-2016 годы» «Паспорт подпрограммы</w:t>
      </w:r>
      <w:r>
        <w:t xml:space="preserve"> 4 «Обеспечение условий реализации программы и прочие мероприятия» </w:t>
      </w:r>
      <w:r w:rsidRPr="001720A9">
        <w:t>изложить в редакции приложения №</w:t>
      </w:r>
      <w:r>
        <w:t>4</w:t>
      </w:r>
      <w:r w:rsidRPr="001720A9">
        <w:t xml:space="preserve"> к настоящему постановлению.</w:t>
      </w:r>
    </w:p>
    <w:p w:rsidR="00CC74F7" w:rsidRPr="005D2166" w:rsidRDefault="00CC74F7" w:rsidP="001720A9">
      <w:pPr>
        <w:pStyle w:val="ListParagraph"/>
        <w:numPr>
          <w:ilvl w:val="1"/>
          <w:numId w:val="1"/>
        </w:numPr>
      </w:pPr>
      <w:r w:rsidRPr="005D2166">
        <w:t xml:space="preserve">Приложение №2 к подпрограмме </w:t>
      </w:r>
      <w:r>
        <w:t>4</w:t>
      </w:r>
      <w:r w:rsidRPr="005D2166">
        <w:t xml:space="preserve"> «</w:t>
      </w:r>
      <w:r w:rsidRPr="001720A9">
        <w:t>Обеспечение условий реализации программы и прочие мероприятия</w:t>
      </w:r>
      <w:r w:rsidRPr="005D2166">
        <w:t>» изложить в редакции приложения №</w:t>
      </w:r>
      <w:r>
        <w:t>5</w:t>
      </w:r>
      <w:r w:rsidRPr="005D2166">
        <w:t xml:space="preserve"> к настоящему постановлению.</w:t>
      </w:r>
    </w:p>
    <w:p w:rsidR="00CC74F7" w:rsidRPr="005D2166" w:rsidRDefault="00CC74F7" w:rsidP="007C5878">
      <w:pPr>
        <w:numPr>
          <w:ilvl w:val="1"/>
          <w:numId w:val="1"/>
        </w:numPr>
      </w:pPr>
      <w:r w:rsidRPr="005D2166">
        <w:t>Приложение №5 к муниципальной программе «Развитие культуры» на 2014-2016 годы» изложить в редакции приложения №</w:t>
      </w:r>
      <w:r>
        <w:t>6</w:t>
      </w:r>
      <w:r w:rsidRPr="005D2166">
        <w:t xml:space="preserve"> к настоящему постановлению. </w:t>
      </w:r>
    </w:p>
    <w:p w:rsidR="00CC74F7" w:rsidRPr="005D2166" w:rsidRDefault="00CC74F7" w:rsidP="007C5878">
      <w:pPr>
        <w:numPr>
          <w:ilvl w:val="1"/>
          <w:numId w:val="1"/>
        </w:numPr>
      </w:pPr>
      <w:r w:rsidRPr="005D2166">
        <w:t>Приложение №6 к муниципальной программе «Развитие культуры» на 2014-2016 годы» изложить в редакции приложения №</w:t>
      </w:r>
      <w:r>
        <w:t>7</w:t>
      </w:r>
      <w:r w:rsidRPr="005D2166">
        <w:t xml:space="preserve"> к настоящему постановлению. </w:t>
      </w:r>
    </w:p>
    <w:p w:rsidR="00CC74F7" w:rsidRPr="005D2166" w:rsidRDefault="00CC74F7" w:rsidP="00697D3B">
      <w:pPr>
        <w:pStyle w:val="ListParagraph"/>
        <w:numPr>
          <w:ilvl w:val="0"/>
          <w:numId w:val="1"/>
        </w:numPr>
      </w:pPr>
      <w:r w:rsidRPr="005D2166"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CC74F7" w:rsidRPr="005D2166" w:rsidRDefault="00CC74F7" w:rsidP="00697D3B">
      <w:pPr>
        <w:pStyle w:val="ListParagraph"/>
        <w:numPr>
          <w:ilvl w:val="0"/>
          <w:numId w:val="1"/>
        </w:numPr>
      </w:pPr>
      <w:r w:rsidRPr="005D2166">
        <w:t xml:space="preserve">Постановление вступает в силу со дня его официального опубликования и применяется к правоотношениям возникшим с 01.01.2014 года. </w:t>
      </w:r>
    </w:p>
    <w:p w:rsidR="00CC74F7" w:rsidRPr="005D2166" w:rsidRDefault="00CC74F7" w:rsidP="00406CF6">
      <w:pPr>
        <w:pStyle w:val="ListParagraph"/>
      </w:pPr>
    </w:p>
    <w:p w:rsidR="00CC74F7" w:rsidRPr="005D2166" w:rsidRDefault="00CC74F7" w:rsidP="00406CF6">
      <w:pPr>
        <w:pStyle w:val="ListParagraph"/>
      </w:pPr>
    </w:p>
    <w:p w:rsidR="00CC74F7" w:rsidRPr="005D2166" w:rsidRDefault="00CC74F7" w:rsidP="001536E2">
      <w:pPr>
        <w:pStyle w:val="ListParagraph"/>
        <w:outlineLvl w:val="0"/>
      </w:pPr>
      <w:r>
        <w:t>Г</w:t>
      </w:r>
      <w:r w:rsidRPr="005D2166">
        <w:t>лав</w:t>
      </w:r>
      <w:r>
        <w:t>а</w:t>
      </w:r>
      <w:r w:rsidRPr="005D2166">
        <w:t xml:space="preserve"> администрации</w:t>
      </w:r>
    </w:p>
    <w:p w:rsidR="00CC74F7" w:rsidRPr="005D2166" w:rsidRDefault="00CC74F7" w:rsidP="00474979">
      <w:pPr>
        <w:pStyle w:val="ListParagraph"/>
      </w:pPr>
      <w:r w:rsidRPr="005D2166">
        <w:t xml:space="preserve"> Ермаковского района                                                             </w:t>
      </w:r>
      <w:r>
        <w:t>В.И. Форсель</w:t>
      </w:r>
    </w:p>
    <w:p w:rsidR="00CC74F7" w:rsidRDefault="00CC74F7" w:rsidP="008A6736">
      <w:pPr>
        <w:tabs>
          <w:tab w:val="left" w:pos="7213"/>
        </w:tabs>
      </w:pPr>
      <w:r w:rsidRPr="00096C83">
        <w:rPr>
          <w:sz w:val="24"/>
          <w:szCs w:val="24"/>
        </w:rPr>
        <w:tab/>
      </w:r>
    </w:p>
    <w:sectPr w:rsidR="00CC74F7" w:rsidSect="00B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C2180"/>
    <w:multiLevelType w:val="multilevel"/>
    <w:tmpl w:val="B156D46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">
    <w:nsid w:val="605C6FAE"/>
    <w:multiLevelType w:val="multilevel"/>
    <w:tmpl w:val="DCAEBE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">
    <w:nsid w:val="73F54B8E"/>
    <w:multiLevelType w:val="multilevel"/>
    <w:tmpl w:val="9CD41E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30E06"/>
    <w:rsid w:val="00062C77"/>
    <w:rsid w:val="00096C83"/>
    <w:rsid w:val="00102351"/>
    <w:rsid w:val="00116606"/>
    <w:rsid w:val="001536E2"/>
    <w:rsid w:val="00164FA6"/>
    <w:rsid w:val="001720A9"/>
    <w:rsid w:val="0022192D"/>
    <w:rsid w:val="0026087C"/>
    <w:rsid w:val="0028642F"/>
    <w:rsid w:val="002D1405"/>
    <w:rsid w:val="00336DDA"/>
    <w:rsid w:val="0037580B"/>
    <w:rsid w:val="00375AA0"/>
    <w:rsid w:val="00397C7F"/>
    <w:rsid w:val="00406779"/>
    <w:rsid w:val="00406CF6"/>
    <w:rsid w:val="0043057A"/>
    <w:rsid w:val="00474979"/>
    <w:rsid w:val="004E0AE6"/>
    <w:rsid w:val="00513BFE"/>
    <w:rsid w:val="00552E2D"/>
    <w:rsid w:val="00564C03"/>
    <w:rsid w:val="005D2166"/>
    <w:rsid w:val="005F756F"/>
    <w:rsid w:val="00654755"/>
    <w:rsid w:val="00697D3B"/>
    <w:rsid w:val="006C4931"/>
    <w:rsid w:val="006D1FB9"/>
    <w:rsid w:val="00746D6A"/>
    <w:rsid w:val="007C5878"/>
    <w:rsid w:val="007F5836"/>
    <w:rsid w:val="007F7089"/>
    <w:rsid w:val="00820782"/>
    <w:rsid w:val="008A26BB"/>
    <w:rsid w:val="008A5F08"/>
    <w:rsid w:val="008A6736"/>
    <w:rsid w:val="009D5744"/>
    <w:rsid w:val="00A01607"/>
    <w:rsid w:val="00A62DB1"/>
    <w:rsid w:val="00AA13DA"/>
    <w:rsid w:val="00AC6607"/>
    <w:rsid w:val="00B112AC"/>
    <w:rsid w:val="00B14233"/>
    <w:rsid w:val="00BD4843"/>
    <w:rsid w:val="00C37C0A"/>
    <w:rsid w:val="00C83D59"/>
    <w:rsid w:val="00CC74F7"/>
    <w:rsid w:val="00D07C46"/>
    <w:rsid w:val="00D976BE"/>
    <w:rsid w:val="00EB7387"/>
    <w:rsid w:val="00F00117"/>
    <w:rsid w:val="00F130A7"/>
    <w:rsid w:val="00F352B6"/>
    <w:rsid w:val="00F416F7"/>
    <w:rsid w:val="00F43134"/>
    <w:rsid w:val="00F53D00"/>
    <w:rsid w:val="00FE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1536E2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30E0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6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</Pages>
  <Words>409</Words>
  <Characters>2336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41</cp:revision>
  <cp:lastPrinted>2014-07-30T01:44:00Z</cp:lastPrinted>
  <dcterms:created xsi:type="dcterms:W3CDTF">2014-01-20T03:05:00Z</dcterms:created>
  <dcterms:modified xsi:type="dcterms:W3CDTF">2014-08-05T00:30:00Z</dcterms:modified>
</cp:coreProperties>
</file>